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A52" w:rsidRDefault="00F66A52" w:rsidP="0009387A">
      <w:pPr>
        <w:ind w:firstLine="567"/>
        <w:jc w:val="right"/>
        <w:rPr>
          <w:b/>
          <w:sz w:val="26"/>
          <w:szCs w:val="26"/>
          <w:lang w:val="uk-UA"/>
        </w:rPr>
      </w:pPr>
    </w:p>
    <w:p w:rsidR="00F66A52" w:rsidRDefault="00F66A52" w:rsidP="00F60594">
      <w:pPr>
        <w:jc w:val="center"/>
        <w:rPr>
          <w:b/>
          <w:sz w:val="26"/>
          <w:szCs w:val="26"/>
          <w:lang w:val="uk-UA"/>
        </w:rPr>
      </w:pPr>
    </w:p>
    <w:p w:rsidR="00F66A52" w:rsidRPr="004B3BF3" w:rsidRDefault="00F66A52" w:rsidP="00F60594">
      <w:pPr>
        <w:jc w:val="center"/>
        <w:rPr>
          <w:b/>
          <w:sz w:val="26"/>
          <w:szCs w:val="26"/>
          <w:lang w:val="uk-UA"/>
        </w:rPr>
      </w:pPr>
      <w:r w:rsidRPr="00970261">
        <w:rPr>
          <w:b/>
          <w:sz w:val="26"/>
          <w:szCs w:val="26"/>
          <w:lang w:val="uk-UA"/>
        </w:rPr>
        <w:t>П Е Р Е Л І К</w:t>
      </w:r>
    </w:p>
    <w:p w:rsidR="00F66A52" w:rsidRPr="003A38CC" w:rsidRDefault="00F66A52" w:rsidP="003A38CC">
      <w:pPr>
        <w:jc w:val="center"/>
        <w:rPr>
          <w:b/>
          <w:sz w:val="26"/>
          <w:szCs w:val="26"/>
          <w:lang w:val="uk-UA"/>
        </w:rPr>
      </w:pPr>
      <w:r w:rsidRPr="00970261">
        <w:rPr>
          <w:b/>
          <w:sz w:val="26"/>
          <w:szCs w:val="26"/>
          <w:lang w:val="uk-UA"/>
        </w:rPr>
        <w:t>земельних питань на розгл</w:t>
      </w:r>
      <w:r>
        <w:rPr>
          <w:b/>
          <w:sz w:val="26"/>
          <w:szCs w:val="26"/>
          <w:lang w:val="uk-UA"/>
        </w:rPr>
        <w:t>яд сесії</w:t>
      </w:r>
    </w:p>
    <w:p w:rsidR="00F66A52" w:rsidRPr="00731FFA" w:rsidRDefault="00F66A52" w:rsidP="008321DC">
      <w:pPr>
        <w:jc w:val="center"/>
        <w:rPr>
          <w:b/>
          <w:sz w:val="16"/>
          <w:szCs w:val="16"/>
        </w:rPr>
      </w:pPr>
    </w:p>
    <w:p w:rsidR="00F66A52" w:rsidRPr="00E864A1" w:rsidRDefault="00F66A52" w:rsidP="00592C55">
      <w:pPr>
        <w:tabs>
          <w:tab w:val="left" w:pos="0"/>
          <w:tab w:val="left" w:pos="426"/>
        </w:tabs>
        <w:ind w:firstLine="567"/>
        <w:jc w:val="both"/>
        <w:rPr>
          <w:sz w:val="26"/>
          <w:szCs w:val="26"/>
          <w:lang w:val="uk-UA"/>
        </w:rPr>
      </w:pPr>
      <w:r>
        <w:rPr>
          <w:sz w:val="26"/>
          <w:szCs w:val="26"/>
          <w:lang w:val="uk-UA"/>
        </w:rPr>
        <w:t>1. Про внесення змін в Програму розвитку земельних відносин на території Городоцької міської ради на 2020-2022 роки (перенесення об</w:t>
      </w:r>
      <w:r w:rsidRPr="00731FFA">
        <w:rPr>
          <w:sz w:val="26"/>
          <w:szCs w:val="26"/>
        </w:rPr>
        <w:t>’</w:t>
      </w:r>
      <w:r>
        <w:rPr>
          <w:sz w:val="26"/>
          <w:szCs w:val="26"/>
          <w:lang w:val="uk-UA"/>
        </w:rPr>
        <w:t>єкту «Топографічне знімання м-бу 1:500 в районі вулиць Перемишльської – І.Сірка» з 2022 року на 2020 рік).</w:t>
      </w:r>
    </w:p>
    <w:p w:rsidR="00F66A52" w:rsidRPr="002D1B9C" w:rsidRDefault="00F66A52" w:rsidP="00592C55">
      <w:pPr>
        <w:tabs>
          <w:tab w:val="left" w:pos="0"/>
          <w:tab w:val="left" w:pos="426"/>
        </w:tabs>
        <w:ind w:firstLine="567"/>
        <w:jc w:val="both"/>
        <w:rPr>
          <w:sz w:val="26"/>
          <w:szCs w:val="26"/>
          <w:lang w:val="uk-UA"/>
        </w:rPr>
      </w:pPr>
      <w:r>
        <w:rPr>
          <w:sz w:val="26"/>
          <w:szCs w:val="26"/>
          <w:lang w:val="uk-UA"/>
        </w:rPr>
        <w:t>2. Про внесення часткових змін в рішення сесії міської ради № 1856 від 28.02.2019 р. «Про затвердження техдокументації із землеустрою щодо поділу земельної ділянки на вул. П.Мирного та продаж права оренди земельної ділянки площею 4,6764 га для будівництва та обслуговування логістичного центру на вул. П.Мирного, 11 на земельних торгах»: зменшити стартовий розмір річної орендної плати за користування земельною ділянкою з 6 % до 5 % від нормативної грошової оцінки (з 1 103 944,34 грн. до 919 953,62 грн.).</w:t>
      </w:r>
    </w:p>
    <w:p w:rsidR="00F66A52" w:rsidRDefault="00F66A52" w:rsidP="00D019F0">
      <w:pPr>
        <w:ind w:firstLine="567"/>
        <w:jc w:val="both"/>
        <w:rPr>
          <w:sz w:val="26"/>
          <w:szCs w:val="26"/>
          <w:lang w:val="uk-UA"/>
        </w:rPr>
      </w:pPr>
      <w:r>
        <w:rPr>
          <w:sz w:val="26"/>
          <w:szCs w:val="26"/>
          <w:lang w:val="uk-UA"/>
        </w:rPr>
        <w:t>3. Про звернення сесії міської ради до Городоцької районної ради щодо використання земель на вул. Авіаційній.</w:t>
      </w:r>
    </w:p>
    <w:p w:rsidR="00F66A52" w:rsidRDefault="00F66A52" w:rsidP="00D019F0">
      <w:pPr>
        <w:ind w:firstLine="567"/>
        <w:jc w:val="both"/>
        <w:rPr>
          <w:sz w:val="26"/>
          <w:szCs w:val="26"/>
          <w:lang w:val="uk-UA"/>
        </w:rPr>
      </w:pPr>
      <w:r>
        <w:rPr>
          <w:sz w:val="26"/>
          <w:szCs w:val="26"/>
          <w:lang w:val="uk-UA"/>
        </w:rPr>
        <w:t>4. Про затвердження експертної грошової оцінки та продаж земельних ділянок:</w:t>
      </w:r>
    </w:p>
    <w:p w:rsidR="00F66A52" w:rsidRPr="00731FFA" w:rsidRDefault="00F66A52" w:rsidP="00D019F0">
      <w:pPr>
        <w:tabs>
          <w:tab w:val="left" w:pos="0"/>
          <w:tab w:val="left" w:pos="426"/>
        </w:tabs>
        <w:ind w:firstLine="567"/>
        <w:jc w:val="both"/>
        <w:rPr>
          <w:sz w:val="26"/>
          <w:szCs w:val="26"/>
        </w:rPr>
      </w:pPr>
      <w:r>
        <w:rPr>
          <w:sz w:val="26"/>
          <w:szCs w:val="26"/>
          <w:lang w:val="uk-UA"/>
        </w:rPr>
        <w:t xml:space="preserve">- на вул. І.Франка, 2 «а» площею 0,0597 га </w:t>
      </w:r>
      <w:r>
        <w:rPr>
          <w:b/>
          <w:sz w:val="26"/>
          <w:szCs w:val="26"/>
          <w:lang w:val="uk-UA"/>
        </w:rPr>
        <w:t>гр. Процаку В.В.</w:t>
      </w:r>
      <w:r>
        <w:rPr>
          <w:sz w:val="26"/>
          <w:szCs w:val="26"/>
          <w:lang w:val="uk-UA"/>
        </w:rPr>
        <w:t xml:space="preserve"> для будівництва та обслуг. будівель торгівлі (експертна оцінка діл. – 202 680 грн., за 1 м.кв. – 339,50 грн.);</w:t>
      </w:r>
    </w:p>
    <w:p w:rsidR="00F66A52" w:rsidRPr="00BF51F3" w:rsidRDefault="00F66A52" w:rsidP="00BF51F3">
      <w:pPr>
        <w:tabs>
          <w:tab w:val="left" w:pos="0"/>
          <w:tab w:val="left" w:pos="426"/>
        </w:tabs>
        <w:ind w:firstLine="567"/>
        <w:jc w:val="both"/>
        <w:rPr>
          <w:sz w:val="26"/>
          <w:szCs w:val="26"/>
          <w:lang w:val="uk-UA"/>
        </w:rPr>
      </w:pPr>
      <w:r>
        <w:rPr>
          <w:sz w:val="26"/>
          <w:szCs w:val="26"/>
          <w:lang w:val="uk-UA"/>
        </w:rPr>
        <w:t xml:space="preserve">- на вул. В.Чорновола, 10 «а» площею 0,2931 га </w:t>
      </w:r>
      <w:r>
        <w:rPr>
          <w:b/>
          <w:sz w:val="26"/>
          <w:szCs w:val="26"/>
          <w:lang w:val="uk-UA"/>
        </w:rPr>
        <w:t>гр. Кунащук І.В.</w:t>
      </w:r>
      <w:r>
        <w:rPr>
          <w:sz w:val="26"/>
          <w:szCs w:val="26"/>
          <w:lang w:val="uk-UA"/>
        </w:rPr>
        <w:t xml:space="preserve"> для  будівництва та обслуговування будівель закладів комунального обслуговування (експертна оцінка діл. –  1123000 грн., за 1 м.кв. – 383,15 грн.).</w:t>
      </w:r>
    </w:p>
    <w:p w:rsidR="00F66A52" w:rsidRPr="008F529C" w:rsidRDefault="00F66A52" w:rsidP="00592C55">
      <w:pPr>
        <w:tabs>
          <w:tab w:val="left" w:pos="0"/>
          <w:tab w:val="left" w:pos="426"/>
        </w:tabs>
        <w:ind w:firstLine="567"/>
        <w:jc w:val="both"/>
        <w:rPr>
          <w:sz w:val="26"/>
          <w:szCs w:val="26"/>
          <w:lang w:val="uk-UA"/>
        </w:rPr>
      </w:pPr>
      <w:r>
        <w:rPr>
          <w:sz w:val="26"/>
          <w:szCs w:val="26"/>
          <w:lang w:val="uk-UA"/>
        </w:rPr>
        <w:t xml:space="preserve">5. </w:t>
      </w:r>
      <w:r w:rsidRPr="008F0D3C">
        <w:rPr>
          <w:sz w:val="26"/>
          <w:szCs w:val="26"/>
          <w:lang w:val="uk-UA"/>
        </w:rPr>
        <w:t>Про затвердження проектів землеустрою щодо відведення земельних ділянок:</w:t>
      </w:r>
    </w:p>
    <w:p w:rsidR="00F66A52" w:rsidRDefault="00F66A52" w:rsidP="00592C55">
      <w:pPr>
        <w:ind w:firstLine="567"/>
        <w:jc w:val="both"/>
        <w:rPr>
          <w:sz w:val="26"/>
          <w:szCs w:val="26"/>
          <w:lang w:val="uk-UA"/>
        </w:rPr>
      </w:pPr>
      <w:r w:rsidRPr="004A6253">
        <w:rPr>
          <w:sz w:val="26"/>
          <w:szCs w:val="26"/>
          <w:lang w:val="uk-UA"/>
        </w:rPr>
        <w:t xml:space="preserve">- </w:t>
      </w:r>
      <w:r>
        <w:rPr>
          <w:b/>
          <w:sz w:val="26"/>
          <w:szCs w:val="26"/>
          <w:lang w:val="uk-UA"/>
        </w:rPr>
        <w:t>гр. Кирилову А.В.</w:t>
      </w:r>
      <w:r w:rsidRPr="004A6253">
        <w:rPr>
          <w:sz w:val="26"/>
          <w:szCs w:val="26"/>
          <w:lang w:val="uk-UA"/>
        </w:rPr>
        <w:t xml:space="preserve"> на вул. </w:t>
      </w:r>
      <w:r>
        <w:rPr>
          <w:sz w:val="26"/>
          <w:szCs w:val="26"/>
          <w:lang w:val="uk-UA"/>
        </w:rPr>
        <w:t>Д.Яворницького пл. 0,0091</w:t>
      </w:r>
      <w:r w:rsidRPr="004A6253">
        <w:rPr>
          <w:sz w:val="26"/>
          <w:szCs w:val="26"/>
          <w:lang w:val="uk-UA"/>
        </w:rPr>
        <w:t xml:space="preserve"> га для </w:t>
      </w:r>
      <w:r>
        <w:rPr>
          <w:sz w:val="26"/>
          <w:szCs w:val="26"/>
          <w:lang w:val="uk-UA"/>
        </w:rPr>
        <w:t>будівництва та обслуговування гаража</w:t>
      </w:r>
      <w:r w:rsidRPr="004A6253">
        <w:rPr>
          <w:sz w:val="26"/>
          <w:szCs w:val="26"/>
          <w:lang w:val="uk-UA"/>
        </w:rPr>
        <w:t>;</w:t>
      </w:r>
    </w:p>
    <w:p w:rsidR="00F66A52" w:rsidRDefault="00F66A52" w:rsidP="00872EAD">
      <w:pPr>
        <w:ind w:firstLine="567"/>
        <w:jc w:val="both"/>
        <w:rPr>
          <w:sz w:val="26"/>
          <w:szCs w:val="26"/>
          <w:lang w:val="uk-UA"/>
        </w:rPr>
      </w:pPr>
      <w:r w:rsidRPr="004A6253">
        <w:rPr>
          <w:sz w:val="26"/>
          <w:szCs w:val="26"/>
          <w:lang w:val="uk-UA"/>
        </w:rPr>
        <w:t xml:space="preserve">- </w:t>
      </w:r>
      <w:r>
        <w:rPr>
          <w:b/>
          <w:sz w:val="26"/>
          <w:szCs w:val="26"/>
          <w:lang w:val="uk-UA"/>
        </w:rPr>
        <w:t>гр. Домагальському Я.І.</w:t>
      </w:r>
      <w:r w:rsidRPr="004A6253">
        <w:rPr>
          <w:sz w:val="26"/>
          <w:szCs w:val="26"/>
          <w:lang w:val="uk-UA"/>
        </w:rPr>
        <w:t xml:space="preserve"> на вул. </w:t>
      </w:r>
      <w:r>
        <w:rPr>
          <w:sz w:val="26"/>
          <w:szCs w:val="26"/>
          <w:lang w:val="uk-UA"/>
        </w:rPr>
        <w:t>М.Павлика, 5 гараж 14 пл. 0,0033</w:t>
      </w:r>
      <w:r w:rsidRPr="004A6253">
        <w:rPr>
          <w:sz w:val="26"/>
          <w:szCs w:val="26"/>
          <w:lang w:val="uk-UA"/>
        </w:rPr>
        <w:t xml:space="preserve"> га для </w:t>
      </w:r>
      <w:r>
        <w:rPr>
          <w:sz w:val="26"/>
          <w:szCs w:val="26"/>
          <w:lang w:val="uk-UA"/>
        </w:rPr>
        <w:t>будівництва та обслуговування гаража</w:t>
      </w:r>
      <w:r w:rsidRPr="004A6253">
        <w:rPr>
          <w:sz w:val="26"/>
          <w:szCs w:val="26"/>
          <w:lang w:val="uk-UA"/>
        </w:rPr>
        <w:t>;</w:t>
      </w:r>
    </w:p>
    <w:p w:rsidR="00F66A52" w:rsidRDefault="00F66A52" w:rsidP="00B6627E">
      <w:pPr>
        <w:ind w:firstLine="567"/>
        <w:jc w:val="both"/>
        <w:rPr>
          <w:sz w:val="26"/>
          <w:szCs w:val="26"/>
          <w:lang w:val="uk-UA"/>
        </w:rPr>
      </w:pPr>
      <w:r w:rsidRPr="004A6253">
        <w:rPr>
          <w:sz w:val="26"/>
          <w:szCs w:val="26"/>
          <w:lang w:val="uk-UA"/>
        </w:rPr>
        <w:t xml:space="preserve">- </w:t>
      </w:r>
      <w:r>
        <w:rPr>
          <w:b/>
          <w:sz w:val="26"/>
          <w:szCs w:val="26"/>
          <w:lang w:val="uk-UA"/>
        </w:rPr>
        <w:t>гр. Кунащук І.В.</w:t>
      </w:r>
      <w:r>
        <w:rPr>
          <w:sz w:val="26"/>
          <w:szCs w:val="26"/>
          <w:lang w:val="uk-UA"/>
        </w:rPr>
        <w:t xml:space="preserve"> на м-ні Гайдамаків, 12 пл. 0,0026</w:t>
      </w:r>
      <w:r w:rsidRPr="004A6253">
        <w:rPr>
          <w:sz w:val="26"/>
          <w:szCs w:val="26"/>
          <w:lang w:val="uk-UA"/>
        </w:rPr>
        <w:t xml:space="preserve"> га для </w:t>
      </w:r>
      <w:r>
        <w:rPr>
          <w:sz w:val="26"/>
          <w:szCs w:val="26"/>
          <w:lang w:val="uk-UA"/>
        </w:rPr>
        <w:t>будівництва та обслуговування гаража</w:t>
      </w:r>
      <w:r w:rsidRPr="004A6253">
        <w:rPr>
          <w:sz w:val="26"/>
          <w:szCs w:val="26"/>
          <w:lang w:val="uk-UA"/>
        </w:rPr>
        <w:t>;</w:t>
      </w:r>
    </w:p>
    <w:p w:rsidR="00F66A52" w:rsidRDefault="00F66A52" w:rsidP="001D5C19">
      <w:pPr>
        <w:ind w:firstLine="567"/>
        <w:jc w:val="both"/>
        <w:rPr>
          <w:sz w:val="26"/>
          <w:szCs w:val="26"/>
          <w:lang w:val="uk-UA"/>
        </w:rPr>
      </w:pPr>
      <w:r w:rsidRPr="004A6253">
        <w:rPr>
          <w:sz w:val="26"/>
          <w:szCs w:val="26"/>
          <w:lang w:val="uk-UA"/>
        </w:rPr>
        <w:t xml:space="preserve">- </w:t>
      </w:r>
      <w:r>
        <w:rPr>
          <w:b/>
          <w:sz w:val="26"/>
          <w:szCs w:val="26"/>
          <w:lang w:val="uk-UA"/>
        </w:rPr>
        <w:t>гр. Канафоцькому П.І.</w:t>
      </w:r>
      <w:r w:rsidRPr="004A6253">
        <w:rPr>
          <w:sz w:val="26"/>
          <w:szCs w:val="26"/>
          <w:lang w:val="uk-UA"/>
        </w:rPr>
        <w:t xml:space="preserve"> на вул. </w:t>
      </w:r>
      <w:r>
        <w:rPr>
          <w:sz w:val="26"/>
          <w:szCs w:val="26"/>
          <w:lang w:val="uk-UA"/>
        </w:rPr>
        <w:t>І.Бльока, 22 пл. 0,0754</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E5134A">
      <w:pPr>
        <w:ind w:firstLine="567"/>
        <w:jc w:val="both"/>
        <w:rPr>
          <w:sz w:val="26"/>
          <w:szCs w:val="26"/>
          <w:lang w:val="uk-UA"/>
        </w:rPr>
      </w:pPr>
      <w:r w:rsidRPr="004A6253">
        <w:rPr>
          <w:sz w:val="26"/>
          <w:szCs w:val="26"/>
          <w:lang w:val="uk-UA"/>
        </w:rPr>
        <w:t xml:space="preserve">- </w:t>
      </w:r>
      <w:r>
        <w:rPr>
          <w:b/>
          <w:sz w:val="26"/>
          <w:szCs w:val="26"/>
          <w:lang w:val="uk-UA"/>
        </w:rPr>
        <w:t>гр. Чорній М.М.</w:t>
      </w:r>
      <w:r w:rsidRPr="004A6253">
        <w:rPr>
          <w:sz w:val="26"/>
          <w:szCs w:val="26"/>
          <w:lang w:val="uk-UA"/>
        </w:rPr>
        <w:t xml:space="preserve"> на вул. </w:t>
      </w:r>
      <w:r>
        <w:rPr>
          <w:sz w:val="26"/>
          <w:szCs w:val="26"/>
          <w:lang w:val="uk-UA"/>
        </w:rPr>
        <w:t>Й.Сліпого, 61 пл. 0,0650</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872EAD">
      <w:pPr>
        <w:ind w:firstLine="567"/>
        <w:jc w:val="both"/>
        <w:rPr>
          <w:sz w:val="26"/>
          <w:szCs w:val="26"/>
          <w:lang w:val="uk-UA"/>
        </w:rPr>
      </w:pPr>
      <w:r w:rsidRPr="004A6253">
        <w:rPr>
          <w:sz w:val="26"/>
          <w:szCs w:val="26"/>
          <w:lang w:val="uk-UA"/>
        </w:rPr>
        <w:t xml:space="preserve">- </w:t>
      </w:r>
      <w:r>
        <w:rPr>
          <w:b/>
          <w:sz w:val="26"/>
          <w:szCs w:val="26"/>
          <w:lang w:val="uk-UA"/>
        </w:rPr>
        <w:t>гр. Дзюбі О.Я.</w:t>
      </w:r>
      <w:r w:rsidRPr="004A6253">
        <w:rPr>
          <w:sz w:val="26"/>
          <w:szCs w:val="26"/>
          <w:lang w:val="uk-UA"/>
        </w:rPr>
        <w:t xml:space="preserve"> на вул. </w:t>
      </w:r>
      <w:r>
        <w:rPr>
          <w:sz w:val="26"/>
          <w:szCs w:val="26"/>
          <w:lang w:val="uk-UA"/>
        </w:rPr>
        <w:t>Промисловій, 15 пл. 0,0834</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9B1F61">
      <w:pPr>
        <w:pStyle w:val="ListParagraph"/>
        <w:tabs>
          <w:tab w:val="left" w:pos="0"/>
          <w:tab w:val="left" w:pos="426"/>
        </w:tabs>
        <w:ind w:left="0" w:firstLine="426"/>
        <w:jc w:val="both"/>
        <w:rPr>
          <w:sz w:val="26"/>
          <w:szCs w:val="26"/>
          <w:lang w:val="uk-UA"/>
        </w:rPr>
      </w:pPr>
      <w:r>
        <w:rPr>
          <w:sz w:val="26"/>
          <w:szCs w:val="26"/>
          <w:lang w:val="uk-UA"/>
        </w:rPr>
        <w:t xml:space="preserve">  - </w:t>
      </w:r>
      <w:r>
        <w:rPr>
          <w:b/>
          <w:sz w:val="26"/>
          <w:szCs w:val="26"/>
          <w:lang w:val="uk-UA"/>
        </w:rPr>
        <w:t xml:space="preserve">гр. Боднар Н.А. </w:t>
      </w:r>
      <w:r>
        <w:rPr>
          <w:sz w:val="26"/>
          <w:szCs w:val="26"/>
          <w:lang w:val="uk-UA"/>
        </w:rPr>
        <w:t>на вул. Т.Шевченка (43) пл. 0,1319 га для ведення ОСГ;</w:t>
      </w:r>
    </w:p>
    <w:p w:rsidR="00F66A52" w:rsidRPr="00731FFA" w:rsidRDefault="00F66A52" w:rsidP="008643D3">
      <w:pPr>
        <w:pStyle w:val="ListParagraph"/>
        <w:tabs>
          <w:tab w:val="left" w:pos="0"/>
          <w:tab w:val="left" w:pos="426"/>
        </w:tabs>
        <w:ind w:left="0" w:firstLine="426"/>
        <w:jc w:val="both"/>
        <w:rPr>
          <w:sz w:val="26"/>
          <w:szCs w:val="26"/>
        </w:rPr>
      </w:pPr>
      <w:r>
        <w:rPr>
          <w:sz w:val="26"/>
          <w:szCs w:val="26"/>
          <w:lang w:val="uk-UA"/>
        </w:rPr>
        <w:t xml:space="preserve">  - </w:t>
      </w:r>
      <w:r>
        <w:rPr>
          <w:b/>
          <w:sz w:val="26"/>
          <w:szCs w:val="26"/>
          <w:lang w:val="uk-UA"/>
        </w:rPr>
        <w:t xml:space="preserve">гр. Раку Т.Р. </w:t>
      </w:r>
      <w:r>
        <w:rPr>
          <w:sz w:val="26"/>
          <w:szCs w:val="26"/>
          <w:lang w:val="uk-UA"/>
        </w:rPr>
        <w:t>на вул. І.Франка (226) пл. 0,0772 га для ведення ОСГ;</w:t>
      </w:r>
    </w:p>
    <w:p w:rsidR="00F66A52" w:rsidRPr="00731FFA" w:rsidRDefault="00F66A52" w:rsidP="00AC5602">
      <w:pPr>
        <w:pStyle w:val="ListParagraph"/>
        <w:tabs>
          <w:tab w:val="left" w:pos="0"/>
          <w:tab w:val="left" w:pos="426"/>
        </w:tabs>
        <w:ind w:left="0" w:firstLine="426"/>
        <w:jc w:val="both"/>
        <w:rPr>
          <w:sz w:val="26"/>
          <w:szCs w:val="26"/>
        </w:rPr>
      </w:pPr>
      <w:r>
        <w:rPr>
          <w:sz w:val="26"/>
          <w:szCs w:val="26"/>
          <w:lang w:val="uk-UA"/>
        </w:rPr>
        <w:t xml:space="preserve">  - </w:t>
      </w:r>
      <w:r>
        <w:rPr>
          <w:b/>
          <w:sz w:val="26"/>
          <w:szCs w:val="26"/>
          <w:lang w:val="uk-UA"/>
        </w:rPr>
        <w:t xml:space="preserve">гр. Ткачишин Н.С. </w:t>
      </w:r>
      <w:r>
        <w:rPr>
          <w:sz w:val="26"/>
          <w:szCs w:val="26"/>
          <w:lang w:val="uk-UA"/>
        </w:rPr>
        <w:t>на вул. Львівській пл. 0,0545 га для ведення ОСГ;</w:t>
      </w:r>
    </w:p>
    <w:p w:rsidR="00F66A52" w:rsidRDefault="00F66A52" w:rsidP="00F13248">
      <w:pPr>
        <w:pStyle w:val="ListParagraph"/>
        <w:tabs>
          <w:tab w:val="left" w:pos="0"/>
          <w:tab w:val="left" w:pos="426"/>
        </w:tabs>
        <w:ind w:left="0" w:firstLine="426"/>
        <w:jc w:val="both"/>
        <w:rPr>
          <w:sz w:val="26"/>
          <w:szCs w:val="26"/>
          <w:lang w:val="uk-UA"/>
        </w:rPr>
      </w:pPr>
      <w:r>
        <w:rPr>
          <w:sz w:val="26"/>
          <w:szCs w:val="26"/>
          <w:lang w:val="uk-UA"/>
        </w:rPr>
        <w:t xml:space="preserve">  - </w:t>
      </w:r>
      <w:r>
        <w:rPr>
          <w:b/>
          <w:sz w:val="26"/>
          <w:szCs w:val="26"/>
          <w:lang w:val="uk-UA"/>
        </w:rPr>
        <w:t xml:space="preserve">гр. Гаврищишину С.І. </w:t>
      </w:r>
      <w:r>
        <w:rPr>
          <w:sz w:val="26"/>
          <w:szCs w:val="26"/>
          <w:lang w:val="uk-UA"/>
        </w:rPr>
        <w:t>на вул. Я.Мудрого (126) пл. 0,1749 га для ведення ОСГ;</w:t>
      </w:r>
    </w:p>
    <w:p w:rsidR="00F66A52" w:rsidRPr="008C1C35" w:rsidRDefault="00F66A52" w:rsidP="00AA6152">
      <w:pPr>
        <w:pStyle w:val="ListParagraph"/>
        <w:tabs>
          <w:tab w:val="left" w:pos="0"/>
          <w:tab w:val="left" w:pos="426"/>
        </w:tabs>
        <w:ind w:left="0" w:firstLine="426"/>
        <w:jc w:val="both"/>
        <w:rPr>
          <w:sz w:val="26"/>
          <w:szCs w:val="26"/>
          <w:lang w:val="uk-UA"/>
        </w:rPr>
      </w:pPr>
      <w:r>
        <w:rPr>
          <w:sz w:val="26"/>
          <w:szCs w:val="26"/>
          <w:lang w:val="uk-UA"/>
        </w:rPr>
        <w:t xml:space="preserve">  - </w:t>
      </w:r>
      <w:r>
        <w:rPr>
          <w:b/>
          <w:sz w:val="26"/>
          <w:szCs w:val="26"/>
          <w:lang w:val="uk-UA"/>
        </w:rPr>
        <w:t xml:space="preserve">гр. Цапу О.М. </w:t>
      </w:r>
      <w:r>
        <w:rPr>
          <w:sz w:val="26"/>
          <w:szCs w:val="26"/>
          <w:lang w:val="uk-UA"/>
        </w:rPr>
        <w:t>на вул. Львівській (327) пл. 0,0880 га для ведення ОСГ.</w:t>
      </w:r>
    </w:p>
    <w:p w:rsidR="00F66A52" w:rsidRPr="00AA6152" w:rsidRDefault="00F66A52" w:rsidP="00AA6152">
      <w:pPr>
        <w:pStyle w:val="ListParagraph"/>
        <w:tabs>
          <w:tab w:val="left" w:pos="0"/>
          <w:tab w:val="left" w:pos="426"/>
        </w:tabs>
        <w:ind w:left="0" w:firstLine="426"/>
        <w:jc w:val="both"/>
        <w:rPr>
          <w:sz w:val="26"/>
          <w:szCs w:val="26"/>
          <w:lang w:val="uk-UA"/>
        </w:rPr>
      </w:pPr>
      <w:r>
        <w:rPr>
          <w:sz w:val="26"/>
          <w:szCs w:val="26"/>
          <w:lang w:val="uk-UA"/>
        </w:rPr>
        <w:t xml:space="preserve">та </w:t>
      </w:r>
      <w:r w:rsidRPr="008F0D3C">
        <w:rPr>
          <w:sz w:val="26"/>
          <w:szCs w:val="26"/>
          <w:lang w:val="uk-UA"/>
        </w:rPr>
        <w:t>затвердження проектів землеустрою щодо відведення земельних ділянок</w:t>
      </w:r>
      <w:r>
        <w:rPr>
          <w:sz w:val="26"/>
          <w:szCs w:val="26"/>
          <w:lang w:val="uk-UA"/>
        </w:rPr>
        <w:t xml:space="preserve"> для зміни їх цільового призначення з «для ведення ОСГ» на «для будівництва та обслуговування житлового будинку, господарських будівель та споруд»:</w:t>
      </w:r>
    </w:p>
    <w:p w:rsidR="00F66A52" w:rsidRPr="00731FFA" w:rsidRDefault="00F66A52" w:rsidP="00AA6152">
      <w:pPr>
        <w:ind w:firstLine="567"/>
        <w:jc w:val="both"/>
        <w:rPr>
          <w:sz w:val="26"/>
          <w:szCs w:val="26"/>
        </w:rPr>
      </w:pPr>
      <w:r w:rsidRPr="004A6253">
        <w:rPr>
          <w:sz w:val="26"/>
          <w:szCs w:val="26"/>
          <w:lang w:val="uk-UA"/>
        </w:rPr>
        <w:t xml:space="preserve">- </w:t>
      </w:r>
      <w:r>
        <w:rPr>
          <w:b/>
          <w:sz w:val="26"/>
          <w:szCs w:val="26"/>
          <w:lang w:val="uk-UA"/>
        </w:rPr>
        <w:t>гр. Котяш О.Й.</w:t>
      </w:r>
      <w:r w:rsidRPr="004A6253">
        <w:rPr>
          <w:sz w:val="26"/>
          <w:szCs w:val="26"/>
          <w:lang w:val="uk-UA"/>
        </w:rPr>
        <w:t xml:space="preserve"> на вул. </w:t>
      </w:r>
      <w:r>
        <w:rPr>
          <w:sz w:val="26"/>
          <w:szCs w:val="26"/>
          <w:lang w:val="uk-UA"/>
        </w:rPr>
        <w:t>І.Бльока пл. 0,1980</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Pr="00731FFA" w:rsidRDefault="00F66A52" w:rsidP="00AA6152">
      <w:pPr>
        <w:ind w:firstLine="567"/>
        <w:jc w:val="both"/>
        <w:rPr>
          <w:sz w:val="26"/>
          <w:szCs w:val="26"/>
        </w:rPr>
      </w:pPr>
      <w:r w:rsidRPr="004A6253">
        <w:rPr>
          <w:sz w:val="26"/>
          <w:szCs w:val="26"/>
          <w:lang w:val="uk-UA"/>
        </w:rPr>
        <w:t xml:space="preserve">- </w:t>
      </w:r>
      <w:r>
        <w:rPr>
          <w:b/>
          <w:sz w:val="26"/>
          <w:szCs w:val="26"/>
          <w:lang w:val="uk-UA"/>
        </w:rPr>
        <w:t>гр. Веселовській М.В.</w:t>
      </w:r>
      <w:r w:rsidRPr="004A6253">
        <w:rPr>
          <w:sz w:val="26"/>
          <w:szCs w:val="26"/>
          <w:lang w:val="uk-UA"/>
        </w:rPr>
        <w:t xml:space="preserve"> на вул. </w:t>
      </w:r>
      <w:r>
        <w:rPr>
          <w:sz w:val="26"/>
          <w:szCs w:val="26"/>
          <w:lang w:val="uk-UA"/>
        </w:rPr>
        <w:t>І.Бльока пл. 0,1961</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AA6152">
      <w:pPr>
        <w:ind w:firstLine="567"/>
        <w:jc w:val="both"/>
        <w:rPr>
          <w:sz w:val="26"/>
          <w:szCs w:val="26"/>
          <w:lang w:val="uk-UA"/>
        </w:rPr>
      </w:pPr>
      <w:r w:rsidRPr="004A6253">
        <w:rPr>
          <w:sz w:val="26"/>
          <w:szCs w:val="26"/>
          <w:lang w:val="uk-UA"/>
        </w:rPr>
        <w:t xml:space="preserve">- </w:t>
      </w:r>
      <w:r>
        <w:rPr>
          <w:b/>
          <w:sz w:val="26"/>
          <w:szCs w:val="26"/>
          <w:lang w:val="uk-UA"/>
        </w:rPr>
        <w:t>гр. Глуху В.Б.</w:t>
      </w:r>
      <w:r w:rsidRPr="004A6253">
        <w:rPr>
          <w:sz w:val="26"/>
          <w:szCs w:val="26"/>
          <w:lang w:val="uk-UA"/>
        </w:rPr>
        <w:t xml:space="preserve"> на вул. </w:t>
      </w:r>
      <w:r>
        <w:rPr>
          <w:sz w:val="26"/>
          <w:szCs w:val="26"/>
          <w:lang w:val="uk-UA"/>
        </w:rPr>
        <w:t>І.Бльока пл. 0,1980</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Pr="00731FFA" w:rsidRDefault="00F66A52" w:rsidP="00AA6152">
      <w:pPr>
        <w:ind w:firstLine="567"/>
        <w:jc w:val="both"/>
        <w:rPr>
          <w:sz w:val="26"/>
          <w:szCs w:val="26"/>
        </w:rPr>
      </w:pPr>
      <w:r w:rsidRPr="004A6253">
        <w:rPr>
          <w:sz w:val="26"/>
          <w:szCs w:val="26"/>
          <w:lang w:val="uk-UA"/>
        </w:rPr>
        <w:t xml:space="preserve">- </w:t>
      </w:r>
      <w:r>
        <w:rPr>
          <w:b/>
          <w:sz w:val="26"/>
          <w:szCs w:val="26"/>
          <w:lang w:val="uk-UA"/>
        </w:rPr>
        <w:t>гр. Кориляк К.П.</w:t>
      </w:r>
      <w:r w:rsidRPr="004A6253">
        <w:rPr>
          <w:sz w:val="26"/>
          <w:szCs w:val="26"/>
          <w:lang w:val="uk-UA"/>
        </w:rPr>
        <w:t xml:space="preserve"> на вул. </w:t>
      </w:r>
      <w:r>
        <w:rPr>
          <w:sz w:val="26"/>
          <w:szCs w:val="26"/>
          <w:lang w:val="uk-UA"/>
        </w:rPr>
        <w:t>І.Бльока пл. 0,0979</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Pr="00731FFA" w:rsidRDefault="00F66A52" w:rsidP="00AA6152">
      <w:pPr>
        <w:ind w:firstLine="567"/>
        <w:jc w:val="both"/>
        <w:rPr>
          <w:sz w:val="26"/>
          <w:szCs w:val="26"/>
        </w:rPr>
      </w:pPr>
      <w:r w:rsidRPr="004A6253">
        <w:rPr>
          <w:sz w:val="26"/>
          <w:szCs w:val="26"/>
          <w:lang w:val="uk-UA"/>
        </w:rPr>
        <w:t xml:space="preserve">- </w:t>
      </w:r>
      <w:r>
        <w:rPr>
          <w:b/>
          <w:sz w:val="26"/>
          <w:szCs w:val="26"/>
          <w:lang w:val="uk-UA"/>
        </w:rPr>
        <w:t>гр. Дідух М.В.</w:t>
      </w:r>
      <w:r w:rsidRPr="004A6253">
        <w:rPr>
          <w:sz w:val="26"/>
          <w:szCs w:val="26"/>
          <w:lang w:val="uk-UA"/>
        </w:rPr>
        <w:t xml:space="preserve"> на вул. </w:t>
      </w:r>
      <w:r>
        <w:rPr>
          <w:sz w:val="26"/>
          <w:szCs w:val="26"/>
          <w:lang w:val="uk-UA"/>
        </w:rPr>
        <w:t>І.Бльока пл. 0,0990</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0744F9">
      <w:pPr>
        <w:pStyle w:val="ListParagraph"/>
        <w:tabs>
          <w:tab w:val="left" w:pos="0"/>
          <w:tab w:val="left" w:pos="426"/>
        </w:tabs>
        <w:ind w:left="0" w:firstLine="426"/>
        <w:jc w:val="both"/>
        <w:rPr>
          <w:sz w:val="26"/>
          <w:szCs w:val="26"/>
          <w:lang w:val="uk-UA"/>
        </w:rPr>
      </w:pPr>
      <w:r>
        <w:rPr>
          <w:sz w:val="26"/>
          <w:szCs w:val="26"/>
          <w:lang w:val="uk-UA"/>
        </w:rPr>
        <w:t xml:space="preserve">   - </w:t>
      </w:r>
      <w:r>
        <w:rPr>
          <w:b/>
          <w:sz w:val="26"/>
          <w:szCs w:val="26"/>
          <w:lang w:val="uk-UA"/>
        </w:rPr>
        <w:t xml:space="preserve">гр. Ждановій Я.С. </w:t>
      </w:r>
      <w:r>
        <w:rPr>
          <w:sz w:val="26"/>
          <w:szCs w:val="26"/>
          <w:lang w:val="uk-UA"/>
        </w:rPr>
        <w:t>на вул. Львівській пл. 0,0132 га для БОЖБ.</w:t>
      </w:r>
    </w:p>
    <w:p w:rsidR="00F66A52" w:rsidRDefault="00F66A52" w:rsidP="000744F9">
      <w:pPr>
        <w:pStyle w:val="ListParagraph"/>
        <w:tabs>
          <w:tab w:val="left" w:pos="0"/>
          <w:tab w:val="left" w:pos="426"/>
        </w:tabs>
        <w:ind w:left="0" w:firstLine="426"/>
        <w:jc w:val="both"/>
        <w:rPr>
          <w:sz w:val="26"/>
          <w:szCs w:val="26"/>
          <w:lang w:val="uk-UA"/>
        </w:rPr>
      </w:pPr>
    </w:p>
    <w:p w:rsidR="00F66A52" w:rsidRDefault="00F66A52" w:rsidP="000744F9">
      <w:pPr>
        <w:pStyle w:val="ListParagraph"/>
        <w:tabs>
          <w:tab w:val="left" w:pos="0"/>
          <w:tab w:val="left" w:pos="426"/>
        </w:tabs>
        <w:ind w:left="0" w:firstLine="426"/>
        <w:jc w:val="both"/>
        <w:rPr>
          <w:sz w:val="26"/>
          <w:szCs w:val="26"/>
          <w:lang w:val="uk-UA"/>
        </w:rPr>
      </w:pPr>
    </w:p>
    <w:p w:rsidR="00F66A52" w:rsidRDefault="00F66A52" w:rsidP="000744F9">
      <w:pPr>
        <w:pStyle w:val="ListParagraph"/>
        <w:tabs>
          <w:tab w:val="left" w:pos="0"/>
          <w:tab w:val="left" w:pos="426"/>
        </w:tabs>
        <w:ind w:left="0" w:firstLine="426"/>
        <w:jc w:val="both"/>
        <w:rPr>
          <w:sz w:val="26"/>
          <w:szCs w:val="26"/>
          <w:lang w:val="uk-UA"/>
        </w:rPr>
      </w:pPr>
    </w:p>
    <w:p w:rsidR="00F66A52" w:rsidRPr="000744F9" w:rsidRDefault="00F66A52" w:rsidP="000744F9">
      <w:pPr>
        <w:pStyle w:val="ListParagraph"/>
        <w:tabs>
          <w:tab w:val="left" w:pos="0"/>
          <w:tab w:val="left" w:pos="426"/>
        </w:tabs>
        <w:ind w:left="0" w:firstLine="426"/>
        <w:jc w:val="both"/>
        <w:rPr>
          <w:sz w:val="26"/>
          <w:szCs w:val="26"/>
          <w:lang w:val="uk-UA"/>
        </w:rPr>
      </w:pPr>
    </w:p>
    <w:p w:rsidR="00F66A52" w:rsidRDefault="00F66A52" w:rsidP="00F04C6A">
      <w:pPr>
        <w:tabs>
          <w:tab w:val="left" w:pos="0"/>
          <w:tab w:val="left" w:pos="426"/>
        </w:tabs>
        <w:ind w:firstLine="567"/>
        <w:jc w:val="both"/>
        <w:rPr>
          <w:sz w:val="26"/>
          <w:szCs w:val="26"/>
          <w:lang w:val="uk-UA"/>
        </w:rPr>
      </w:pPr>
      <w:r>
        <w:rPr>
          <w:sz w:val="26"/>
          <w:szCs w:val="26"/>
          <w:lang w:val="uk-UA"/>
        </w:rPr>
        <w:t xml:space="preserve">6. </w:t>
      </w:r>
      <w:r w:rsidRPr="008F0D3C">
        <w:rPr>
          <w:sz w:val="26"/>
          <w:szCs w:val="26"/>
          <w:lang w:val="uk-UA"/>
        </w:rPr>
        <w:t>Про затвердження</w:t>
      </w:r>
      <w:r>
        <w:rPr>
          <w:sz w:val="26"/>
          <w:szCs w:val="26"/>
          <w:lang w:val="uk-UA"/>
        </w:rPr>
        <w:t xml:space="preserve"> детальних планів території</w:t>
      </w:r>
      <w:r w:rsidRPr="008F0D3C">
        <w:rPr>
          <w:sz w:val="26"/>
          <w:szCs w:val="26"/>
          <w:lang w:val="uk-UA"/>
        </w:rPr>
        <w:t>:</w:t>
      </w:r>
    </w:p>
    <w:p w:rsidR="00F66A52" w:rsidRDefault="00F66A52" w:rsidP="000A0D38">
      <w:pPr>
        <w:ind w:firstLine="567"/>
        <w:jc w:val="both"/>
        <w:rPr>
          <w:sz w:val="26"/>
          <w:szCs w:val="26"/>
          <w:lang w:val="uk-UA"/>
        </w:rPr>
      </w:pPr>
      <w:r w:rsidRPr="004A6253">
        <w:rPr>
          <w:sz w:val="26"/>
          <w:szCs w:val="26"/>
          <w:lang w:val="uk-UA"/>
        </w:rPr>
        <w:t xml:space="preserve">- на вул. </w:t>
      </w:r>
      <w:r>
        <w:rPr>
          <w:sz w:val="26"/>
          <w:szCs w:val="26"/>
          <w:lang w:val="uk-UA"/>
        </w:rPr>
        <w:t>В.Чорновола, 8 «к» пл. 0,2794</w:t>
      </w:r>
      <w:r w:rsidRPr="004A6253">
        <w:rPr>
          <w:sz w:val="26"/>
          <w:szCs w:val="26"/>
          <w:lang w:val="uk-UA"/>
        </w:rPr>
        <w:t xml:space="preserve"> га для </w:t>
      </w:r>
      <w:r>
        <w:rPr>
          <w:sz w:val="26"/>
          <w:szCs w:val="26"/>
          <w:lang w:val="uk-UA"/>
        </w:rPr>
        <w:t>зміни цільового призначення земельної ділянки</w:t>
      </w:r>
      <w:r w:rsidRPr="009E17DB">
        <w:rPr>
          <w:b/>
          <w:sz w:val="26"/>
          <w:szCs w:val="26"/>
          <w:lang w:val="uk-UA"/>
        </w:rPr>
        <w:t xml:space="preserve"> </w:t>
      </w:r>
      <w:r>
        <w:rPr>
          <w:b/>
          <w:sz w:val="26"/>
          <w:szCs w:val="26"/>
          <w:lang w:val="uk-UA"/>
        </w:rPr>
        <w:t>гр. Павлишина Н.М.</w:t>
      </w:r>
      <w:r w:rsidRPr="004A6253">
        <w:rPr>
          <w:sz w:val="26"/>
          <w:szCs w:val="26"/>
          <w:lang w:val="uk-UA"/>
        </w:rPr>
        <w:t xml:space="preserve"> </w:t>
      </w:r>
      <w:r>
        <w:rPr>
          <w:sz w:val="26"/>
          <w:szCs w:val="26"/>
          <w:lang w:val="uk-UA"/>
        </w:rPr>
        <w:t>для будівництва багатоквартирного житлового будинку з об</w:t>
      </w:r>
      <w:r w:rsidRPr="00731FFA">
        <w:rPr>
          <w:sz w:val="26"/>
          <w:szCs w:val="26"/>
        </w:rPr>
        <w:t>’</w:t>
      </w:r>
      <w:r>
        <w:rPr>
          <w:sz w:val="26"/>
          <w:szCs w:val="26"/>
          <w:lang w:val="uk-UA"/>
        </w:rPr>
        <w:t>єктами торгово-розважальної інфраструктури</w:t>
      </w:r>
      <w:r w:rsidRPr="004A6253">
        <w:rPr>
          <w:sz w:val="26"/>
          <w:szCs w:val="26"/>
          <w:lang w:val="uk-UA"/>
        </w:rPr>
        <w:t>;</w:t>
      </w:r>
    </w:p>
    <w:p w:rsidR="00F66A52" w:rsidRPr="008F529C" w:rsidRDefault="00F66A52" w:rsidP="009E17DB">
      <w:pPr>
        <w:ind w:firstLine="567"/>
        <w:jc w:val="both"/>
        <w:rPr>
          <w:sz w:val="26"/>
          <w:szCs w:val="26"/>
          <w:lang w:val="uk-UA"/>
        </w:rPr>
      </w:pPr>
      <w:r w:rsidRPr="004A6253">
        <w:rPr>
          <w:sz w:val="26"/>
          <w:szCs w:val="26"/>
          <w:lang w:val="uk-UA"/>
        </w:rPr>
        <w:t xml:space="preserve">- на вул. </w:t>
      </w:r>
      <w:r>
        <w:rPr>
          <w:sz w:val="26"/>
          <w:szCs w:val="26"/>
          <w:lang w:val="uk-UA"/>
        </w:rPr>
        <w:t xml:space="preserve">Озаркевича, 3 для зміни цільового призначення земельної ділянки </w:t>
      </w:r>
      <w:r>
        <w:rPr>
          <w:b/>
          <w:sz w:val="26"/>
          <w:szCs w:val="26"/>
          <w:lang w:val="uk-UA"/>
        </w:rPr>
        <w:t>гр. Тильчак М.М.</w:t>
      </w:r>
      <w:r w:rsidRPr="004A6253">
        <w:rPr>
          <w:sz w:val="26"/>
          <w:szCs w:val="26"/>
          <w:lang w:val="uk-UA"/>
        </w:rPr>
        <w:t xml:space="preserve"> </w:t>
      </w:r>
      <w:r>
        <w:rPr>
          <w:sz w:val="26"/>
          <w:szCs w:val="26"/>
          <w:lang w:val="uk-UA"/>
        </w:rPr>
        <w:t>пл. 0,0878га з «для ведення ОСГ» на «для будівництва та обслуговування житлового будинку, господарських будівель та споруд».</w:t>
      </w:r>
    </w:p>
    <w:p w:rsidR="00F66A52" w:rsidRDefault="00F66A52" w:rsidP="00F04C6A">
      <w:pPr>
        <w:ind w:firstLine="567"/>
        <w:jc w:val="both"/>
        <w:rPr>
          <w:sz w:val="26"/>
          <w:szCs w:val="26"/>
          <w:lang w:val="uk-UA"/>
        </w:rPr>
      </w:pPr>
      <w:bookmarkStart w:id="0" w:name="_GoBack"/>
      <w:bookmarkEnd w:id="0"/>
      <w:r w:rsidRPr="004A6253">
        <w:rPr>
          <w:sz w:val="26"/>
          <w:szCs w:val="26"/>
          <w:lang w:val="uk-UA"/>
        </w:rPr>
        <w:t xml:space="preserve">- </w:t>
      </w:r>
      <w:r>
        <w:rPr>
          <w:sz w:val="26"/>
          <w:szCs w:val="26"/>
          <w:lang w:val="uk-UA"/>
        </w:rPr>
        <w:t>на вул.Львівській, 8 пл.0,0059</w:t>
      </w:r>
      <w:r w:rsidRPr="004A6253">
        <w:rPr>
          <w:sz w:val="26"/>
          <w:szCs w:val="26"/>
          <w:lang w:val="uk-UA"/>
        </w:rPr>
        <w:t xml:space="preserve"> га для </w:t>
      </w:r>
      <w:r>
        <w:rPr>
          <w:sz w:val="26"/>
          <w:szCs w:val="26"/>
          <w:lang w:val="uk-UA"/>
        </w:rPr>
        <w:t>б-ва та обслуг. гаража</w:t>
      </w:r>
      <w:r w:rsidRPr="009E17DB">
        <w:rPr>
          <w:b/>
          <w:sz w:val="26"/>
          <w:szCs w:val="26"/>
          <w:lang w:val="uk-UA"/>
        </w:rPr>
        <w:t xml:space="preserve"> </w:t>
      </w:r>
      <w:r>
        <w:rPr>
          <w:b/>
          <w:sz w:val="26"/>
          <w:szCs w:val="26"/>
          <w:lang w:val="uk-UA"/>
        </w:rPr>
        <w:t>гр. Гурецькій О.Д.</w:t>
      </w:r>
      <w:r w:rsidRPr="004A6253">
        <w:rPr>
          <w:sz w:val="26"/>
          <w:szCs w:val="26"/>
          <w:lang w:val="uk-UA"/>
        </w:rPr>
        <w:t>;</w:t>
      </w:r>
    </w:p>
    <w:p w:rsidR="00F66A52" w:rsidRDefault="00F66A52" w:rsidP="00AF2F78">
      <w:pPr>
        <w:ind w:firstLine="567"/>
        <w:jc w:val="both"/>
        <w:rPr>
          <w:sz w:val="26"/>
          <w:szCs w:val="26"/>
          <w:lang w:val="uk-UA"/>
        </w:rPr>
      </w:pPr>
      <w:r w:rsidRPr="004A6253">
        <w:rPr>
          <w:sz w:val="26"/>
          <w:szCs w:val="26"/>
          <w:lang w:val="uk-UA"/>
        </w:rPr>
        <w:t xml:space="preserve">- на вул. </w:t>
      </w:r>
      <w:r>
        <w:rPr>
          <w:sz w:val="26"/>
          <w:szCs w:val="26"/>
          <w:lang w:val="uk-UA"/>
        </w:rPr>
        <w:t>Кн.Ольги, 2 «б» пл. 0,0613</w:t>
      </w:r>
      <w:r w:rsidRPr="004A6253">
        <w:rPr>
          <w:sz w:val="26"/>
          <w:szCs w:val="26"/>
          <w:lang w:val="uk-UA"/>
        </w:rPr>
        <w:t xml:space="preserve"> га для </w:t>
      </w:r>
      <w:r>
        <w:rPr>
          <w:sz w:val="26"/>
          <w:szCs w:val="26"/>
          <w:lang w:val="uk-UA"/>
        </w:rPr>
        <w:t>БОЖБ</w:t>
      </w:r>
      <w:r w:rsidRPr="009E17DB">
        <w:rPr>
          <w:b/>
          <w:sz w:val="26"/>
          <w:szCs w:val="26"/>
          <w:lang w:val="uk-UA"/>
        </w:rPr>
        <w:t xml:space="preserve"> </w:t>
      </w:r>
      <w:r>
        <w:rPr>
          <w:b/>
          <w:sz w:val="26"/>
          <w:szCs w:val="26"/>
          <w:lang w:val="uk-UA"/>
        </w:rPr>
        <w:t>гр. Коротичу П.О.</w:t>
      </w:r>
      <w:r>
        <w:rPr>
          <w:sz w:val="26"/>
          <w:szCs w:val="26"/>
          <w:lang w:val="uk-UA"/>
        </w:rPr>
        <w:t>;</w:t>
      </w:r>
    </w:p>
    <w:p w:rsidR="00F66A52" w:rsidRDefault="00F66A52" w:rsidP="00F04C6A">
      <w:pPr>
        <w:tabs>
          <w:tab w:val="left" w:pos="0"/>
          <w:tab w:val="left" w:pos="426"/>
        </w:tabs>
        <w:ind w:firstLine="567"/>
        <w:jc w:val="both"/>
        <w:rPr>
          <w:sz w:val="26"/>
          <w:szCs w:val="26"/>
          <w:lang w:val="uk-UA"/>
        </w:rPr>
      </w:pPr>
      <w:r>
        <w:rPr>
          <w:sz w:val="26"/>
          <w:szCs w:val="26"/>
          <w:lang w:val="uk-UA"/>
        </w:rPr>
        <w:t>7. Про затвердження технічної документації із землеустрою:</w:t>
      </w:r>
    </w:p>
    <w:p w:rsidR="00F66A52" w:rsidRDefault="00F66A52" w:rsidP="009A0B3D">
      <w:pPr>
        <w:ind w:firstLine="567"/>
        <w:jc w:val="both"/>
        <w:rPr>
          <w:sz w:val="26"/>
          <w:szCs w:val="26"/>
          <w:lang w:val="uk-UA"/>
        </w:rPr>
      </w:pPr>
      <w:r w:rsidRPr="004A6253">
        <w:rPr>
          <w:sz w:val="26"/>
          <w:szCs w:val="26"/>
          <w:lang w:val="uk-UA"/>
        </w:rPr>
        <w:t xml:space="preserve">- </w:t>
      </w:r>
      <w:r>
        <w:rPr>
          <w:b/>
          <w:sz w:val="26"/>
          <w:szCs w:val="26"/>
          <w:lang w:val="uk-UA"/>
        </w:rPr>
        <w:t>гр. Слонівській Ю.І.</w:t>
      </w:r>
      <w:r w:rsidRPr="004A6253">
        <w:rPr>
          <w:sz w:val="26"/>
          <w:szCs w:val="26"/>
          <w:lang w:val="uk-UA"/>
        </w:rPr>
        <w:t xml:space="preserve"> на вул. </w:t>
      </w:r>
      <w:r>
        <w:rPr>
          <w:sz w:val="26"/>
          <w:szCs w:val="26"/>
          <w:lang w:val="uk-UA"/>
        </w:rPr>
        <w:t>Львівській, 3 «б» пл. 0,0100</w:t>
      </w:r>
      <w:r w:rsidRPr="004A6253">
        <w:rPr>
          <w:sz w:val="26"/>
          <w:szCs w:val="26"/>
          <w:lang w:val="uk-UA"/>
        </w:rPr>
        <w:t xml:space="preserve"> га для </w:t>
      </w:r>
      <w:r>
        <w:rPr>
          <w:sz w:val="26"/>
          <w:szCs w:val="26"/>
          <w:lang w:val="uk-UA"/>
        </w:rPr>
        <w:t>передачі в оренду для будівництва та обслуговування офісних приміщень</w:t>
      </w:r>
      <w:r w:rsidRPr="004A6253">
        <w:rPr>
          <w:sz w:val="26"/>
          <w:szCs w:val="26"/>
          <w:lang w:val="uk-UA"/>
        </w:rPr>
        <w:t>;</w:t>
      </w:r>
    </w:p>
    <w:p w:rsidR="00F66A52" w:rsidRPr="00F80204" w:rsidRDefault="00F66A52" w:rsidP="00F80204">
      <w:pPr>
        <w:ind w:firstLine="567"/>
        <w:jc w:val="both"/>
        <w:rPr>
          <w:sz w:val="26"/>
          <w:szCs w:val="26"/>
          <w:lang w:val="uk-UA"/>
        </w:rPr>
      </w:pPr>
      <w:r w:rsidRPr="004A6253">
        <w:rPr>
          <w:sz w:val="26"/>
          <w:szCs w:val="26"/>
          <w:lang w:val="uk-UA"/>
        </w:rPr>
        <w:t xml:space="preserve">- </w:t>
      </w:r>
      <w:r>
        <w:rPr>
          <w:b/>
          <w:sz w:val="26"/>
          <w:szCs w:val="26"/>
          <w:lang w:val="uk-UA"/>
        </w:rPr>
        <w:t>гр. Романів Т.В.</w:t>
      </w:r>
      <w:r w:rsidRPr="004A6253">
        <w:rPr>
          <w:sz w:val="26"/>
          <w:szCs w:val="26"/>
          <w:lang w:val="uk-UA"/>
        </w:rPr>
        <w:t xml:space="preserve"> на вул. </w:t>
      </w:r>
      <w:r>
        <w:rPr>
          <w:sz w:val="26"/>
          <w:szCs w:val="26"/>
          <w:lang w:val="uk-UA"/>
        </w:rPr>
        <w:t>Перемишльській, 9 «г» пл. 0,0210</w:t>
      </w:r>
      <w:r w:rsidRPr="004A6253">
        <w:rPr>
          <w:sz w:val="26"/>
          <w:szCs w:val="26"/>
          <w:lang w:val="uk-UA"/>
        </w:rPr>
        <w:t xml:space="preserve"> га для </w:t>
      </w:r>
      <w:r>
        <w:rPr>
          <w:sz w:val="26"/>
          <w:szCs w:val="26"/>
          <w:lang w:val="uk-UA"/>
        </w:rPr>
        <w:t>передачі в оренду для будівництва та обслуговування будівель торгівлі</w:t>
      </w:r>
      <w:r w:rsidRPr="004A6253">
        <w:rPr>
          <w:sz w:val="26"/>
          <w:szCs w:val="26"/>
          <w:lang w:val="uk-UA"/>
        </w:rPr>
        <w:t>;</w:t>
      </w:r>
    </w:p>
    <w:p w:rsidR="00F66A52" w:rsidRPr="00731FFA" w:rsidRDefault="00F66A52" w:rsidP="00092EE9">
      <w:pPr>
        <w:ind w:firstLine="567"/>
        <w:jc w:val="both"/>
        <w:rPr>
          <w:sz w:val="26"/>
          <w:szCs w:val="26"/>
        </w:rPr>
      </w:pPr>
      <w:r w:rsidRPr="004A6253">
        <w:rPr>
          <w:sz w:val="26"/>
          <w:szCs w:val="26"/>
          <w:lang w:val="uk-UA"/>
        </w:rPr>
        <w:t xml:space="preserve">- </w:t>
      </w:r>
      <w:r>
        <w:rPr>
          <w:b/>
          <w:sz w:val="26"/>
          <w:szCs w:val="26"/>
          <w:lang w:val="uk-UA"/>
        </w:rPr>
        <w:t>гр. Сохану І.І.</w:t>
      </w:r>
      <w:r w:rsidRPr="004A6253">
        <w:rPr>
          <w:sz w:val="26"/>
          <w:szCs w:val="26"/>
          <w:lang w:val="uk-UA"/>
        </w:rPr>
        <w:t xml:space="preserve"> на вул. </w:t>
      </w:r>
      <w:r>
        <w:rPr>
          <w:sz w:val="26"/>
          <w:szCs w:val="26"/>
          <w:lang w:val="uk-UA"/>
        </w:rPr>
        <w:t>С.Петлюри, 17 пл. 0,0874</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4E342D">
      <w:pPr>
        <w:ind w:firstLine="567"/>
        <w:jc w:val="both"/>
        <w:rPr>
          <w:sz w:val="26"/>
          <w:szCs w:val="26"/>
          <w:lang w:val="uk-UA"/>
        </w:rPr>
      </w:pPr>
      <w:r w:rsidRPr="004A6253">
        <w:rPr>
          <w:sz w:val="26"/>
          <w:szCs w:val="26"/>
          <w:lang w:val="uk-UA"/>
        </w:rPr>
        <w:t xml:space="preserve">- </w:t>
      </w:r>
      <w:r>
        <w:rPr>
          <w:b/>
          <w:sz w:val="26"/>
          <w:szCs w:val="26"/>
          <w:lang w:val="uk-UA"/>
        </w:rPr>
        <w:t>гр. Шмигун М.І.</w:t>
      </w:r>
      <w:r w:rsidRPr="004A6253">
        <w:rPr>
          <w:sz w:val="26"/>
          <w:szCs w:val="26"/>
          <w:lang w:val="uk-UA"/>
        </w:rPr>
        <w:t xml:space="preserve"> на вул. </w:t>
      </w:r>
      <w:r>
        <w:rPr>
          <w:sz w:val="26"/>
          <w:szCs w:val="26"/>
          <w:lang w:val="uk-UA"/>
        </w:rPr>
        <w:t>Підгай, 59 пл. 0,0711</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Pr="00731FFA" w:rsidRDefault="00F66A52" w:rsidP="004E342D">
      <w:pPr>
        <w:ind w:firstLine="567"/>
        <w:jc w:val="both"/>
        <w:rPr>
          <w:sz w:val="26"/>
          <w:szCs w:val="26"/>
        </w:rPr>
      </w:pPr>
      <w:r w:rsidRPr="004A6253">
        <w:rPr>
          <w:sz w:val="26"/>
          <w:szCs w:val="26"/>
          <w:lang w:val="uk-UA"/>
        </w:rPr>
        <w:t xml:space="preserve">- </w:t>
      </w:r>
      <w:r>
        <w:rPr>
          <w:b/>
          <w:sz w:val="26"/>
          <w:szCs w:val="26"/>
          <w:lang w:val="uk-UA"/>
        </w:rPr>
        <w:t>гр. Ліхненко С.І.</w:t>
      </w:r>
      <w:r w:rsidRPr="004A6253">
        <w:rPr>
          <w:sz w:val="26"/>
          <w:szCs w:val="26"/>
          <w:lang w:val="uk-UA"/>
        </w:rPr>
        <w:t xml:space="preserve"> на вул. </w:t>
      </w:r>
      <w:r>
        <w:rPr>
          <w:sz w:val="26"/>
          <w:szCs w:val="26"/>
          <w:lang w:val="uk-UA"/>
        </w:rPr>
        <w:t>Підгай, 59 «а» пл. 0,0455</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467B16">
      <w:pPr>
        <w:ind w:firstLine="567"/>
        <w:jc w:val="both"/>
        <w:rPr>
          <w:sz w:val="26"/>
          <w:szCs w:val="26"/>
          <w:lang w:val="uk-UA"/>
        </w:rPr>
      </w:pPr>
      <w:r w:rsidRPr="004A6253">
        <w:rPr>
          <w:sz w:val="26"/>
          <w:szCs w:val="26"/>
          <w:lang w:val="uk-UA"/>
        </w:rPr>
        <w:t xml:space="preserve">- </w:t>
      </w:r>
      <w:r>
        <w:rPr>
          <w:b/>
          <w:sz w:val="26"/>
          <w:szCs w:val="26"/>
          <w:lang w:val="uk-UA"/>
        </w:rPr>
        <w:t>гр. Кішко В.М.</w:t>
      </w:r>
      <w:r w:rsidRPr="004A6253">
        <w:rPr>
          <w:sz w:val="26"/>
          <w:szCs w:val="26"/>
          <w:lang w:val="uk-UA"/>
        </w:rPr>
        <w:t xml:space="preserve"> на вул. </w:t>
      </w:r>
      <w:r>
        <w:rPr>
          <w:sz w:val="26"/>
          <w:szCs w:val="26"/>
          <w:lang w:val="uk-UA"/>
        </w:rPr>
        <w:t>Л.Українки, 1 «а» пл. 0,0465</w:t>
      </w:r>
      <w:r w:rsidRPr="004A6253">
        <w:rPr>
          <w:sz w:val="26"/>
          <w:szCs w:val="26"/>
          <w:lang w:val="uk-UA"/>
        </w:rPr>
        <w:t xml:space="preserve"> га для </w:t>
      </w:r>
      <w:r>
        <w:rPr>
          <w:sz w:val="26"/>
          <w:szCs w:val="26"/>
          <w:lang w:val="uk-UA"/>
        </w:rPr>
        <w:t>БОЖБ</w:t>
      </w:r>
      <w:r w:rsidRPr="004A6253">
        <w:rPr>
          <w:sz w:val="26"/>
          <w:szCs w:val="26"/>
          <w:lang w:val="uk-UA"/>
        </w:rPr>
        <w:t>;</w:t>
      </w:r>
    </w:p>
    <w:p w:rsidR="00F66A52" w:rsidRDefault="00F66A52" w:rsidP="00DF5206">
      <w:pPr>
        <w:ind w:firstLine="567"/>
        <w:jc w:val="both"/>
        <w:rPr>
          <w:sz w:val="26"/>
          <w:szCs w:val="26"/>
          <w:lang w:val="uk-UA"/>
        </w:rPr>
      </w:pPr>
      <w:r w:rsidRPr="004A6253">
        <w:rPr>
          <w:sz w:val="26"/>
          <w:szCs w:val="26"/>
          <w:lang w:val="uk-UA"/>
        </w:rPr>
        <w:t xml:space="preserve">- </w:t>
      </w:r>
      <w:r>
        <w:rPr>
          <w:b/>
          <w:sz w:val="26"/>
          <w:szCs w:val="26"/>
          <w:lang w:val="uk-UA"/>
        </w:rPr>
        <w:t>гр. Цапу Б.Ф.</w:t>
      </w:r>
      <w:r w:rsidRPr="004A6253">
        <w:rPr>
          <w:sz w:val="26"/>
          <w:szCs w:val="26"/>
          <w:lang w:val="uk-UA"/>
        </w:rPr>
        <w:t xml:space="preserve"> на вул. </w:t>
      </w:r>
      <w:r>
        <w:rPr>
          <w:sz w:val="26"/>
          <w:szCs w:val="26"/>
          <w:lang w:val="uk-UA"/>
        </w:rPr>
        <w:t>Львівській, 579 пл. 0,1000</w:t>
      </w:r>
      <w:r w:rsidRPr="004A6253">
        <w:rPr>
          <w:sz w:val="26"/>
          <w:szCs w:val="26"/>
          <w:lang w:val="uk-UA"/>
        </w:rPr>
        <w:t xml:space="preserve"> га для </w:t>
      </w:r>
      <w:r>
        <w:rPr>
          <w:sz w:val="26"/>
          <w:szCs w:val="26"/>
          <w:lang w:val="uk-UA"/>
        </w:rPr>
        <w:t>БОЖБ.</w:t>
      </w:r>
    </w:p>
    <w:p w:rsidR="00F66A52" w:rsidRDefault="00F66A52" w:rsidP="00C43834">
      <w:pPr>
        <w:pStyle w:val="ListParagraph"/>
        <w:tabs>
          <w:tab w:val="left" w:pos="0"/>
          <w:tab w:val="left" w:pos="426"/>
        </w:tabs>
        <w:ind w:left="0" w:firstLine="567"/>
        <w:jc w:val="both"/>
        <w:rPr>
          <w:sz w:val="26"/>
          <w:szCs w:val="26"/>
          <w:lang w:val="uk-UA"/>
        </w:rPr>
      </w:pPr>
      <w:r>
        <w:rPr>
          <w:sz w:val="26"/>
          <w:szCs w:val="26"/>
          <w:lang w:val="uk-UA"/>
        </w:rPr>
        <w:t>8. Про надання дозволів на розробку детальних планів території:</w:t>
      </w:r>
    </w:p>
    <w:p w:rsidR="00F66A52" w:rsidRDefault="00F66A52" w:rsidP="00C43834">
      <w:pPr>
        <w:pStyle w:val="ListParagraph"/>
        <w:tabs>
          <w:tab w:val="left" w:pos="0"/>
          <w:tab w:val="left" w:pos="426"/>
        </w:tabs>
        <w:ind w:left="0" w:firstLine="567"/>
        <w:jc w:val="both"/>
        <w:rPr>
          <w:sz w:val="26"/>
          <w:szCs w:val="26"/>
          <w:lang w:val="uk-UA"/>
        </w:rPr>
      </w:pPr>
      <w:r>
        <w:rPr>
          <w:sz w:val="26"/>
          <w:szCs w:val="26"/>
          <w:lang w:val="uk-UA"/>
        </w:rPr>
        <w:t xml:space="preserve">- для зміни цільового призначення орендованої </w:t>
      </w:r>
      <w:r w:rsidRPr="00A942E0">
        <w:rPr>
          <w:b/>
          <w:sz w:val="26"/>
          <w:szCs w:val="26"/>
          <w:lang w:val="uk-UA"/>
        </w:rPr>
        <w:t>гр. Кунащук І.В.</w:t>
      </w:r>
      <w:r>
        <w:rPr>
          <w:sz w:val="26"/>
          <w:szCs w:val="26"/>
          <w:lang w:val="uk-UA"/>
        </w:rPr>
        <w:t xml:space="preserve"> зем. діл. пл. 0,2931 га на вул. Чорновола, 10-а для б-ва та обслуг. багатоквартирного житлового будинку з вбудовано-прибудованими приміщеннями громадського призначення;</w:t>
      </w:r>
    </w:p>
    <w:p w:rsidR="00F66A52" w:rsidRDefault="00F66A52" w:rsidP="00C43834">
      <w:pPr>
        <w:pStyle w:val="ListParagraph"/>
        <w:tabs>
          <w:tab w:val="left" w:pos="0"/>
          <w:tab w:val="left" w:pos="426"/>
        </w:tabs>
        <w:ind w:left="0" w:firstLine="567"/>
        <w:jc w:val="both"/>
        <w:rPr>
          <w:sz w:val="26"/>
          <w:szCs w:val="26"/>
          <w:lang w:val="uk-UA"/>
        </w:rPr>
      </w:pPr>
      <w:r>
        <w:rPr>
          <w:sz w:val="26"/>
          <w:szCs w:val="26"/>
          <w:lang w:val="uk-UA"/>
        </w:rPr>
        <w:t xml:space="preserve">- для зміни цільового призначення земельної ділянки </w:t>
      </w:r>
      <w:r w:rsidRPr="00955840">
        <w:rPr>
          <w:b/>
          <w:sz w:val="26"/>
          <w:szCs w:val="26"/>
          <w:lang w:val="uk-UA"/>
        </w:rPr>
        <w:t>гр. Роговської С.Д.</w:t>
      </w:r>
      <w:r>
        <w:rPr>
          <w:sz w:val="26"/>
          <w:szCs w:val="26"/>
          <w:lang w:val="uk-UA"/>
        </w:rPr>
        <w:t xml:space="preserve"> на вул. Перемишльській, 8-а для будівництва та обслуговування нежитлових будівель громадської забудови. </w:t>
      </w:r>
    </w:p>
    <w:p w:rsidR="00F66A52" w:rsidRDefault="00F66A52" w:rsidP="00C43834">
      <w:pPr>
        <w:pStyle w:val="ListParagraph"/>
        <w:tabs>
          <w:tab w:val="left" w:pos="0"/>
          <w:tab w:val="left" w:pos="426"/>
        </w:tabs>
        <w:ind w:left="0" w:firstLine="567"/>
        <w:jc w:val="both"/>
        <w:rPr>
          <w:sz w:val="26"/>
          <w:szCs w:val="26"/>
          <w:lang w:val="uk-UA"/>
        </w:rPr>
      </w:pPr>
      <w:r>
        <w:rPr>
          <w:sz w:val="26"/>
          <w:szCs w:val="26"/>
          <w:lang w:val="uk-UA"/>
        </w:rPr>
        <w:t xml:space="preserve">- для обслуговування багатоквартирного житлового будинку та прибудинкової території </w:t>
      </w:r>
      <w:r w:rsidRPr="00A942E0">
        <w:rPr>
          <w:b/>
          <w:sz w:val="26"/>
          <w:szCs w:val="26"/>
          <w:lang w:val="uk-UA"/>
        </w:rPr>
        <w:t>ОСББ «На Валовій 6»</w:t>
      </w:r>
      <w:r>
        <w:rPr>
          <w:sz w:val="26"/>
          <w:szCs w:val="26"/>
          <w:lang w:val="uk-UA"/>
        </w:rPr>
        <w:t xml:space="preserve"> на вул. Валовій, 6.</w:t>
      </w:r>
    </w:p>
    <w:p w:rsidR="00F66A52" w:rsidRPr="00B70296" w:rsidRDefault="00F66A52" w:rsidP="00C43834">
      <w:pPr>
        <w:pStyle w:val="ListParagraph"/>
        <w:tabs>
          <w:tab w:val="left" w:pos="0"/>
          <w:tab w:val="left" w:pos="426"/>
        </w:tabs>
        <w:ind w:left="0" w:firstLine="567"/>
        <w:jc w:val="both"/>
        <w:rPr>
          <w:sz w:val="26"/>
          <w:szCs w:val="26"/>
          <w:lang w:val="uk-UA"/>
        </w:rPr>
      </w:pPr>
      <w:r>
        <w:rPr>
          <w:sz w:val="26"/>
          <w:szCs w:val="26"/>
          <w:lang w:val="uk-UA"/>
        </w:rPr>
        <w:t xml:space="preserve">9. Про заяву </w:t>
      </w:r>
      <w:r w:rsidRPr="006B7EDE">
        <w:rPr>
          <w:b/>
          <w:sz w:val="26"/>
          <w:szCs w:val="26"/>
          <w:lang w:val="uk-UA"/>
        </w:rPr>
        <w:t>гр. Кацюби І.Р.</w:t>
      </w:r>
      <w:r>
        <w:rPr>
          <w:sz w:val="26"/>
          <w:szCs w:val="26"/>
          <w:lang w:val="uk-UA"/>
        </w:rPr>
        <w:t xml:space="preserve"> щодо внесення змін в рішення сесії міської ради №2553 від 10.12.2019 року «Про надання дозволу на розробку детального плану території для будівництва та обслуговування офісних приміщень та інших приміщень громадського призначення на вул. Львівській, 38 «с».</w:t>
      </w:r>
    </w:p>
    <w:sectPr w:rsidR="00F66A52" w:rsidRPr="00B70296" w:rsidSect="009E17DB">
      <w:pgSz w:w="11906" w:h="16838"/>
      <w:pgMar w:top="737" w:right="680" w:bottom="737"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A52" w:rsidRDefault="00F66A52" w:rsidP="00332A77">
      <w:r>
        <w:separator/>
      </w:r>
    </w:p>
  </w:endnote>
  <w:endnote w:type="continuationSeparator" w:id="0">
    <w:p w:rsidR="00F66A52" w:rsidRDefault="00F66A52" w:rsidP="00332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A52" w:rsidRDefault="00F66A52" w:rsidP="00332A77">
      <w:r>
        <w:separator/>
      </w:r>
    </w:p>
  </w:footnote>
  <w:footnote w:type="continuationSeparator" w:id="0">
    <w:p w:rsidR="00F66A52" w:rsidRDefault="00F66A52" w:rsidP="00332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029F"/>
    <w:multiLevelType w:val="hybridMultilevel"/>
    <w:tmpl w:val="67EC460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4624AF7"/>
    <w:multiLevelType w:val="hybridMultilevel"/>
    <w:tmpl w:val="A61289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93E51EA"/>
    <w:multiLevelType w:val="hybridMultilevel"/>
    <w:tmpl w:val="92A8D646"/>
    <w:lvl w:ilvl="0" w:tplc="32F0ABF0">
      <w:start w:val="4"/>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3">
    <w:nsid w:val="0C346580"/>
    <w:multiLevelType w:val="hybridMultilevel"/>
    <w:tmpl w:val="C54A25CA"/>
    <w:lvl w:ilvl="0" w:tplc="548E5D1E">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4">
    <w:nsid w:val="0DE94C00"/>
    <w:multiLevelType w:val="hybridMultilevel"/>
    <w:tmpl w:val="16588EBE"/>
    <w:lvl w:ilvl="0" w:tplc="307EBEFA">
      <w:start w:val="3"/>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0EB85D30"/>
    <w:multiLevelType w:val="hybridMultilevel"/>
    <w:tmpl w:val="F3A6F206"/>
    <w:lvl w:ilvl="0" w:tplc="4A3EABB6">
      <w:start w:val="4"/>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nsid w:val="1029311D"/>
    <w:multiLevelType w:val="hybridMultilevel"/>
    <w:tmpl w:val="5F326C38"/>
    <w:lvl w:ilvl="0" w:tplc="3DEC069E">
      <w:start w:val="2"/>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nsid w:val="11B04834"/>
    <w:multiLevelType w:val="hybridMultilevel"/>
    <w:tmpl w:val="A96AD9C0"/>
    <w:lvl w:ilvl="0" w:tplc="13E6C1A6">
      <w:start w:val="2"/>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8">
    <w:nsid w:val="1AC80FB2"/>
    <w:multiLevelType w:val="hybridMultilevel"/>
    <w:tmpl w:val="322069AC"/>
    <w:lvl w:ilvl="0" w:tplc="6060AB1E">
      <w:start w:val="8"/>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9">
    <w:nsid w:val="2495146B"/>
    <w:multiLevelType w:val="hybridMultilevel"/>
    <w:tmpl w:val="3C20FBA6"/>
    <w:lvl w:ilvl="0" w:tplc="ED78C3A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0">
    <w:nsid w:val="2DB12494"/>
    <w:multiLevelType w:val="hybridMultilevel"/>
    <w:tmpl w:val="0458FC86"/>
    <w:lvl w:ilvl="0" w:tplc="2EAE2558">
      <w:start w:val="8"/>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1">
    <w:nsid w:val="2E0A6198"/>
    <w:multiLevelType w:val="hybridMultilevel"/>
    <w:tmpl w:val="E4CAAA1E"/>
    <w:lvl w:ilvl="0" w:tplc="2CCE3FC6">
      <w:start w:val="13"/>
      <w:numFmt w:val="decimal"/>
      <w:lvlText w:val="%1."/>
      <w:lvlJc w:val="left"/>
      <w:pPr>
        <w:ind w:left="1140" w:hanging="360"/>
      </w:pPr>
      <w:rPr>
        <w:rFonts w:cs="Times New Roman" w:hint="default"/>
      </w:rPr>
    </w:lvl>
    <w:lvl w:ilvl="1" w:tplc="04220019" w:tentative="1">
      <w:start w:val="1"/>
      <w:numFmt w:val="lowerLetter"/>
      <w:lvlText w:val="%2."/>
      <w:lvlJc w:val="left"/>
      <w:pPr>
        <w:ind w:left="1860" w:hanging="360"/>
      </w:pPr>
      <w:rPr>
        <w:rFonts w:cs="Times New Roman"/>
      </w:rPr>
    </w:lvl>
    <w:lvl w:ilvl="2" w:tplc="0422001B" w:tentative="1">
      <w:start w:val="1"/>
      <w:numFmt w:val="lowerRoman"/>
      <w:lvlText w:val="%3."/>
      <w:lvlJc w:val="right"/>
      <w:pPr>
        <w:ind w:left="2580" w:hanging="180"/>
      </w:pPr>
      <w:rPr>
        <w:rFonts w:cs="Times New Roman"/>
      </w:rPr>
    </w:lvl>
    <w:lvl w:ilvl="3" w:tplc="0422000F" w:tentative="1">
      <w:start w:val="1"/>
      <w:numFmt w:val="decimal"/>
      <w:lvlText w:val="%4."/>
      <w:lvlJc w:val="left"/>
      <w:pPr>
        <w:ind w:left="3300" w:hanging="360"/>
      </w:pPr>
      <w:rPr>
        <w:rFonts w:cs="Times New Roman"/>
      </w:rPr>
    </w:lvl>
    <w:lvl w:ilvl="4" w:tplc="04220019" w:tentative="1">
      <w:start w:val="1"/>
      <w:numFmt w:val="lowerLetter"/>
      <w:lvlText w:val="%5."/>
      <w:lvlJc w:val="left"/>
      <w:pPr>
        <w:ind w:left="4020" w:hanging="360"/>
      </w:pPr>
      <w:rPr>
        <w:rFonts w:cs="Times New Roman"/>
      </w:rPr>
    </w:lvl>
    <w:lvl w:ilvl="5" w:tplc="0422001B" w:tentative="1">
      <w:start w:val="1"/>
      <w:numFmt w:val="lowerRoman"/>
      <w:lvlText w:val="%6."/>
      <w:lvlJc w:val="right"/>
      <w:pPr>
        <w:ind w:left="4740" w:hanging="180"/>
      </w:pPr>
      <w:rPr>
        <w:rFonts w:cs="Times New Roman"/>
      </w:rPr>
    </w:lvl>
    <w:lvl w:ilvl="6" w:tplc="0422000F" w:tentative="1">
      <w:start w:val="1"/>
      <w:numFmt w:val="decimal"/>
      <w:lvlText w:val="%7."/>
      <w:lvlJc w:val="left"/>
      <w:pPr>
        <w:ind w:left="5460" w:hanging="360"/>
      </w:pPr>
      <w:rPr>
        <w:rFonts w:cs="Times New Roman"/>
      </w:rPr>
    </w:lvl>
    <w:lvl w:ilvl="7" w:tplc="04220019" w:tentative="1">
      <w:start w:val="1"/>
      <w:numFmt w:val="lowerLetter"/>
      <w:lvlText w:val="%8."/>
      <w:lvlJc w:val="left"/>
      <w:pPr>
        <w:ind w:left="6180" w:hanging="360"/>
      </w:pPr>
      <w:rPr>
        <w:rFonts w:cs="Times New Roman"/>
      </w:rPr>
    </w:lvl>
    <w:lvl w:ilvl="8" w:tplc="0422001B" w:tentative="1">
      <w:start w:val="1"/>
      <w:numFmt w:val="lowerRoman"/>
      <w:lvlText w:val="%9."/>
      <w:lvlJc w:val="right"/>
      <w:pPr>
        <w:ind w:left="6900" w:hanging="180"/>
      </w:pPr>
      <w:rPr>
        <w:rFonts w:cs="Times New Roman"/>
      </w:rPr>
    </w:lvl>
  </w:abstractNum>
  <w:abstractNum w:abstractNumId="12">
    <w:nsid w:val="2ECC72E6"/>
    <w:multiLevelType w:val="hybridMultilevel"/>
    <w:tmpl w:val="C9C2C614"/>
    <w:lvl w:ilvl="0" w:tplc="C85E546A">
      <w:start w:val="1"/>
      <w:numFmt w:val="decimal"/>
      <w:lvlText w:val="%1."/>
      <w:lvlJc w:val="left"/>
      <w:pPr>
        <w:ind w:left="846" w:hanging="360"/>
      </w:pPr>
      <w:rPr>
        <w:rFonts w:cs="Times New Roman" w:hint="default"/>
      </w:rPr>
    </w:lvl>
    <w:lvl w:ilvl="1" w:tplc="04220019" w:tentative="1">
      <w:start w:val="1"/>
      <w:numFmt w:val="lowerLetter"/>
      <w:lvlText w:val="%2."/>
      <w:lvlJc w:val="left"/>
      <w:pPr>
        <w:ind w:left="1566" w:hanging="360"/>
      </w:pPr>
      <w:rPr>
        <w:rFonts w:cs="Times New Roman"/>
      </w:rPr>
    </w:lvl>
    <w:lvl w:ilvl="2" w:tplc="0422001B" w:tentative="1">
      <w:start w:val="1"/>
      <w:numFmt w:val="lowerRoman"/>
      <w:lvlText w:val="%3."/>
      <w:lvlJc w:val="right"/>
      <w:pPr>
        <w:ind w:left="2286" w:hanging="180"/>
      </w:pPr>
      <w:rPr>
        <w:rFonts w:cs="Times New Roman"/>
      </w:rPr>
    </w:lvl>
    <w:lvl w:ilvl="3" w:tplc="0422000F" w:tentative="1">
      <w:start w:val="1"/>
      <w:numFmt w:val="decimal"/>
      <w:lvlText w:val="%4."/>
      <w:lvlJc w:val="left"/>
      <w:pPr>
        <w:ind w:left="3006" w:hanging="360"/>
      </w:pPr>
      <w:rPr>
        <w:rFonts w:cs="Times New Roman"/>
      </w:rPr>
    </w:lvl>
    <w:lvl w:ilvl="4" w:tplc="04220019" w:tentative="1">
      <w:start w:val="1"/>
      <w:numFmt w:val="lowerLetter"/>
      <w:lvlText w:val="%5."/>
      <w:lvlJc w:val="left"/>
      <w:pPr>
        <w:ind w:left="3726" w:hanging="360"/>
      </w:pPr>
      <w:rPr>
        <w:rFonts w:cs="Times New Roman"/>
      </w:rPr>
    </w:lvl>
    <w:lvl w:ilvl="5" w:tplc="0422001B" w:tentative="1">
      <w:start w:val="1"/>
      <w:numFmt w:val="lowerRoman"/>
      <w:lvlText w:val="%6."/>
      <w:lvlJc w:val="right"/>
      <w:pPr>
        <w:ind w:left="4446" w:hanging="180"/>
      </w:pPr>
      <w:rPr>
        <w:rFonts w:cs="Times New Roman"/>
      </w:rPr>
    </w:lvl>
    <w:lvl w:ilvl="6" w:tplc="0422000F" w:tentative="1">
      <w:start w:val="1"/>
      <w:numFmt w:val="decimal"/>
      <w:lvlText w:val="%7."/>
      <w:lvlJc w:val="left"/>
      <w:pPr>
        <w:ind w:left="5166" w:hanging="360"/>
      </w:pPr>
      <w:rPr>
        <w:rFonts w:cs="Times New Roman"/>
      </w:rPr>
    </w:lvl>
    <w:lvl w:ilvl="7" w:tplc="04220019" w:tentative="1">
      <w:start w:val="1"/>
      <w:numFmt w:val="lowerLetter"/>
      <w:lvlText w:val="%8."/>
      <w:lvlJc w:val="left"/>
      <w:pPr>
        <w:ind w:left="5886" w:hanging="360"/>
      </w:pPr>
      <w:rPr>
        <w:rFonts w:cs="Times New Roman"/>
      </w:rPr>
    </w:lvl>
    <w:lvl w:ilvl="8" w:tplc="0422001B" w:tentative="1">
      <w:start w:val="1"/>
      <w:numFmt w:val="lowerRoman"/>
      <w:lvlText w:val="%9."/>
      <w:lvlJc w:val="right"/>
      <w:pPr>
        <w:ind w:left="6606" w:hanging="180"/>
      </w:pPr>
      <w:rPr>
        <w:rFonts w:cs="Times New Roman"/>
      </w:rPr>
    </w:lvl>
  </w:abstractNum>
  <w:abstractNum w:abstractNumId="13">
    <w:nsid w:val="3E185F44"/>
    <w:multiLevelType w:val="hybridMultilevel"/>
    <w:tmpl w:val="3C608252"/>
    <w:lvl w:ilvl="0" w:tplc="8CA4FDB8">
      <w:start w:val="7"/>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4">
    <w:nsid w:val="43B70E36"/>
    <w:multiLevelType w:val="hybridMultilevel"/>
    <w:tmpl w:val="A6FCA274"/>
    <w:lvl w:ilvl="0" w:tplc="FDB2590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nsid w:val="463C2EE0"/>
    <w:multiLevelType w:val="hybridMultilevel"/>
    <w:tmpl w:val="3C34EBF2"/>
    <w:lvl w:ilvl="0" w:tplc="836C6FBE">
      <w:start w:val="3"/>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6">
    <w:nsid w:val="4AB07990"/>
    <w:multiLevelType w:val="hybridMultilevel"/>
    <w:tmpl w:val="08D417EA"/>
    <w:lvl w:ilvl="0" w:tplc="EAB607F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7">
    <w:nsid w:val="51A01EC7"/>
    <w:multiLevelType w:val="hybridMultilevel"/>
    <w:tmpl w:val="CBECC6E8"/>
    <w:lvl w:ilvl="0" w:tplc="409ABCE2">
      <w:start w:val="11"/>
      <w:numFmt w:val="decimal"/>
      <w:lvlText w:val="%1."/>
      <w:lvlJc w:val="left"/>
      <w:pPr>
        <w:ind w:left="786" w:hanging="360"/>
      </w:pPr>
      <w:rPr>
        <w:rFonts w:cs="Times New Roman" w:hint="default"/>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abstractNum w:abstractNumId="18">
    <w:nsid w:val="53FF1D8D"/>
    <w:multiLevelType w:val="hybridMultilevel"/>
    <w:tmpl w:val="1F987A34"/>
    <w:lvl w:ilvl="0" w:tplc="F210E20A">
      <w:start w:val="3"/>
      <w:numFmt w:val="decimal"/>
      <w:lvlText w:val="%1."/>
      <w:lvlJc w:val="left"/>
      <w:pPr>
        <w:ind w:left="780" w:hanging="360"/>
      </w:pPr>
      <w:rPr>
        <w:rFonts w:cs="Times New Roman" w:hint="default"/>
      </w:rPr>
    </w:lvl>
    <w:lvl w:ilvl="1" w:tplc="04220019" w:tentative="1">
      <w:start w:val="1"/>
      <w:numFmt w:val="lowerLetter"/>
      <w:lvlText w:val="%2."/>
      <w:lvlJc w:val="left"/>
      <w:pPr>
        <w:ind w:left="1500" w:hanging="360"/>
      </w:pPr>
      <w:rPr>
        <w:rFonts w:cs="Times New Roman"/>
      </w:rPr>
    </w:lvl>
    <w:lvl w:ilvl="2" w:tplc="0422001B" w:tentative="1">
      <w:start w:val="1"/>
      <w:numFmt w:val="lowerRoman"/>
      <w:lvlText w:val="%3."/>
      <w:lvlJc w:val="right"/>
      <w:pPr>
        <w:ind w:left="2220" w:hanging="180"/>
      </w:pPr>
      <w:rPr>
        <w:rFonts w:cs="Times New Roman"/>
      </w:rPr>
    </w:lvl>
    <w:lvl w:ilvl="3" w:tplc="0422000F" w:tentative="1">
      <w:start w:val="1"/>
      <w:numFmt w:val="decimal"/>
      <w:lvlText w:val="%4."/>
      <w:lvlJc w:val="left"/>
      <w:pPr>
        <w:ind w:left="2940" w:hanging="360"/>
      </w:pPr>
      <w:rPr>
        <w:rFonts w:cs="Times New Roman"/>
      </w:rPr>
    </w:lvl>
    <w:lvl w:ilvl="4" w:tplc="04220019" w:tentative="1">
      <w:start w:val="1"/>
      <w:numFmt w:val="lowerLetter"/>
      <w:lvlText w:val="%5."/>
      <w:lvlJc w:val="left"/>
      <w:pPr>
        <w:ind w:left="3660" w:hanging="360"/>
      </w:pPr>
      <w:rPr>
        <w:rFonts w:cs="Times New Roman"/>
      </w:rPr>
    </w:lvl>
    <w:lvl w:ilvl="5" w:tplc="0422001B" w:tentative="1">
      <w:start w:val="1"/>
      <w:numFmt w:val="lowerRoman"/>
      <w:lvlText w:val="%6."/>
      <w:lvlJc w:val="right"/>
      <w:pPr>
        <w:ind w:left="4380" w:hanging="180"/>
      </w:pPr>
      <w:rPr>
        <w:rFonts w:cs="Times New Roman"/>
      </w:rPr>
    </w:lvl>
    <w:lvl w:ilvl="6" w:tplc="0422000F" w:tentative="1">
      <w:start w:val="1"/>
      <w:numFmt w:val="decimal"/>
      <w:lvlText w:val="%7."/>
      <w:lvlJc w:val="left"/>
      <w:pPr>
        <w:ind w:left="5100" w:hanging="360"/>
      </w:pPr>
      <w:rPr>
        <w:rFonts w:cs="Times New Roman"/>
      </w:rPr>
    </w:lvl>
    <w:lvl w:ilvl="7" w:tplc="04220019" w:tentative="1">
      <w:start w:val="1"/>
      <w:numFmt w:val="lowerLetter"/>
      <w:lvlText w:val="%8."/>
      <w:lvlJc w:val="left"/>
      <w:pPr>
        <w:ind w:left="5820" w:hanging="360"/>
      </w:pPr>
      <w:rPr>
        <w:rFonts w:cs="Times New Roman"/>
      </w:rPr>
    </w:lvl>
    <w:lvl w:ilvl="8" w:tplc="0422001B" w:tentative="1">
      <w:start w:val="1"/>
      <w:numFmt w:val="lowerRoman"/>
      <w:lvlText w:val="%9."/>
      <w:lvlJc w:val="right"/>
      <w:pPr>
        <w:ind w:left="6540" w:hanging="180"/>
      </w:pPr>
      <w:rPr>
        <w:rFonts w:cs="Times New Roman"/>
      </w:rPr>
    </w:lvl>
  </w:abstractNum>
  <w:abstractNum w:abstractNumId="19">
    <w:nsid w:val="54371B6E"/>
    <w:multiLevelType w:val="hybridMultilevel"/>
    <w:tmpl w:val="826C0524"/>
    <w:lvl w:ilvl="0" w:tplc="222C457E">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20">
    <w:nsid w:val="54FF7098"/>
    <w:multiLevelType w:val="hybridMultilevel"/>
    <w:tmpl w:val="3D1CB6C8"/>
    <w:lvl w:ilvl="0" w:tplc="D8C829DC">
      <w:start w:val="17"/>
      <w:numFmt w:val="decimal"/>
      <w:lvlText w:val="%1."/>
      <w:lvlJc w:val="left"/>
      <w:pPr>
        <w:ind w:left="780" w:hanging="360"/>
      </w:pPr>
      <w:rPr>
        <w:rFonts w:cs="Times New Roman" w:hint="default"/>
      </w:rPr>
    </w:lvl>
    <w:lvl w:ilvl="1" w:tplc="04220019" w:tentative="1">
      <w:start w:val="1"/>
      <w:numFmt w:val="lowerLetter"/>
      <w:lvlText w:val="%2."/>
      <w:lvlJc w:val="left"/>
      <w:pPr>
        <w:ind w:left="1500" w:hanging="360"/>
      </w:pPr>
      <w:rPr>
        <w:rFonts w:cs="Times New Roman"/>
      </w:rPr>
    </w:lvl>
    <w:lvl w:ilvl="2" w:tplc="0422001B" w:tentative="1">
      <w:start w:val="1"/>
      <w:numFmt w:val="lowerRoman"/>
      <w:lvlText w:val="%3."/>
      <w:lvlJc w:val="right"/>
      <w:pPr>
        <w:ind w:left="2220" w:hanging="180"/>
      </w:pPr>
      <w:rPr>
        <w:rFonts w:cs="Times New Roman"/>
      </w:rPr>
    </w:lvl>
    <w:lvl w:ilvl="3" w:tplc="0422000F" w:tentative="1">
      <w:start w:val="1"/>
      <w:numFmt w:val="decimal"/>
      <w:lvlText w:val="%4."/>
      <w:lvlJc w:val="left"/>
      <w:pPr>
        <w:ind w:left="2940" w:hanging="360"/>
      </w:pPr>
      <w:rPr>
        <w:rFonts w:cs="Times New Roman"/>
      </w:rPr>
    </w:lvl>
    <w:lvl w:ilvl="4" w:tplc="04220019" w:tentative="1">
      <w:start w:val="1"/>
      <w:numFmt w:val="lowerLetter"/>
      <w:lvlText w:val="%5."/>
      <w:lvlJc w:val="left"/>
      <w:pPr>
        <w:ind w:left="3660" w:hanging="360"/>
      </w:pPr>
      <w:rPr>
        <w:rFonts w:cs="Times New Roman"/>
      </w:rPr>
    </w:lvl>
    <w:lvl w:ilvl="5" w:tplc="0422001B" w:tentative="1">
      <w:start w:val="1"/>
      <w:numFmt w:val="lowerRoman"/>
      <w:lvlText w:val="%6."/>
      <w:lvlJc w:val="right"/>
      <w:pPr>
        <w:ind w:left="4380" w:hanging="180"/>
      </w:pPr>
      <w:rPr>
        <w:rFonts w:cs="Times New Roman"/>
      </w:rPr>
    </w:lvl>
    <w:lvl w:ilvl="6" w:tplc="0422000F" w:tentative="1">
      <w:start w:val="1"/>
      <w:numFmt w:val="decimal"/>
      <w:lvlText w:val="%7."/>
      <w:lvlJc w:val="left"/>
      <w:pPr>
        <w:ind w:left="5100" w:hanging="360"/>
      </w:pPr>
      <w:rPr>
        <w:rFonts w:cs="Times New Roman"/>
      </w:rPr>
    </w:lvl>
    <w:lvl w:ilvl="7" w:tplc="04220019" w:tentative="1">
      <w:start w:val="1"/>
      <w:numFmt w:val="lowerLetter"/>
      <w:lvlText w:val="%8."/>
      <w:lvlJc w:val="left"/>
      <w:pPr>
        <w:ind w:left="5820" w:hanging="360"/>
      </w:pPr>
      <w:rPr>
        <w:rFonts w:cs="Times New Roman"/>
      </w:rPr>
    </w:lvl>
    <w:lvl w:ilvl="8" w:tplc="0422001B" w:tentative="1">
      <w:start w:val="1"/>
      <w:numFmt w:val="lowerRoman"/>
      <w:lvlText w:val="%9."/>
      <w:lvlJc w:val="right"/>
      <w:pPr>
        <w:ind w:left="6540" w:hanging="180"/>
      </w:pPr>
      <w:rPr>
        <w:rFonts w:cs="Times New Roman"/>
      </w:rPr>
    </w:lvl>
  </w:abstractNum>
  <w:abstractNum w:abstractNumId="21">
    <w:nsid w:val="55EB6251"/>
    <w:multiLevelType w:val="hybridMultilevel"/>
    <w:tmpl w:val="5770B6B4"/>
    <w:lvl w:ilvl="0" w:tplc="CE98214A">
      <w:start w:val="3"/>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2">
    <w:nsid w:val="598B68A8"/>
    <w:multiLevelType w:val="hybridMultilevel"/>
    <w:tmpl w:val="91EA5042"/>
    <w:lvl w:ilvl="0" w:tplc="801AD178">
      <w:start w:val="7"/>
      <w:numFmt w:val="decimal"/>
      <w:lvlText w:val="%1."/>
      <w:lvlJc w:val="left"/>
      <w:pPr>
        <w:ind w:left="780" w:hanging="360"/>
      </w:pPr>
      <w:rPr>
        <w:rFonts w:cs="Times New Roman" w:hint="default"/>
      </w:rPr>
    </w:lvl>
    <w:lvl w:ilvl="1" w:tplc="04220019" w:tentative="1">
      <w:start w:val="1"/>
      <w:numFmt w:val="lowerLetter"/>
      <w:lvlText w:val="%2."/>
      <w:lvlJc w:val="left"/>
      <w:pPr>
        <w:ind w:left="1500" w:hanging="360"/>
      </w:pPr>
      <w:rPr>
        <w:rFonts w:cs="Times New Roman"/>
      </w:rPr>
    </w:lvl>
    <w:lvl w:ilvl="2" w:tplc="0422001B" w:tentative="1">
      <w:start w:val="1"/>
      <w:numFmt w:val="lowerRoman"/>
      <w:lvlText w:val="%3."/>
      <w:lvlJc w:val="right"/>
      <w:pPr>
        <w:ind w:left="2220" w:hanging="180"/>
      </w:pPr>
      <w:rPr>
        <w:rFonts w:cs="Times New Roman"/>
      </w:rPr>
    </w:lvl>
    <w:lvl w:ilvl="3" w:tplc="0422000F" w:tentative="1">
      <w:start w:val="1"/>
      <w:numFmt w:val="decimal"/>
      <w:lvlText w:val="%4."/>
      <w:lvlJc w:val="left"/>
      <w:pPr>
        <w:ind w:left="2940" w:hanging="360"/>
      </w:pPr>
      <w:rPr>
        <w:rFonts w:cs="Times New Roman"/>
      </w:rPr>
    </w:lvl>
    <w:lvl w:ilvl="4" w:tplc="04220019" w:tentative="1">
      <w:start w:val="1"/>
      <w:numFmt w:val="lowerLetter"/>
      <w:lvlText w:val="%5."/>
      <w:lvlJc w:val="left"/>
      <w:pPr>
        <w:ind w:left="3660" w:hanging="360"/>
      </w:pPr>
      <w:rPr>
        <w:rFonts w:cs="Times New Roman"/>
      </w:rPr>
    </w:lvl>
    <w:lvl w:ilvl="5" w:tplc="0422001B" w:tentative="1">
      <w:start w:val="1"/>
      <w:numFmt w:val="lowerRoman"/>
      <w:lvlText w:val="%6."/>
      <w:lvlJc w:val="right"/>
      <w:pPr>
        <w:ind w:left="4380" w:hanging="180"/>
      </w:pPr>
      <w:rPr>
        <w:rFonts w:cs="Times New Roman"/>
      </w:rPr>
    </w:lvl>
    <w:lvl w:ilvl="6" w:tplc="0422000F" w:tentative="1">
      <w:start w:val="1"/>
      <w:numFmt w:val="decimal"/>
      <w:lvlText w:val="%7."/>
      <w:lvlJc w:val="left"/>
      <w:pPr>
        <w:ind w:left="5100" w:hanging="360"/>
      </w:pPr>
      <w:rPr>
        <w:rFonts w:cs="Times New Roman"/>
      </w:rPr>
    </w:lvl>
    <w:lvl w:ilvl="7" w:tplc="04220019" w:tentative="1">
      <w:start w:val="1"/>
      <w:numFmt w:val="lowerLetter"/>
      <w:lvlText w:val="%8."/>
      <w:lvlJc w:val="left"/>
      <w:pPr>
        <w:ind w:left="5820" w:hanging="360"/>
      </w:pPr>
      <w:rPr>
        <w:rFonts w:cs="Times New Roman"/>
      </w:rPr>
    </w:lvl>
    <w:lvl w:ilvl="8" w:tplc="0422001B" w:tentative="1">
      <w:start w:val="1"/>
      <w:numFmt w:val="lowerRoman"/>
      <w:lvlText w:val="%9."/>
      <w:lvlJc w:val="right"/>
      <w:pPr>
        <w:ind w:left="6540" w:hanging="180"/>
      </w:pPr>
      <w:rPr>
        <w:rFonts w:cs="Times New Roman"/>
      </w:rPr>
    </w:lvl>
  </w:abstractNum>
  <w:abstractNum w:abstractNumId="23">
    <w:nsid w:val="5B0809BF"/>
    <w:multiLevelType w:val="hybridMultilevel"/>
    <w:tmpl w:val="8FC4E50E"/>
    <w:lvl w:ilvl="0" w:tplc="A604656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4">
    <w:nsid w:val="5B256984"/>
    <w:multiLevelType w:val="hybridMultilevel"/>
    <w:tmpl w:val="DBE8D46A"/>
    <w:lvl w:ilvl="0" w:tplc="5F5E28D4">
      <w:start w:val="1"/>
      <w:numFmt w:val="decimal"/>
      <w:lvlText w:val="%1."/>
      <w:lvlJc w:val="left"/>
      <w:pPr>
        <w:ind w:left="1497" w:hanging="93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5">
    <w:nsid w:val="5BF75E21"/>
    <w:multiLevelType w:val="hybridMultilevel"/>
    <w:tmpl w:val="1046A2A8"/>
    <w:lvl w:ilvl="0" w:tplc="9244AC4A">
      <w:start w:val="16"/>
      <w:numFmt w:val="decimal"/>
      <w:lvlText w:val="%1."/>
      <w:lvlJc w:val="left"/>
      <w:pPr>
        <w:ind w:left="780" w:hanging="360"/>
      </w:pPr>
      <w:rPr>
        <w:rFonts w:cs="Times New Roman" w:hint="default"/>
      </w:rPr>
    </w:lvl>
    <w:lvl w:ilvl="1" w:tplc="04220019" w:tentative="1">
      <w:start w:val="1"/>
      <w:numFmt w:val="lowerLetter"/>
      <w:lvlText w:val="%2."/>
      <w:lvlJc w:val="left"/>
      <w:pPr>
        <w:ind w:left="1500" w:hanging="360"/>
      </w:pPr>
      <w:rPr>
        <w:rFonts w:cs="Times New Roman"/>
      </w:rPr>
    </w:lvl>
    <w:lvl w:ilvl="2" w:tplc="0422001B" w:tentative="1">
      <w:start w:val="1"/>
      <w:numFmt w:val="lowerRoman"/>
      <w:lvlText w:val="%3."/>
      <w:lvlJc w:val="right"/>
      <w:pPr>
        <w:ind w:left="2220" w:hanging="180"/>
      </w:pPr>
      <w:rPr>
        <w:rFonts w:cs="Times New Roman"/>
      </w:rPr>
    </w:lvl>
    <w:lvl w:ilvl="3" w:tplc="0422000F" w:tentative="1">
      <w:start w:val="1"/>
      <w:numFmt w:val="decimal"/>
      <w:lvlText w:val="%4."/>
      <w:lvlJc w:val="left"/>
      <w:pPr>
        <w:ind w:left="2940" w:hanging="360"/>
      </w:pPr>
      <w:rPr>
        <w:rFonts w:cs="Times New Roman"/>
      </w:rPr>
    </w:lvl>
    <w:lvl w:ilvl="4" w:tplc="04220019" w:tentative="1">
      <w:start w:val="1"/>
      <w:numFmt w:val="lowerLetter"/>
      <w:lvlText w:val="%5."/>
      <w:lvlJc w:val="left"/>
      <w:pPr>
        <w:ind w:left="3660" w:hanging="360"/>
      </w:pPr>
      <w:rPr>
        <w:rFonts w:cs="Times New Roman"/>
      </w:rPr>
    </w:lvl>
    <w:lvl w:ilvl="5" w:tplc="0422001B" w:tentative="1">
      <w:start w:val="1"/>
      <w:numFmt w:val="lowerRoman"/>
      <w:lvlText w:val="%6."/>
      <w:lvlJc w:val="right"/>
      <w:pPr>
        <w:ind w:left="4380" w:hanging="180"/>
      </w:pPr>
      <w:rPr>
        <w:rFonts w:cs="Times New Roman"/>
      </w:rPr>
    </w:lvl>
    <w:lvl w:ilvl="6" w:tplc="0422000F" w:tentative="1">
      <w:start w:val="1"/>
      <w:numFmt w:val="decimal"/>
      <w:lvlText w:val="%7."/>
      <w:lvlJc w:val="left"/>
      <w:pPr>
        <w:ind w:left="5100" w:hanging="360"/>
      </w:pPr>
      <w:rPr>
        <w:rFonts w:cs="Times New Roman"/>
      </w:rPr>
    </w:lvl>
    <w:lvl w:ilvl="7" w:tplc="04220019" w:tentative="1">
      <w:start w:val="1"/>
      <w:numFmt w:val="lowerLetter"/>
      <w:lvlText w:val="%8."/>
      <w:lvlJc w:val="left"/>
      <w:pPr>
        <w:ind w:left="5820" w:hanging="360"/>
      </w:pPr>
      <w:rPr>
        <w:rFonts w:cs="Times New Roman"/>
      </w:rPr>
    </w:lvl>
    <w:lvl w:ilvl="8" w:tplc="0422001B" w:tentative="1">
      <w:start w:val="1"/>
      <w:numFmt w:val="lowerRoman"/>
      <w:lvlText w:val="%9."/>
      <w:lvlJc w:val="right"/>
      <w:pPr>
        <w:ind w:left="6540" w:hanging="180"/>
      </w:pPr>
      <w:rPr>
        <w:rFonts w:cs="Times New Roman"/>
      </w:rPr>
    </w:lvl>
  </w:abstractNum>
  <w:abstractNum w:abstractNumId="26">
    <w:nsid w:val="5DC922C5"/>
    <w:multiLevelType w:val="hybridMultilevel"/>
    <w:tmpl w:val="1B3AC29E"/>
    <w:lvl w:ilvl="0" w:tplc="EF12437A">
      <w:start w:val="7"/>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7">
    <w:nsid w:val="62551DD1"/>
    <w:multiLevelType w:val="hybridMultilevel"/>
    <w:tmpl w:val="149AA742"/>
    <w:lvl w:ilvl="0" w:tplc="2BAA951E">
      <w:start w:val="12"/>
      <w:numFmt w:val="decimal"/>
      <w:lvlText w:val="%1."/>
      <w:lvlJc w:val="left"/>
      <w:pPr>
        <w:ind w:left="780" w:hanging="360"/>
      </w:pPr>
      <w:rPr>
        <w:rFonts w:cs="Times New Roman" w:hint="default"/>
      </w:rPr>
    </w:lvl>
    <w:lvl w:ilvl="1" w:tplc="04220019" w:tentative="1">
      <w:start w:val="1"/>
      <w:numFmt w:val="lowerLetter"/>
      <w:lvlText w:val="%2."/>
      <w:lvlJc w:val="left"/>
      <w:pPr>
        <w:ind w:left="1500" w:hanging="360"/>
      </w:pPr>
      <w:rPr>
        <w:rFonts w:cs="Times New Roman"/>
      </w:rPr>
    </w:lvl>
    <w:lvl w:ilvl="2" w:tplc="0422001B" w:tentative="1">
      <w:start w:val="1"/>
      <w:numFmt w:val="lowerRoman"/>
      <w:lvlText w:val="%3."/>
      <w:lvlJc w:val="right"/>
      <w:pPr>
        <w:ind w:left="2220" w:hanging="180"/>
      </w:pPr>
      <w:rPr>
        <w:rFonts w:cs="Times New Roman"/>
      </w:rPr>
    </w:lvl>
    <w:lvl w:ilvl="3" w:tplc="0422000F" w:tentative="1">
      <w:start w:val="1"/>
      <w:numFmt w:val="decimal"/>
      <w:lvlText w:val="%4."/>
      <w:lvlJc w:val="left"/>
      <w:pPr>
        <w:ind w:left="2940" w:hanging="360"/>
      </w:pPr>
      <w:rPr>
        <w:rFonts w:cs="Times New Roman"/>
      </w:rPr>
    </w:lvl>
    <w:lvl w:ilvl="4" w:tplc="04220019" w:tentative="1">
      <w:start w:val="1"/>
      <w:numFmt w:val="lowerLetter"/>
      <w:lvlText w:val="%5."/>
      <w:lvlJc w:val="left"/>
      <w:pPr>
        <w:ind w:left="3660" w:hanging="360"/>
      </w:pPr>
      <w:rPr>
        <w:rFonts w:cs="Times New Roman"/>
      </w:rPr>
    </w:lvl>
    <w:lvl w:ilvl="5" w:tplc="0422001B" w:tentative="1">
      <w:start w:val="1"/>
      <w:numFmt w:val="lowerRoman"/>
      <w:lvlText w:val="%6."/>
      <w:lvlJc w:val="right"/>
      <w:pPr>
        <w:ind w:left="4380" w:hanging="180"/>
      </w:pPr>
      <w:rPr>
        <w:rFonts w:cs="Times New Roman"/>
      </w:rPr>
    </w:lvl>
    <w:lvl w:ilvl="6" w:tplc="0422000F" w:tentative="1">
      <w:start w:val="1"/>
      <w:numFmt w:val="decimal"/>
      <w:lvlText w:val="%7."/>
      <w:lvlJc w:val="left"/>
      <w:pPr>
        <w:ind w:left="5100" w:hanging="360"/>
      </w:pPr>
      <w:rPr>
        <w:rFonts w:cs="Times New Roman"/>
      </w:rPr>
    </w:lvl>
    <w:lvl w:ilvl="7" w:tplc="04220019" w:tentative="1">
      <w:start w:val="1"/>
      <w:numFmt w:val="lowerLetter"/>
      <w:lvlText w:val="%8."/>
      <w:lvlJc w:val="left"/>
      <w:pPr>
        <w:ind w:left="5820" w:hanging="360"/>
      </w:pPr>
      <w:rPr>
        <w:rFonts w:cs="Times New Roman"/>
      </w:rPr>
    </w:lvl>
    <w:lvl w:ilvl="8" w:tplc="0422001B" w:tentative="1">
      <w:start w:val="1"/>
      <w:numFmt w:val="lowerRoman"/>
      <w:lvlText w:val="%9."/>
      <w:lvlJc w:val="right"/>
      <w:pPr>
        <w:ind w:left="6540" w:hanging="180"/>
      </w:pPr>
      <w:rPr>
        <w:rFonts w:cs="Times New Roman"/>
      </w:rPr>
    </w:lvl>
  </w:abstractNum>
  <w:abstractNum w:abstractNumId="28">
    <w:nsid w:val="64FA1761"/>
    <w:multiLevelType w:val="hybridMultilevel"/>
    <w:tmpl w:val="3FC4AE4E"/>
    <w:lvl w:ilvl="0" w:tplc="0422000F">
      <w:start w:val="16"/>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9">
    <w:nsid w:val="66023521"/>
    <w:multiLevelType w:val="hybridMultilevel"/>
    <w:tmpl w:val="B7EA39C0"/>
    <w:lvl w:ilvl="0" w:tplc="453EE696">
      <w:start w:val="5"/>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0">
    <w:nsid w:val="67D51A6C"/>
    <w:multiLevelType w:val="hybridMultilevel"/>
    <w:tmpl w:val="2FF42CE4"/>
    <w:lvl w:ilvl="0" w:tplc="FC4C75EA">
      <w:start w:val="2"/>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1">
    <w:nsid w:val="6B45023B"/>
    <w:multiLevelType w:val="hybridMultilevel"/>
    <w:tmpl w:val="14600E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0A65846"/>
    <w:multiLevelType w:val="hybridMultilevel"/>
    <w:tmpl w:val="A2C26E16"/>
    <w:lvl w:ilvl="0" w:tplc="9ADA17C0">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nsid w:val="78425D70"/>
    <w:multiLevelType w:val="hybridMultilevel"/>
    <w:tmpl w:val="92181CBC"/>
    <w:lvl w:ilvl="0" w:tplc="93ACD414">
      <w:start w:val="1"/>
      <w:numFmt w:val="decimal"/>
      <w:lvlText w:val="%1."/>
      <w:lvlJc w:val="left"/>
      <w:pPr>
        <w:ind w:left="846" w:hanging="360"/>
      </w:pPr>
      <w:rPr>
        <w:rFonts w:cs="Times New Roman" w:hint="default"/>
      </w:rPr>
    </w:lvl>
    <w:lvl w:ilvl="1" w:tplc="04220019" w:tentative="1">
      <w:start w:val="1"/>
      <w:numFmt w:val="lowerLetter"/>
      <w:lvlText w:val="%2."/>
      <w:lvlJc w:val="left"/>
      <w:pPr>
        <w:ind w:left="1566" w:hanging="360"/>
      </w:pPr>
      <w:rPr>
        <w:rFonts w:cs="Times New Roman"/>
      </w:rPr>
    </w:lvl>
    <w:lvl w:ilvl="2" w:tplc="0422001B" w:tentative="1">
      <w:start w:val="1"/>
      <w:numFmt w:val="lowerRoman"/>
      <w:lvlText w:val="%3."/>
      <w:lvlJc w:val="right"/>
      <w:pPr>
        <w:ind w:left="2286" w:hanging="180"/>
      </w:pPr>
      <w:rPr>
        <w:rFonts w:cs="Times New Roman"/>
      </w:rPr>
    </w:lvl>
    <w:lvl w:ilvl="3" w:tplc="0422000F" w:tentative="1">
      <w:start w:val="1"/>
      <w:numFmt w:val="decimal"/>
      <w:lvlText w:val="%4."/>
      <w:lvlJc w:val="left"/>
      <w:pPr>
        <w:ind w:left="3006" w:hanging="360"/>
      </w:pPr>
      <w:rPr>
        <w:rFonts w:cs="Times New Roman"/>
      </w:rPr>
    </w:lvl>
    <w:lvl w:ilvl="4" w:tplc="04220019" w:tentative="1">
      <w:start w:val="1"/>
      <w:numFmt w:val="lowerLetter"/>
      <w:lvlText w:val="%5."/>
      <w:lvlJc w:val="left"/>
      <w:pPr>
        <w:ind w:left="3726" w:hanging="360"/>
      </w:pPr>
      <w:rPr>
        <w:rFonts w:cs="Times New Roman"/>
      </w:rPr>
    </w:lvl>
    <w:lvl w:ilvl="5" w:tplc="0422001B" w:tentative="1">
      <w:start w:val="1"/>
      <w:numFmt w:val="lowerRoman"/>
      <w:lvlText w:val="%6."/>
      <w:lvlJc w:val="right"/>
      <w:pPr>
        <w:ind w:left="4446" w:hanging="180"/>
      </w:pPr>
      <w:rPr>
        <w:rFonts w:cs="Times New Roman"/>
      </w:rPr>
    </w:lvl>
    <w:lvl w:ilvl="6" w:tplc="0422000F" w:tentative="1">
      <w:start w:val="1"/>
      <w:numFmt w:val="decimal"/>
      <w:lvlText w:val="%7."/>
      <w:lvlJc w:val="left"/>
      <w:pPr>
        <w:ind w:left="5166" w:hanging="360"/>
      </w:pPr>
      <w:rPr>
        <w:rFonts w:cs="Times New Roman"/>
      </w:rPr>
    </w:lvl>
    <w:lvl w:ilvl="7" w:tplc="04220019" w:tentative="1">
      <w:start w:val="1"/>
      <w:numFmt w:val="lowerLetter"/>
      <w:lvlText w:val="%8."/>
      <w:lvlJc w:val="left"/>
      <w:pPr>
        <w:ind w:left="5886" w:hanging="360"/>
      </w:pPr>
      <w:rPr>
        <w:rFonts w:cs="Times New Roman"/>
      </w:rPr>
    </w:lvl>
    <w:lvl w:ilvl="8" w:tplc="0422001B" w:tentative="1">
      <w:start w:val="1"/>
      <w:numFmt w:val="lowerRoman"/>
      <w:lvlText w:val="%9."/>
      <w:lvlJc w:val="right"/>
      <w:pPr>
        <w:ind w:left="6606" w:hanging="180"/>
      </w:pPr>
      <w:rPr>
        <w:rFonts w:cs="Times New Roman"/>
      </w:rPr>
    </w:lvl>
  </w:abstractNum>
  <w:abstractNum w:abstractNumId="34">
    <w:nsid w:val="7A531E86"/>
    <w:multiLevelType w:val="hybridMultilevel"/>
    <w:tmpl w:val="C682E450"/>
    <w:lvl w:ilvl="0" w:tplc="BEDEDF00">
      <w:start w:val="15"/>
      <w:numFmt w:val="decimal"/>
      <w:lvlText w:val="%1."/>
      <w:lvlJc w:val="left"/>
      <w:pPr>
        <w:ind w:left="780" w:hanging="360"/>
      </w:pPr>
      <w:rPr>
        <w:rFonts w:cs="Times New Roman" w:hint="default"/>
      </w:rPr>
    </w:lvl>
    <w:lvl w:ilvl="1" w:tplc="04220019" w:tentative="1">
      <w:start w:val="1"/>
      <w:numFmt w:val="lowerLetter"/>
      <w:lvlText w:val="%2."/>
      <w:lvlJc w:val="left"/>
      <w:pPr>
        <w:ind w:left="1500" w:hanging="360"/>
      </w:pPr>
      <w:rPr>
        <w:rFonts w:cs="Times New Roman"/>
      </w:rPr>
    </w:lvl>
    <w:lvl w:ilvl="2" w:tplc="0422001B" w:tentative="1">
      <w:start w:val="1"/>
      <w:numFmt w:val="lowerRoman"/>
      <w:lvlText w:val="%3."/>
      <w:lvlJc w:val="right"/>
      <w:pPr>
        <w:ind w:left="2220" w:hanging="180"/>
      </w:pPr>
      <w:rPr>
        <w:rFonts w:cs="Times New Roman"/>
      </w:rPr>
    </w:lvl>
    <w:lvl w:ilvl="3" w:tplc="0422000F" w:tentative="1">
      <w:start w:val="1"/>
      <w:numFmt w:val="decimal"/>
      <w:lvlText w:val="%4."/>
      <w:lvlJc w:val="left"/>
      <w:pPr>
        <w:ind w:left="2940" w:hanging="360"/>
      </w:pPr>
      <w:rPr>
        <w:rFonts w:cs="Times New Roman"/>
      </w:rPr>
    </w:lvl>
    <w:lvl w:ilvl="4" w:tplc="04220019" w:tentative="1">
      <w:start w:val="1"/>
      <w:numFmt w:val="lowerLetter"/>
      <w:lvlText w:val="%5."/>
      <w:lvlJc w:val="left"/>
      <w:pPr>
        <w:ind w:left="3660" w:hanging="360"/>
      </w:pPr>
      <w:rPr>
        <w:rFonts w:cs="Times New Roman"/>
      </w:rPr>
    </w:lvl>
    <w:lvl w:ilvl="5" w:tplc="0422001B" w:tentative="1">
      <w:start w:val="1"/>
      <w:numFmt w:val="lowerRoman"/>
      <w:lvlText w:val="%6."/>
      <w:lvlJc w:val="right"/>
      <w:pPr>
        <w:ind w:left="4380" w:hanging="180"/>
      </w:pPr>
      <w:rPr>
        <w:rFonts w:cs="Times New Roman"/>
      </w:rPr>
    </w:lvl>
    <w:lvl w:ilvl="6" w:tplc="0422000F" w:tentative="1">
      <w:start w:val="1"/>
      <w:numFmt w:val="decimal"/>
      <w:lvlText w:val="%7."/>
      <w:lvlJc w:val="left"/>
      <w:pPr>
        <w:ind w:left="5100" w:hanging="360"/>
      </w:pPr>
      <w:rPr>
        <w:rFonts w:cs="Times New Roman"/>
      </w:rPr>
    </w:lvl>
    <w:lvl w:ilvl="7" w:tplc="04220019" w:tentative="1">
      <w:start w:val="1"/>
      <w:numFmt w:val="lowerLetter"/>
      <w:lvlText w:val="%8."/>
      <w:lvlJc w:val="left"/>
      <w:pPr>
        <w:ind w:left="5820" w:hanging="360"/>
      </w:pPr>
      <w:rPr>
        <w:rFonts w:cs="Times New Roman"/>
      </w:rPr>
    </w:lvl>
    <w:lvl w:ilvl="8" w:tplc="0422001B" w:tentative="1">
      <w:start w:val="1"/>
      <w:numFmt w:val="lowerRoman"/>
      <w:lvlText w:val="%9."/>
      <w:lvlJc w:val="right"/>
      <w:pPr>
        <w:ind w:left="6540" w:hanging="180"/>
      </w:pPr>
      <w:rPr>
        <w:rFonts w:cs="Times New Roman"/>
      </w:rPr>
    </w:lvl>
  </w:abstractNum>
  <w:num w:numId="1">
    <w:abstractNumId w:val="23"/>
  </w:num>
  <w:num w:numId="2">
    <w:abstractNumId w:val="14"/>
  </w:num>
  <w:num w:numId="3">
    <w:abstractNumId w:val="25"/>
  </w:num>
  <w:num w:numId="4">
    <w:abstractNumId w:val="3"/>
  </w:num>
  <w:num w:numId="5">
    <w:abstractNumId w:val="33"/>
  </w:num>
  <w:num w:numId="6">
    <w:abstractNumId w:val="12"/>
  </w:num>
  <w:num w:numId="7">
    <w:abstractNumId w:val="2"/>
  </w:num>
  <w:num w:numId="8">
    <w:abstractNumId w:val="22"/>
  </w:num>
  <w:num w:numId="9">
    <w:abstractNumId w:val="17"/>
  </w:num>
  <w:num w:numId="10">
    <w:abstractNumId w:val="19"/>
  </w:num>
  <w:num w:numId="11">
    <w:abstractNumId w:val="0"/>
  </w:num>
  <w:num w:numId="12">
    <w:abstractNumId w:val="1"/>
  </w:num>
  <w:num w:numId="13">
    <w:abstractNumId w:val="31"/>
  </w:num>
  <w:num w:numId="14">
    <w:abstractNumId w:val="28"/>
  </w:num>
  <w:num w:numId="15">
    <w:abstractNumId w:val="18"/>
  </w:num>
  <w:num w:numId="16">
    <w:abstractNumId w:val="27"/>
  </w:num>
  <w:num w:numId="17">
    <w:abstractNumId w:val="11"/>
  </w:num>
  <w:num w:numId="18">
    <w:abstractNumId w:val="4"/>
  </w:num>
  <w:num w:numId="19">
    <w:abstractNumId w:val="20"/>
  </w:num>
  <w:num w:numId="20">
    <w:abstractNumId w:val="34"/>
  </w:num>
  <w:num w:numId="21">
    <w:abstractNumId w:val="9"/>
  </w:num>
  <w:num w:numId="22">
    <w:abstractNumId w:val="6"/>
  </w:num>
  <w:num w:numId="23">
    <w:abstractNumId w:val="24"/>
  </w:num>
  <w:num w:numId="24">
    <w:abstractNumId w:val="7"/>
  </w:num>
  <w:num w:numId="25">
    <w:abstractNumId w:val="21"/>
  </w:num>
  <w:num w:numId="26">
    <w:abstractNumId w:val="26"/>
  </w:num>
  <w:num w:numId="27">
    <w:abstractNumId w:val="5"/>
  </w:num>
  <w:num w:numId="28">
    <w:abstractNumId w:val="10"/>
  </w:num>
  <w:num w:numId="29">
    <w:abstractNumId w:val="15"/>
  </w:num>
  <w:num w:numId="30">
    <w:abstractNumId w:val="29"/>
  </w:num>
  <w:num w:numId="31">
    <w:abstractNumId w:val="13"/>
  </w:num>
  <w:num w:numId="32">
    <w:abstractNumId w:val="8"/>
  </w:num>
  <w:num w:numId="33">
    <w:abstractNumId w:val="30"/>
  </w:num>
  <w:num w:numId="34">
    <w:abstractNumId w:val="32"/>
  </w:num>
  <w:num w:numId="35">
    <w:abstractNumId w:val="1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594"/>
    <w:rsid w:val="000001CA"/>
    <w:rsid w:val="000004EA"/>
    <w:rsid w:val="00000BCE"/>
    <w:rsid w:val="00000E1F"/>
    <w:rsid w:val="00001064"/>
    <w:rsid w:val="00001581"/>
    <w:rsid w:val="00001607"/>
    <w:rsid w:val="00001A55"/>
    <w:rsid w:val="00002210"/>
    <w:rsid w:val="0000225B"/>
    <w:rsid w:val="00003604"/>
    <w:rsid w:val="000036D4"/>
    <w:rsid w:val="000039C7"/>
    <w:rsid w:val="00003B85"/>
    <w:rsid w:val="000040CE"/>
    <w:rsid w:val="00004A54"/>
    <w:rsid w:val="00005029"/>
    <w:rsid w:val="000051C0"/>
    <w:rsid w:val="00005A10"/>
    <w:rsid w:val="0000601A"/>
    <w:rsid w:val="00006107"/>
    <w:rsid w:val="00006327"/>
    <w:rsid w:val="00006B56"/>
    <w:rsid w:val="00006ECC"/>
    <w:rsid w:val="00007031"/>
    <w:rsid w:val="00007346"/>
    <w:rsid w:val="000079EA"/>
    <w:rsid w:val="00010339"/>
    <w:rsid w:val="000104DC"/>
    <w:rsid w:val="00010CD6"/>
    <w:rsid w:val="00010F5B"/>
    <w:rsid w:val="00011560"/>
    <w:rsid w:val="00011E30"/>
    <w:rsid w:val="00012F53"/>
    <w:rsid w:val="000135F4"/>
    <w:rsid w:val="00014629"/>
    <w:rsid w:val="00014B88"/>
    <w:rsid w:val="00014DD4"/>
    <w:rsid w:val="0001571B"/>
    <w:rsid w:val="00015BB4"/>
    <w:rsid w:val="00016118"/>
    <w:rsid w:val="0001654E"/>
    <w:rsid w:val="00016BAA"/>
    <w:rsid w:val="00017336"/>
    <w:rsid w:val="00017896"/>
    <w:rsid w:val="00017E9B"/>
    <w:rsid w:val="00020940"/>
    <w:rsid w:val="00020A84"/>
    <w:rsid w:val="00020FD2"/>
    <w:rsid w:val="000213E4"/>
    <w:rsid w:val="00021540"/>
    <w:rsid w:val="00021781"/>
    <w:rsid w:val="000224A9"/>
    <w:rsid w:val="000229B2"/>
    <w:rsid w:val="00022F45"/>
    <w:rsid w:val="00023393"/>
    <w:rsid w:val="000235E5"/>
    <w:rsid w:val="00023745"/>
    <w:rsid w:val="00023BE0"/>
    <w:rsid w:val="00023EBA"/>
    <w:rsid w:val="00023F9F"/>
    <w:rsid w:val="000246BE"/>
    <w:rsid w:val="0002513F"/>
    <w:rsid w:val="000251B2"/>
    <w:rsid w:val="000254BA"/>
    <w:rsid w:val="00025A94"/>
    <w:rsid w:val="00026650"/>
    <w:rsid w:val="00026AA9"/>
    <w:rsid w:val="00026B08"/>
    <w:rsid w:val="00027050"/>
    <w:rsid w:val="00027820"/>
    <w:rsid w:val="00027878"/>
    <w:rsid w:val="00027A46"/>
    <w:rsid w:val="00027B9A"/>
    <w:rsid w:val="00027F4A"/>
    <w:rsid w:val="0003062D"/>
    <w:rsid w:val="00030688"/>
    <w:rsid w:val="00030BA2"/>
    <w:rsid w:val="000310E8"/>
    <w:rsid w:val="000311D2"/>
    <w:rsid w:val="00031399"/>
    <w:rsid w:val="00031596"/>
    <w:rsid w:val="00031832"/>
    <w:rsid w:val="000328EF"/>
    <w:rsid w:val="00032D11"/>
    <w:rsid w:val="00032E31"/>
    <w:rsid w:val="00032FBE"/>
    <w:rsid w:val="000330FC"/>
    <w:rsid w:val="000333A6"/>
    <w:rsid w:val="00033902"/>
    <w:rsid w:val="00033AE0"/>
    <w:rsid w:val="00033C72"/>
    <w:rsid w:val="00034897"/>
    <w:rsid w:val="00034939"/>
    <w:rsid w:val="0003536F"/>
    <w:rsid w:val="00035400"/>
    <w:rsid w:val="0003634F"/>
    <w:rsid w:val="00037700"/>
    <w:rsid w:val="000377E6"/>
    <w:rsid w:val="000401C1"/>
    <w:rsid w:val="00042C76"/>
    <w:rsid w:val="00042ED1"/>
    <w:rsid w:val="000433A4"/>
    <w:rsid w:val="000438EC"/>
    <w:rsid w:val="00043B74"/>
    <w:rsid w:val="00043B76"/>
    <w:rsid w:val="00044178"/>
    <w:rsid w:val="00044293"/>
    <w:rsid w:val="000452A4"/>
    <w:rsid w:val="0004594E"/>
    <w:rsid w:val="00045C99"/>
    <w:rsid w:val="00046334"/>
    <w:rsid w:val="000464FC"/>
    <w:rsid w:val="00046742"/>
    <w:rsid w:val="00046BD2"/>
    <w:rsid w:val="00047573"/>
    <w:rsid w:val="0004759E"/>
    <w:rsid w:val="00047740"/>
    <w:rsid w:val="00047BFB"/>
    <w:rsid w:val="00051FEE"/>
    <w:rsid w:val="000521DD"/>
    <w:rsid w:val="00052302"/>
    <w:rsid w:val="00052733"/>
    <w:rsid w:val="00052DED"/>
    <w:rsid w:val="000532AF"/>
    <w:rsid w:val="000533AF"/>
    <w:rsid w:val="00053A76"/>
    <w:rsid w:val="00053E93"/>
    <w:rsid w:val="00054DDB"/>
    <w:rsid w:val="000551FE"/>
    <w:rsid w:val="000563CC"/>
    <w:rsid w:val="0005670B"/>
    <w:rsid w:val="00056B9F"/>
    <w:rsid w:val="00056D07"/>
    <w:rsid w:val="00056EBF"/>
    <w:rsid w:val="0005710A"/>
    <w:rsid w:val="00057721"/>
    <w:rsid w:val="0005772C"/>
    <w:rsid w:val="0005779C"/>
    <w:rsid w:val="00060160"/>
    <w:rsid w:val="00061252"/>
    <w:rsid w:val="00061B78"/>
    <w:rsid w:val="00061D93"/>
    <w:rsid w:val="00062622"/>
    <w:rsid w:val="00062685"/>
    <w:rsid w:val="000631EB"/>
    <w:rsid w:val="0006435F"/>
    <w:rsid w:val="00064A32"/>
    <w:rsid w:val="0006534A"/>
    <w:rsid w:val="000653E6"/>
    <w:rsid w:val="00065510"/>
    <w:rsid w:val="00065F64"/>
    <w:rsid w:val="00066453"/>
    <w:rsid w:val="00067BF2"/>
    <w:rsid w:val="00070088"/>
    <w:rsid w:val="00070244"/>
    <w:rsid w:val="000703D7"/>
    <w:rsid w:val="0007091B"/>
    <w:rsid w:val="00071058"/>
    <w:rsid w:val="000712AE"/>
    <w:rsid w:val="0007173F"/>
    <w:rsid w:val="000718F8"/>
    <w:rsid w:val="00071D71"/>
    <w:rsid w:val="0007213D"/>
    <w:rsid w:val="00072676"/>
    <w:rsid w:val="000733CF"/>
    <w:rsid w:val="000744F9"/>
    <w:rsid w:val="00075299"/>
    <w:rsid w:val="0007565F"/>
    <w:rsid w:val="000757CC"/>
    <w:rsid w:val="0007688D"/>
    <w:rsid w:val="00076CBB"/>
    <w:rsid w:val="00076CE9"/>
    <w:rsid w:val="00077606"/>
    <w:rsid w:val="00077DA0"/>
    <w:rsid w:val="00077EF6"/>
    <w:rsid w:val="00081A8A"/>
    <w:rsid w:val="0008257A"/>
    <w:rsid w:val="00082945"/>
    <w:rsid w:val="00082FC7"/>
    <w:rsid w:val="0008344D"/>
    <w:rsid w:val="000839F7"/>
    <w:rsid w:val="00083F0F"/>
    <w:rsid w:val="00085258"/>
    <w:rsid w:val="00085275"/>
    <w:rsid w:val="00085D04"/>
    <w:rsid w:val="000864C5"/>
    <w:rsid w:val="00086E7B"/>
    <w:rsid w:val="0008712F"/>
    <w:rsid w:val="000873AB"/>
    <w:rsid w:val="00087715"/>
    <w:rsid w:val="000901B6"/>
    <w:rsid w:val="0009024A"/>
    <w:rsid w:val="000908AA"/>
    <w:rsid w:val="00091913"/>
    <w:rsid w:val="00092519"/>
    <w:rsid w:val="000925A3"/>
    <w:rsid w:val="00092EE9"/>
    <w:rsid w:val="0009387A"/>
    <w:rsid w:val="00093971"/>
    <w:rsid w:val="00094B4F"/>
    <w:rsid w:val="00094BBE"/>
    <w:rsid w:val="00094D9F"/>
    <w:rsid w:val="00095748"/>
    <w:rsid w:val="00095DAD"/>
    <w:rsid w:val="000965B1"/>
    <w:rsid w:val="00097447"/>
    <w:rsid w:val="00097DCE"/>
    <w:rsid w:val="000A0CD1"/>
    <w:rsid w:val="000A0D38"/>
    <w:rsid w:val="000A0E5E"/>
    <w:rsid w:val="000A18B7"/>
    <w:rsid w:val="000A232D"/>
    <w:rsid w:val="000A4CDD"/>
    <w:rsid w:val="000A4F7A"/>
    <w:rsid w:val="000A58F7"/>
    <w:rsid w:val="000A5B52"/>
    <w:rsid w:val="000A65AC"/>
    <w:rsid w:val="000A76BD"/>
    <w:rsid w:val="000A76DD"/>
    <w:rsid w:val="000A7A13"/>
    <w:rsid w:val="000A7A19"/>
    <w:rsid w:val="000B0F3E"/>
    <w:rsid w:val="000B1933"/>
    <w:rsid w:val="000B1C3C"/>
    <w:rsid w:val="000B29EE"/>
    <w:rsid w:val="000B322C"/>
    <w:rsid w:val="000B323A"/>
    <w:rsid w:val="000B332D"/>
    <w:rsid w:val="000B39C6"/>
    <w:rsid w:val="000B3F3F"/>
    <w:rsid w:val="000B50D8"/>
    <w:rsid w:val="000B621E"/>
    <w:rsid w:val="000B769F"/>
    <w:rsid w:val="000B7767"/>
    <w:rsid w:val="000B7ACE"/>
    <w:rsid w:val="000C0D57"/>
    <w:rsid w:val="000C17D6"/>
    <w:rsid w:val="000C3313"/>
    <w:rsid w:val="000C392F"/>
    <w:rsid w:val="000C3C2B"/>
    <w:rsid w:val="000C4130"/>
    <w:rsid w:val="000C48A7"/>
    <w:rsid w:val="000C5722"/>
    <w:rsid w:val="000C572D"/>
    <w:rsid w:val="000C5B29"/>
    <w:rsid w:val="000C6535"/>
    <w:rsid w:val="000C65C7"/>
    <w:rsid w:val="000C65EF"/>
    <w:rsid w:val="000C6F64"/>
    <w:rsid w:val="000C734E"/>
    <w:rsid w:val="000C7876"/>
    <w:rsid w:val="000C7C74"/>
    <w:rsid w:val="000D034D"/>
    <w:rsid w:val="000D0991"/>
    <w:rsid w:val="000D0C4C"/>
    <w:rsid w:val="000D0FED"/>
    <w:rsid w:val="000D1259"/>
    <w:rsid w:val="000D1629"/>
    <w:rsid w:val="000D1B81"/>
    <w:rsid w:val="000D315F"/>
    <w:rsid w:val="000D3CA4"/>
    <w:rsid w:val="000D41A1"/>
    <w:rsid w:val="000D4535"/>
    <w:rsid w:val="000D48CD"/>
    <w:rsid w:val="000D4E2F"/>
    <w:rsid w:val="000D4FDE"/>
    <w:rsid w:val="000D5E0C"/>
    <w:rsid w:val="000D613A"/>
    <w:rsid w:val="000D6A6D"/>
    <w:rsid w:val="000D741D"/>
    <w:rsid w:val="000D7910"/>
    <w:rsid w:val="000D7F4B"/>
    <w:rsid w:val="000E15C8"/>
    <w:rsid w:val="000E1854"/>
    <w:rsid w:val="000E1B6C"/>
    <w:rsid w:val="000E1BC4"/>
    <w:rsid w:val="000E2C3B"/>
    <w:rsid w:val="000E328B"/>
    <w:rsid w:val="000E4101"/>
    <w:rsid w:val="000E427D"/>
    <w:rsid w:val="000E4903"/>
    <w:rsid w:val="000E60B1"/>
    <w:rsid w:val="000E65E9"/>
    <w:rsid w:val="000E683E"/>
    <w:rsid w:val="000E6DC6"/>
    <w:rsid w:val="000E6DCC"/>
    <w:rsid w:val="000E71E6"/>
    <w:rsid w:val="000E7851"/>
    <w:rsid w:val="000E7B48"/>
    <w:rsid w:val="000E7F83"/>
    <w:rsid w:val="000F09A0"/>
    <w:rsid w:val="000F1D3A"/>
    <w:rsid w:val="000F2CFB"/>
    <w:rsid w:val="000F3537"/>
    <w:rsid w:val="000F3CBF"/>
    <w:rsid w:val="000F4A4F"/>
    <w:rsid w:val="000F4EBB"/>
    <w:rsid w:val="000F5043"/>
    <w:rsid w:val="000F51AE"/>
    <w:rsid w:val="000F6BC4"/>
    <w:rsid w:val="000F6D87"/>
    <w:rsid w:val="000F6E0E"/>
    <w:rsid w:val="000F7428"/>
    <w:rsid w:val="001008DA"/>
    <w:rsid w:val="00100CB0"/>
    <w:rsid w:val="001013A1"/>
    <w:rsid w:val="00101DA8"/>
    <w:rsid w:val="00102519"/>
    <w:rsid w:val="001029F4"/>
    <w:rsid w:val="00102AE0"/>
    <w:rsid w:val="00103263"/>
    <w:rsid w:val="0010349F"/>
    <w:rsid w:val="001039AC"/>
    <w:rsid w:val="00104922"/>
    <w:rsid w:val="00104F02"/>
    <w:rsid w:val="0010507A"/>
    <w:rsid w:val="00105776"/>
    <w:rsid w:val="00105923"/>
    <w:rsid w:val="00107A20"/>
    <w:rsid w:val="00107DBF"/>
    <w:rsid w:val="00107E91"/>
    <w:rsid w:val="001103C0"/>
    <w:rsid w:val="00110873"/>
    <w:rsid w:val="00110EE8"/>
    <w:rsid w:val="0011110A"/>
    <w:rsid w:val="0011246C"/>
    <w:rsid w:val="0011381C"/>
    <w:rsid w:val="00113AE0"/>
    <w:rsid w:val="0011404E"/>
    <w:rsid w:val="0011407B"/>
    <w:rsid w:val="00114350"/>
    <w:rsid w:val="00114672"/>
    <w:rsid w:val="00114C85"/>
    <w:rsid w:val="001151FC"/>
    <w:rsid w:val="0011521E"/>
    <w:rsid w:val="00115245"/>
    <w:rsid w:val="00115E83"/>
    <w:rsid w:val="001165E8"/>
    <w:rsid w:val="00116D69"/>
    <w:rsid w:val="00116FC2"/>
    <w:rsid w:val="00117010"/>
    <w:rsid w:val="001176AD"/>
    <w:rsid w:val="001201D5"/>
    <w:rsid w:val="00121580"/>
    <w:rsid w:val="00121D09"/>
    <w:rsid w:val="00121D71"/>
    <w:rsid w:val="00121EBB"/>
    <w:rsid w:val="0012271D"/>
    <w:rsid w:val="00122818"/>
    <w:rsid w:val="00122CFD"/>
    <w:rsid w:val="001238EA"/>
    <w:rsid w:val="00124BBA"/>
    <w:rsid w:val="001257B5"/>
    <w:rsid w:val="001257C9"/>
    <w:rsid w:val="00125C1C"/>
    <w:rsid w:val="00125FED"/>
    <w:rsid w:val="00126311"/>
    <w:rsid w:val="00126750"/>
    <w:rsid w:val="00127538"/>
    <w:rsid w:val="00127B16"/>
    <w:rsid w:val="00127CA4"/>
    <w:rsid w:val="00127DD0"/>
    <w:rsid w:val="00132101"/>
    <w:rsid w:val="00132226"/>
    <w:rsid w:val="00132B4B"/>
    <w:rsid w:val="0013330C"/>
    <w:rsid w:val="00134328"/>
    <w:rsid w:val="00134AD3"/>
    <w:rsid w:val="00134B8D"/>
    <w:rsid w:val="00134D61"/>
    <w:rsid w:val="0013521E"/>
    <w:rsid w:val="001364F5"/>
    <w:rsid w:val="00136A39"/>
    <w:rsid w:val="00136CA2"/>
    <w:rsid w:val="00136D87"/>
    <w:rsid w:val="0013752A"/>
    <w:rsid w:val="00137F28"/>
    <w:rsid w:val="00140B08"/>
    <w:rsid w:val="00140EEE"/>
    <w:rsid w:val="001410FD"/>
    <w:rsid w:val="00141851"/>
    <w:rsid w:val="00142909"/>
    <w:rsid w:val="0014298A"/>
    <w:rsid w:val="00142A9B"/>
    <w:rsid w:val="00142EAC"/>
    <w:rsid w:val="001434B4"/>
    <w:rsid w:val="00143645"/>
    <w:rsid w:val="00143DA6"/>
    <w:rsid w:val="001442FD"/>
    <w:rsid w:val="00145490"/>
    <w:rsid w:val="0014555B"/>
    <w:rsid w:val="00145565"/>
    <w:rsid w:val="00145797"/>
    <w:rsid w:val="001458E9"/>
    <w:rsid w:val="00145D85"/>
    <w:rsid w:val="00145FB0"/>
    <w:rsid w:val="001466BB"/>
    <w:rsid w:val="00146706"/>
    <w:rsid w:val="001477BB"/>
    <w:rsid w:val="00147983"/>
    <w:rsid w:val="001479F1"/>
    <w:rsid w:val="00147DFF"/>
    <w:rsid w:val="00150298"/>
    <w:rsid w:val="00151311"/>
    <w:rsid w:val="00151435"/>
    <w:rsid w:val="001515D3"/>
    <w:rsid w:val="0015170F"/>
    <w:rsid w:val="00151FC8"/>
    <w:rsid w:val="00152438"/>
    <w:rsid w:val="001529AA"/>
    <w:rsid w:val="00152F20"/>
    <w:rsid w:val="001536EF"/>
    <w:rsid w:val="0015374D"/>
    <w:rsid w:val="001540D2"/>
    <w:rsid w:val="0015424A"/>
    <w:rsid w:val="00154315"/>
    <w:rsid w:val="00154669"/>
    <w:rsid w:val="00155D39"/>
    <w:rsid w:val="00155DA1"/>
    <w:rsid w:val="00155F3A"/>
    <w:rsid w:val="00156CB6"/>
    <w:rsid w:val="00157069"/>
    <w:rsid w:val="0016080E"/>
    <w:rsid w:val="001609BB"/>
    <w:rsid w:val="0016186C"/>
    <w:rsid w:val="00161907"/>
    <w:rsid w:val="00161B71"/>
    <w:rsid w:val="001620A3"/>
    <w:rsid w:val="0016282E"/>
    <w:rsid w:val="00162CF0"/>
    <w:rsid w:val="00162F47"/>
    <w:rsid w:val="0016334A"/>
    <w:rsid w:val="00163E50"/>
    <w:rsid w:val="00164568"/>
    <w:rsid w:val="00164923"/>
    <w:rsid w:val="00164A5B"/>
    <w:rsid w:val="00165D44"/>
    <w:rsid w:val="00165E56"/>
    <w:rsid w:val="001668B7"/>
    <w:rsid w:val="001673E4"/>
    <w:rsid w:val="00167CFA"/>
    <w:rsid w:val="00170CEA"/>
    <w:rsid w:val="0017117F"/>
    <w:rsid w:val="00172808"/>
    <w:rsid w:val="001728C9"/>
    <w:rsid w:val="00172D52"/>
    <w:rsid w:val="001734BF"/>
    <w:rsid w:val="00173866"/>
    <w:rsid w:val="00173A49"/>
    <w:rsid w:val="00173C75"/>
    <w:rsid w:val="00173D6D"/>
    <w:rsid w:val="00173D85"/>
    <w:rsid w:val="001758E4"/>
    <w:rsid w:val="00175917"/>
    <w:rsid w:val="00176ABF"/>
    <w:rsid w:val="00177393"/>
    <w:rsid w:val="001802E2"/>
    <w:rsid w:val="0018034E"/>
    <w:rsid w:val="00181AC3"/>
    <w:rsid w:val="00181EAC"/>
    <w:rsid w:val="00181F77"/>
    <w:rsid w:val="001830A1"/>
    <w:rsid w:val="00185085"/>
    <w:rsid w:val="00185884"/>
    <w:rsid w:val="00186680"/>
    <w:rsid w:val="00186821"/>
    <w:rsid w:val="00186E69"/>
    <w:rsid w:val="00187E26"/>
    <w:rsid w:val="00187F47"/>
    <w:rsid w:val="00190771"/>
    <w:rsid w:val="00191C65"/>
    <w:rsid w:val="00191E89"/>
    <w:rsid w:val="00192103"/>
    <w:rsid w:val="00194233"/>
    <w:rsid w:val="00194CD3"/>
    <w:rsid w:val="00194DC3"/>
    <w:rsid w:val="00195614"/>
    <w:rsid w:val="001959AC"/>
    <w:rsid w:val="00195C07"/>
    <w:rsid w:val="00195D05"/>
    <w:rsid w:val="00197104"/>
    <w:rsid w:val="001977AB"/>
    <w:rsid w:val="00197960"/>
    <w:rsid w:val="001A0551"/>
    <w:rsid w:val="001A14A2"/>
    <w:rsid w:val="001A1A48"/>
    <w:rsid w:val="001A2E2C"/>
    <w:rsid w:val="001A421D"/>
    <w:rsid w:val="001A43E6"/>
    <w:rsid w:val="001A4F24"/>
    <w:rsid w:val="001A51CF"/>
    <w:rsid w:val="001A53D0"/>
    <w:rsid w:val="001A570C"/>
    <w:rsid w:val="001A5D4F"/>
    <w:rsid w:val="001A601B"/>
    <w:rsid w:val="001A6103"/>
    <w:rsid w:val="001A69EE"/>
    <w:rsid w:val="001A7724"/>
    <w:rsid w:val="001A7AA9"/>
    <w:rsid w:val="001B04D2"/>
    <w:rsid w:val="001B0534"/>
    <w:rsid w:val="001B090C"/>
    <w:rsid w:val="001B0B4D"/>
    <w:rsid w:val="001B0BC4"/>
    <w:rsid w:val="001B0DFC"/>
    <w:rsid w:val="001B13A8"/>
    <w:rsid w:val="001B209E"/>
    <w:rsid w:val="001B23F2"/>
    <w:rsid w:val="001B26B3"/>
    <w:rsid w:val="001B275A"/>
    <w:rsid w:val="001B2CC3"/>
    <w:rsid w:val="001B3C62"/>
    <w:rsid w:val="001B3D5E"/>
    <w:rsid w:val="001B3F8C"/>
    <w:rsid w:val="001B44AD"/>
    <w:rsid w:val="001B4825"/>
    <w:rsid w:val="001B4901"/>
    <w:rsid w:val="001B5912"/>
    <w:rsid w:val="001B5C25"/>
    <w:rsid w:val="001B5F44"/>
    <w:rsid w:val="001B6010"/>
    <w:rsid w:val="001B60A1"/>
    <w:rsid w:val="001B70A6"/>
    <w:rsid w:val="001B7561"/>
    <w:rsid w:val="001B7B17"/>
    <w:rsid w:val="001C031A"/>
    <w:rsid w:val="001C0B71"/>
    <w:rsid w:val="001C0FE9"/>
    <w:rsid w:val="001C12CE"/>
    <w:rsid w:val="001C13A8"/>
    <w:rsid w:val="001C1AA1"/>
    <w:rsid w:val="001C34B5"/>
    <w:rsid w:val="001C3E23"/>
    <w:rsid w:val="001C476E"/>
    <w:rsid w:val="001C47EC"/>
    <w:rsid w:val="001C55FC"/>
    <w:rsid w:val="001C5BC9"/>
    <w:rsid w:val="001C5E04"/>
    <w:rsid w:val="001C69FE"/>
    <w:rsid w:val="001C6BB8"/>
    <w:rsid w:val="001C6E38"/>
    <w:rsid w:val="001C7A00"/>
    <w:rsid w:val="001C7A97"/>
    <w:rsid w:val="001C7BB0"/>
    <w:rsid w:val="001D0406"/>
    <w:rsid w:val="001D14D1"/>
    <w:rsid w:val="001D1A17"/>
    <w:rsid w:val="001D2BAC"/>
    <w:rsid w:val="001D2D39"/>
    <w:rsid w:val="001D2F0A"/>
    <w:rsid w:val="001D2F4B"/>
    <w:rsid w:val="001D336A"/>
    <w:rsid w:val="001D33ED"/>
    <w:rsid w:val="001D36C6"/>
    <w:rsid w:val="001D3837"/>
    <w:rsid w:val="001D3D3F"/>
    <w:rsid w:val="001D3D60"/>
    <w:rsid w:val="001D493A"/>
    <w:rsid w:val="001D4A0C"/>
    <w:rsid w:val="001D4C01"/>
    <w:rsid w:val="001D4CEC"/>
    <w:rsid w:val="001D4DF4"/>
    <w:rsid w:val="001D521B"/>
    <w:rsid w:val="001D57DA"/>
    <w:rsid w:val="001D5880"/>
    <w:rsid w:val="001D592D"/>
    <w:rsid w:val="001D5C19"/>
    <w:rsid w:val="001D6601"/>
    <w:rsid w:val="001D68F5"/>
    <w:rsid w:val="001D69AD"/>
    <w:rsid w:val="001D7377"/>
    <w:rsid w:val="001E0676"/>
    <w:rsid w:val="001E0973"/>
    <w:rsid w:val="001E0982"/>
    <w:rsid w:val="001E1678"/>
    <w:rsid w:val="001E1C26"/>
    <w:rsid w:val="001E24E9"/>
    <w:rsid w:val="001E2A49"/>
    <w:rsid w:val="001E2BCF"/>
    <w:rsid w:val="001E2C8F"/>
    <w:rsid w:val="001E3512"/>
    <w:rsid w:val="001E3B34"/>
    <w:rsid w:val="001E3DA9"/>
    <w:rsid w:val="001E4229"/>
    <w:rsid w:val="001E4449"/>
    <w:rsid w:val="001E4EBC"/>
    <w:rsid w:val="001E4F91"/>
    <w:rsid w:val="001E5D3B"/>
    <w:rsid w:val="001E6378"/>
    <w:rsid w:val="001E6466"/>
    <w:rsid w:val="001E679A"/>
    <w:rsid w:val="001E683E"/>
    <w:rsid w:val="001E7549"/>
    <w:rsid w:val="001E793B"/>
    <w:rsid w:val="001E7E70"/>
    <w:rsid w:val="001F014A"/>
    <w:rsid w:val="001F0278"/>
    <w:rsid w:val="001F02BA"/>
    <w:rsid w:val="001F0CCE"/>
    <w:rsid w:val="001F217D"/>
    <w:rsid w:val="001F2CBF"/>
    <w:rsid w:val="001F2F8E"/>
    <w:rsid w:val="001F39EB"/>
    <w:rsid w:val="001F3A7A"/>
    <w:rsid w:val="001F3CCE"/>
    <w:rsid w:val="001F3F43"/>
    <w:rsid w:val="001F499B"/>
    <w:rsid w:val="001F6806"/>
    <w:rsid w:val="001F74E9"/>
    <w:rsid w:val="001F7A3B"/>
    <w:rsid w:val="001F7AE2"/>
    <w:rsid w:val="00200322"/>
    <w:rsid w:val="0020087A"/>
    <w:rsid w:val="002010F1"/>
    <w:rsid w:val="002015AB"/>
    <w:rsid w:val="00201AE5"/>
    <w:rsid w:val="00202264"/>
    <w:rsid w:val="00202A56"/>
    <w:rsid w:val="00202B88"/>
    <w:rsid w:val="0020367C"/>
    <w:rsid w:val="00203919"/>
    <w:rsid w:val="00203926"/>
    <w:rsid w:val="00203A58"/>
    <w:rsid w:val="0020459E"/>
    <w:rsid w:val="00204642"/>
    <w:rsid w:val="00204BF4"/>
    <w:rsid w:val="00205891"/>
    <w:rsid w:val="00206D6B"/>
    <w:rsid w:val="00206E85"/>
    <w:rsid w:val="00206EC0"/>
    <w:rsid w:val="002070CE"/>
    <w:rsid w:val="00207ED8"/>
    <w:rsid w:val="0021011C"/>
    <w:rsid w:val="0021073B"/>
    <w:rsid w:val="00210A28"/>
    <w:rsid w:val="0021112F"/>
    <w:rsid w:val="002113E3"/>
    <w:rsid w:val="00211401"/>
    <w:rsid w:val="00211FC6"/>
    <w:rsid w:val="00212029"/>
    <w:rsid w:val="0021252D"/>
    <w:rsid w:val="00212DFE"/>
    <w:rsid w:val="00213145"/>
    <w:rsid w:val="0021332E"/>
    <w:rsid w:val="0021335D"/>
    <w:rsid w:val="0021343A"/>
    <w:rsid w:val="002134E5"/>
    <w:rsid w:val="0021377E"/>
    <w:rsid w:val="002148BE"/>
    <w:rsid w:val="00214C94"/>
    <w:rsid w:val="00215200"/>
    <w:rsid w:val="0021541E"/>
    <w:rsid w:val="002155B7"/>
    <w:rsid w:val="00215A09"/>
    <w:rsid w:val="00215E22"/>
    <w:rsid w:val="00215E89"/>
    <w:rsid w:val="002161D9"/>
    <w:rsid w:val="00216350"/>
    <w:rsid w:val="0021638B"/>
    <w:rsid w:val="00216779"/>
    <w:rsid w:val="002201E6"/>
    <w:rsid w:val="00220CEB"/>
    <w:rsid w:val="0022136D"/>
    <w:rsid w:val="00222435"/>
    <w:rsid w:val="0022243A"/>
    <w:rsid w:val="00222453"/>
    <w:rsid w:val="00222BD2"/>
    <w:rsid w:val="00222D9C"/>
    <w:rsid w:val="0022306F"/>
    <w:rsid w:val="00223289"/>
    <w:rsid w:val="00223651"/>
    <w:rsid w:val="0022370A"/>
    <w:rsid w:val="002237C9"/>
    <w:rsid w:val="0022383E"/>
    <w:rsid w:val="002254B8"/>
    <w:rsid w:val="0022583A"/>
    <w:rsid w:val="002261DB"/>
    <w:rsid w:val="002266A9"/>
    <w:rsid w:val="002269E9"/>
    <w:rsid w:val="00226E61"/>
    <w:rsid w:val="00226EC4"/>
    <w:rsid w:val="002278F7"/>
    <w:rsid w:val="00227AD7"/>
    <w:rsid w:val="00230140"/>
    <w:rsid w:val="002306D0"/>
    <w:rsid w:val="0023149B"/>
    <w:rsid w:val="00231742"/>
    <w:rsid w:val="0023195F"/>
    <w:rsid w:val="00231B7F"/>
    <w:rsid w:val="00231EB5"/>
    <w:rsid w:val="00232268"/>
    <w:rsid w:val="002325C2"/>
    <w:rsid w:val="0023294A"/>
    <w:rsid w:val="00233265"/>
    <w:rsid w:val="00233D3B"/>
    <w:rsid w:val="002350FC"/>
    <w:rsid w:val="00235FE9"/>
    <w:rsid w:val="00236115"/>
    <w:rsid w:val="002366AD"/>
    <w:rsid w:val="00236DC4"/>
    <w:rsid w:val="00236F63"/>
    <w:rsid w:val="00237437"/>
    <w:rsid w:val="00237936"/>
    <w:rsid w:val="00237AD7"/>
    <w:rsid w:val="002400CC"/>
    <w:rsid w:val="00241120"/>
    <w:rsid w:val="002416A0"/>
    <w:rsid w:val="00241ABC"/>
    <w:rsid w:val="00241D9C"/>
    <w:rsid w:val="00243F37"/>
    <w:rsid w:val="00244642"/>
    <w:rsid w:val="00244EB2"/>
    <w:rsid w:val="002450F6"/>
    <w:rsid w:val="00245190"/>
    <w:rsid w:val="002456B9"/>
    <w:rsid w:val="00245D1B"/>
    <w:rsid w:val="00246CA3"/>
    <w:rsid w:val="0024711A"/>
    <w:rsid w:val="00247326"/>
    <w:rsid w:val="002476B9"/>
    <w:rsid w:val="002477F2"/>
    <w:rsid w:val="00250B7D"/>
    <w:rsid w:val="00250E26"/>
    <w:rsid w:val="0025103C"/>
    <w:rsid w:val="00251131"/>
    <w:rsid w:val="00251A72"/>
    <w:rsid w:val="00251B14"/>
    <w:rsid w:val="00252D20"/>
    <w:rsid w:val="0025303B"/>
    <w:rsid w:val="00253091"/>
    <w:rsid w:val="00253EDC"/>
    <w:rsid w:val="00254914"/>
    <w:rsid w:val="00255459"/>
    <w:rsid w:val="00255947"/>
    <w:rsid w:val="0025657A"/>
    <w:rsid w:val="002568E4"/>
    <w:rsid w:val="00256B9A"/>
    <w:rsid w:val="00257509"/>
    <w:rsid w:val="00257934"/>
    <w:rsid w:val="002601C5"/>
    <w:rsid w:val="002606F9"/>
    <w:rsid w:val="002611B9"/>
    <w:rsid w:val="002612F6"/>
    <w:rsid w:val="00262017"/>
    <w:rsid w:val="00262A72"/>
    <w:rsid w:val="00262DAB"/>
    <w:rsid w:val="00262EE5"/>
    <w:rsid w:val="00263E47"/>
    <w:rsid w:val="00264099"/>
    <w:rsid w:val="002642C9"/>
    <w:rsid w:val="00264C47"/>
    <w:rsid w:val="00265BBA"/>
    <w:rsid w:val="00265F09"/>
    <w:rsid w:val="002669F1"/>
    <w:rsid w:val="00266E22"/>
    <w:rsid w:val="00267B59"/>
    <w:rsid w:val="00271C08"/>
    <w:rsid w:val="00271C13"/>
    <w:rsid w:val="00271D80"/>
    <w:rsid w:val="00272542"/>
    <w:rsid w:val="00272714"/>
    <w:rsid w:val="00273179"/>
    <w:rsid w:val="002734A4"/>
    <w:rsid w:val="00274547"/>
    <w:rsid w:val="002749D1"/>
    <w:rsid w:val="00274DDC"/>
    <w:rsid w:val="0027506B"/>
    <w:rsid w:val="00275467"/>
    <w:rsid w:val="00275DBB"/>
    <w:rsid w:val="002768ED"/>
    <w:rsid w:val="00276ABE"/>
    <w:rsid w:val="00276E88"/>
    <w:rsid w:val="00277123"/>
    <w:rsid w:val="002778A5"/>
    <w:rsid w:val="00277FD2"/>
    <w:rsid w:val="00280D98"/>
    <w:rsid w:val="002812F5"/>
    <w:rsid w:val="002812F6"/>
    <w:rsid w:val="00281790"/>
    <w:rsid w:val="00281CA3"/>
    <w:rsid w:val="00281CE5"/>
    <w:rsid w:val="00282025"/>
    <w:rsid w:val="00282437"/>
    <w:rsid w:val="00282754"/>
    <w:rsid w:val="00282869"/>
    <w:rsid w:val="00283211"/>
    <w:rsid w:val="00284E3D"/>
    <w:rsid w:val="0028557E"/>
    <w:rsid w:val="00285839"/>
    <w:rsid w:val="00285E92"/>
    <w:rsid w:val="00286515"/>
    <w:rsid w:val="00286B66"/>
    <w:rsid w:val="00286D64"/>
    <w:rsid w:val="002877F2"/>
    <w:rsid w:val="00287B25"/>
    <w:rsid w:val="00290A2D"/>
    <w:rsid w:val="00290BFD"/>
    <w:rsid w:val="00290E67"/>
    <w:rsid w:val="0029111C"/>
    <w:rsid w:val="00291953"/>
    <w:rsid w:val="00292438"/>
    <w:rsid w:val="0029336F"/>
    <w:rsid w:val="0029362B"/>
    <w:rsid w:val="00293738"/>
    <w:rsid w:val="00293D35"/>
    <w:rsid w:val="00293FFF"/>
    <w:rsid w:val="00294DE4"/>
    <w:rsid w:val="0029520E"/>
    <w:rsid w:val="00295839"/>
    <w:rsid w:val="00296705"/>
    <w:rsid w:val="00296FD8"/>
    <w:rsid w:val="00297139"/>
    <w:rsid w:val="002975A3"/>
    <w:rsid w:val="00297F6B"/>
    <w:rsid w:val="002A0428"/>
    <w:rsid w:val="002A0731"/>
    <w:rsid w:val="002A0B7D"/>
    <w:rsid w:val="002A0FCC"/>
    <w:rsid w:val="002A1162"/>
    <w:rsid w:val="002A145D"/>
    <w:rsid w:val="002A18E0"/>
    <w:rsid w:val="002A215D"/>
    <w:rsid w:val="002A2AD4"/>
    <w:rsid w:val="002A338D"/>
    <w:rsid w:val="002A3434"/>
    <w:rsid w:val="002A367B"/>
    <w:rsid w:val="002A3793"/>
    <w:rsid w:val="002A3AA0"/>
    <w:rsid w:val="002A49CF"/>
    <w:rsid w:val="002A5778"/>
    <w:rsid w:val="002A5868"/>
    <w:rsid w:val="002A61DC"/>
    <w:rsid w:val="002A64E7"/>
    <w:rsid w:val="002A6694"/>
    <w:rsid w:val="002A68B3"/>
    <w:rsid w:val="002A68EA"/>
    <w:rsid w:val="002A6926"/>
    <w:rsid w:val="002A7902"/>
    <w:rsid w:val="002A7B81"/>
    <w:rsid w:val="002A7B94"/>
    <w:rsid w:val="002A7DF6"/>
    <w:rsid w:val="002A7EE4"/>
    <w:rsid w:val="002A7F48"/>
    <w:rsid w:val="002B1898"/>
    <w:rsid w:val="002B1C69"/>
    <w:rsid w:val="002B20E6"/>
    <w:rsid w:val="002B25F2"/>
    <w:rsid w:val="002B2975"/>
    <w:rsid w:val="002B2D6E"/>
    <w:rsid w:val="002B360D"/>
    <w:rsid w:val="002B4306"/>
    <w:rsid w:val="002B453E"/>
    <w:rsid w:val="002B4BD5"/>
    <w:rsid w:val="002B4D2E"/>
    <w:rsid w:val="002B4EE3"/>
    <w:rsid w:val="002B4EF1"/>
    <w:rsid w:val="002B5AC4"/>
    <w:rsid w:val="002B61E2"/>
    <w:rsid w:val="002B6587"/>
    <w:rsid w:val="002B69DB"/>
    <w:rsid w:val="002B6E67"/>
    <w:rsid w:val="002B7205"/>
    <w:rsid w:val="002B7A40"/>
    <w:rsid w:val="002B7E37"/>
    <w:rsid w:val="002C0133"/>
    <w:rsid w:val="002C0218"/>
    <w:rsid w:val="002C0E99"/>
    <w:rsid w:val="002C20F6"/>
    <w:rsid w:val="002C22AA"/>
    <w:rsid w:val="002C22F1"/>
    <w:rsid w:val="002C2B3C"/>
    <w:rsid w:val="002C2C2B"/>
    <w:rsid w:val="002C2EB7"/>
    <w:rsid w:val="002C390F"/>
    <w:rsid w:val="002C4062"/>
    <w:rsid w:val="002C40FE"/>
    <w:rsid w:val="002C4438"/>
    <w:rsid w:val="002C5436"/>
    <w:rsid w:val="002D0248"/>
    <w:rsid w:val="002D1335"/>
    <w:rsid w:val="002D1349"/>
    <w:rsid w:val="002D15A1"/>
    <w:rsid w:val="002D1B9C"/>
    <w:rsid w:val="002D287C"/>
    <w:rsid w:val="002D2F92"/>
    <w:rsid w:val="002D464B"/>
    <w:rsid w:val="002D48BB"/>
    <w:rsid w:val="002D4928"/>
    <w:rsid w:val="002D55E7"/>
    <w:rsid w:val="002D5657"/>
    <w:rsid w:val="002D5E5F"/>
    <w:rsid w:val="002D5FAA"/>
    <w:rsid w:val="002D63F5"/>
    <w:rsid w:val="002D644B"/>
    <w:rsid w:val="002D6BB0"/>
    <w:rsid w:val="002D7195"/>
    <w:rsid w:val="002D72BE"/>
    <w:rsid w:val="002D73B1"/>
    <w:rsid w:val="002D7598"/>
    <w:rsid w:val="002D7AFF"/>
    <w:rsid w:val="002E130C"/>
    <w:rsid w:val="002E1381"/>
    <w:rsid w:val="002E16BD"/>
    <w:rsid w:val="002E16C2"/>
    <w:rsid w:val="002E1E76"/>
    <w:rsid w:val="002E2198"/>
    <w:rsid w:val="002E222C"/>
    <w:rsid w:val="002E372E"/>
    <w:rsid w:val="002E3D13"/>
    <w:rsid w:val="002E4F91"/>
    <w:rsid w:val="002E51B0"/>
    <w:rsid w:val="002E587E"/>
    <w:rsid w:val="002E676F"/>
    <w:rsid w:val="002E752C"/>
    <w:rsid w:val="002F012B"/>
    <w:rsid w:val="002F023A"/>
    <w:rsid w:val="002F0257"/>
    <w:rsid w:val="002F186C"/>
    <w:rsid w:val="002F37C5"/>
    <w:rsid w:val="002F47DE"/>
    <w:rsid w:val="002F6142"/>
    <w:rsid w:val="002F6893"/>
    <w:rsid w:val="002F7830"/>
    <w:rsid w:val="002F7CE3"/>
    <w:rsid w:val="00300BD8"/>
    <w:rsid w:val="00301661"/>
    <w:rsid w:val="00301D85"/>
    <w:rsid w:val="00301FFF"/>
    <w:rsid w:val="0030274E"/>
    <w:rsid w:val="003027CA"/>
    <w:rsid w:val="003028EB"/>
    <w:rsid w:val="00302AF9"/>
    <w:rsid w:val="00302E63"/>
    <w:rsid w:val="0030353B"/>
    <w:rsid w:val="0030496F"/>
    <w:rsid w:val="00304A37"/>
    <w:rsid w:val="003054A8"/>
    <w:rsid w:val="0030580B"/>
    <w:rsid w:val="0030625C"/>
    <w:rsid w:val="00306355"/>
    <w:rsid w:val="00307FCC"/>
    <w:rsid w:val="003110BB"/>
    <w:rsid w:val="00311197"/>
    <w:rsid w:val="00312547"/>
    <w:rsid w:val="00312D5F"/>
    <w:rsid w:val="0031346A"/>
    <w:rsid w:val="003134F8"/>
    <w:rsid w:val="003139E5"/>
    <w:rsid w:val="00313CD4"/>
    <w:rsid w:val="0031427E"/>
    <w:rsid w:val="00314564"/>
    <w:rsid w:val="003146DB"/>
    <w:rsid w:val="00314CFB"/>
    <w:rsid w:val="00317340"/>
    <w:rsid w:val="00317507"/>
    <w:rsid w:val="00317C7E"/>
    <w:rsid w:val="00320959"/>
    <w:rsid w:val="00321198"/>
    <w:rsid w:val="0032151A"/>
    <w:rsid w:val="00321616"/>
    <w:rsid w:val="00321C67"/>
    <w:rsid w:val="00322188"/>
    <w:rsid w:val="00322F05"/>
    <w:rsid w:val="00323211"/>
    <w:rsid w:val="00323747"/>
    <w:rsid w:val="00323763"/>
    <w:rsid w:val="00324333"/>
    <w:rsid w:val="00325DBF"/>
    <w:rsid w:val="003262BA"/>
    <w:rsid w:val="003302FE"/>
    <w:rsid w:val="00332532"/>
    <w:rsid w:val="00332A77"/>
    <w:rsid w:val="00333A5B"/>
    <w:rsid w:val="0033451B"/>
    <w:rsid w:val="00334F95"/>
    <w:rsid w:val="00335BEA"/>
    <w:rsid w:val="00335E72"/>
    <w:rsid w:val="00336FC3"/>
    <w:rsid w:val="003376D2"/>
    <w:rsid w:val="00337971"/>
    <w:rsid w:val="00337D69"/>
    <w:rsid w:val="00337FC3"/>
    <w:rsid w:val="00340290"/>
    <w:rsid w:val="00340370"/>
    <w:rsid w:val="00340E97"/>
    <w:rsid w:val="00341158"/>
    <w:rsid w:val="00341DF2"/>
    <w:rsid w:val="00342960"/>
    <w:rsid w:val="00342BB4"/>
    <w:rsid w:val="00342F28"/>
    <w:rsid w:val="0034403B"/>
    <w:rsid w:val="00344E35"/>
    <w:rsid w:val="00345E13"/>
    <w:rsid w:val="00346585"/>
    <w:rsid w:val="0034680D"/>
    <w:rsid w:val="00346888"/>
    <w:rsid w:val="00346DFD"/>
    <w:rsid w:val="003475E4"/>
    <w:rsid w:val="00347DE7"/>
    <w:rsid w:val="003504BC"/>
    <w:rsid w:val="003504F9"/>
    <w:rsid w:val="003510DB"/>
    <w:rsid w:val="00351A44"/>
    <w:rsid w:val="00351D1B"/>
    <w:rsid w:val="00351E61"/>
    <w:rsid w:val="003526D4"/>
    <w:rsid w:val="003526E5"/>
    <w:rsid w:val="00352D75"/>
    <w:rsid w:val="00352E6B"/>
    <w:rsid w:val="00352F8C"/>
    <w:rsid w:val="00353627"/>
    <w:rsid w:val="00353DD4"/>
    <w:rsid w:val="00353E4D"/>
    <w:rsid w:val="0035419F"/>
    <w:rsid w:val="00354553"/>
    <w:rsid w:val="00355516"/>
    <w:rsid w:val="00355833"/>
    <w:rsid w:val="003559F4"/>
    <w:rsid w:val="0035660E"/>
    <w:rsid w:val="003573CB"/>
    <w:rsid w:val="00357645"/>
    <w:rsid w:val="00357688"/>
    <w:rsid w:val="00357922"/>
    <w:rsid w:val="00357D2C"/>
    <w:rsid w:val="003603B0"/>
    <w:rsid w:val="0036048E"/>
    <w:rsid w:val="0036062E"/>
    <w:rsid w:val="00360AEC"/>
    <w:rsid w:val="0036163A"/>
    <w:rsid w:val="00362350"/>
    <w:rsid w:val="003637C9"/>
    <w:rsid w:val="00363EEE"/>
    <w:rsid w:val="0036478C"/>
    <w:rsid w:val="00364B13"/>
    <w:rsid w:val="00364D2C"/>
    <w:rsid w:val="00364F18"/>
    <w:rsid w:val="00364FC4"/>
    <w:rsid w:val="00365A46"/>
    <w:rsid w:val="00365B34"/>
    <w:rsid w:val="00365D20"/>
    <w:rsid w:val="003669FD"/>
    <w:rsid w:val="00367571"/>
    <w:rsid w:val="00367753"/>
    <w:rsid w:val="00367A3F"/>
    <w:rsid w:val="00367ACF"/>
    <w:rsid w:val="00370E37"/>
    <w:rsid w:val="0037163D"/>
    <w:rsid w:val="003717F3"/>
    <w:rsid w:val="003727BE"/>
    <w:rsid w:val="00372E3F"/>
    <w:rsid w:val="0037415D"/>
    <w:rsid w:val="0037438D"/>
    <w:rsid w:val="00375C78"/>
    <w:rsid w:val="00376211"/>
    <w:rsid w:val="00376454"/>
    <w:rsid w:val="00377570"/>
    <w:rsid w:val="00377BAD"/>
    <w:rsid w:val="003802FA"/>
    <w:rsid w:val="003811D0"/>
    <w:rsid w:val="00381962"/>
    <w:rsid w:val="00381C22"/>
    <w:rsid w:val="00381D9D"/>
    <w:rsid w:val="00382AA6"/>
    <w:rsid w:val="00382F88"/>
    <w:rsid w:val="0038316F"/>
    <w:rsid w:val="003838AD"/>
    <w:rsid w:val="003843E9"/>
    <w:rsid w:val="003845F3"/>
    <w:rsid w:val="00384CF4"/>
    <w:rsid w:val="00385542"/>
    <w:rsid w:val="00385B41"/>
    <w:rsid w:val="00385C82"/>
    <w:rsid w:val="00386195"/>
    <w:rsid w:val="00386416"/>
    <w:rsid w:val="00387935"/>
    <w:rsid w:val="00387E10"/>
    <w:rsid w:val="0039127B"/>
    <w:rsid w:val="00391A08"/>
    <w:rsid w:val="003934C2"/>
    <w:rsid w:val="003935B1"/>
    <w:rsid w:val="00393633"/>
    <w:rsid w:val="00393657"/>
    <w:rsid w:val="00393A62"/>
    <w:rsid w:val="00394072"/>
    <w:rsid w:val="00394C0D"/>
    <w:rsid w:val="00394E49"/>
    <w:rsid w:val="003953A9"/>
    <w:rsid w:val="0039583B"/>
    <w:rsid w:val="00397EFA"/>
    <w:rsid w:val="003A02FB"/>
    <w:rsid w:val="003A08AD"/>
    <w:rsid w:val="003A140A"/>
    <w:rsid w:val="003A1AB5"/>
    <w:rsid w:val="003A2DAD"/>
    <w:rsid w:val="003A328E"/>
    <w:rsid w:val="003A38CC"/>
    <w:rsid w:val="003A4660"/>
    <w:rsid w:val="003A5100"/>
    <w:rsid w:val="003A56CE"/>
    <w:rsid w:val="003A5F74"/>
    <w:rsid w:val="003A60CF"/>
    <w:rsid w:val="003A6214"/>
    <w:rsid w:val="003A63F6"/>
    <w:rsid w:val="003A6BEE"/>
    <w:rsid w:val="003A6D4E"/>
    <w:rsid w:val="003B0B08"/>
    <w:rsid w:val="003B0B75"/>
    <w:rsid w:val="003B0EF1"/>
    <w:rsid w:val="003B10B8"/>
    <w:rsid w:val="003B2A9A"/>
    <w:rsid w:val="003B2C5E"/>
    <w:rsid w:val="003B449E"/>
    <w:rsid w:val="003B4E0E"/>
    <w:rsid w:val="003B4F16"/>
    <w:rsid w:val="003B53AF"/>
    <w:rsid w:val="003B7604"/>
    <w:rsid w:val="003B7945"/>
    <w:rsid w:val="003C072A"/>
    <w:rsid w:val="003C0904"/>
    <w:rsid w:val="003C0F93"/>
    <w:rsid w:val="003C1021"/>
    <w:rsid w:val="003C17F0"/>
    <w:rsid w:val="003C1CEB"/>
    <w:rsid w:val="003C280D"/>
    <w:rsid w:val="003C369B"/>
    <w:rsid w:val="003C39AF"/>
    <w:rsid w:val="003C3F0C"/>
    <w:rsid w:val="003C47AC"/>
    <w:rsid w:val="003C5118"/>
    <w:rsid w:val="003C5681"/>
    <w:rsid w:val="003C5798"/>
    <w:rsid w:val="003C58C3"/>
    <w:rsid w:val="003C5B0F"/>
    <w:rsid w:val="003C5F5A"/>
    <w:rsid w:val="003C6CAF"/>
    <w:rsid w:val="003C6FE7"/>
    <w:rsid w:val="003C7235"/>
    <w:rsid w:val="003C78E1"/>
    <w:rsid w:val="003C7CD7"/>
    <w:rsid w:val="003D059D"/>
    <w:rsid w:val="003D0754"/>
    <w:rsid w:val="003D13CF"/>
    <w:rsid w:val="003D1906"/>
    <w:rsid w:val="003D24E8"/>
    <w:rsid w:val="003D2592"/>
    <w:rsid w:val="003D2785"/>
    <w:rsid w:val="003D2D1A"/>
    <w:rsid w:val="003D33C6"/>
    <w:rsid w:val="003D33E4"/>
    <w:rsid w:val="003D341B"/>
    <w:rsid w:val="003D376D"/>
    <w:rsid w:val="003D4D18"/>
    <w:rsid w:val="003D4DEF"/>
    <w:rsid w:val="003D5083"/>
    <w:rsid w:val="003D54EB"/>
    <w:rsid w:val="003D55D3"/>
    <w:rsid w:val="003D6BB3"/>
    <w:rsid w:val="003D6D5C"/>
    <w:rsid w:val="003D6E52"/>
    <w:rsid w:val="003D7AC6"/>
    <w:rsid w:val="003E034C"/>
    <w:rsid w:val="003E2CC6"/>
    <w:rsid w:val="003E2F20"/>
    <w:rsid w:val="003E3184"/>
    <w:rsid w:val="003E499D"/>
    <w:rsid w:val="003E4FFE"/>
    <w:rsid w:val="003E526E"/>
    <w:rsid w:val="003E607F"/>
    <w:rsid w:val="003E6A3B"/>
    <w:rsid w:val="003E6E15"/>
    <w:rsid w:val="003E76F7"/>
    <w:rsid w:val="003F00F6"/>
    <w:rsid w:val="003F0203"/>
    <w:rsid w:val="003F028B"/>
    <w:rsid w:val="003F0BBD"/>
    <w:rsid w:val="003F2802"/>
    <w:rsid w:val="003F3247"/>
    <w:rsid w:val="003F3A00"/>
    <w:rsid w:val="003F426A"/>
    <w:rsid w:val="003F4A2B"/>
    <w:rsid w:val="003F533D"/>
    <w:rsid w:val="003F53AC"/>
    <w:rsid w:val="003F54E9"/>
    <w:rsid w:val="003F66EE"/>
    <w:rsid w:val="003F694F"/>
    <w:rsid w:val="003F6E9F"/>
    <w:rsid w:val="003F7002"/>
    <w:rsid w:val="003F73D9"/>
    <w:rsid w:val="004000A1"/>
    <w:rsid w:val="004003D5"/>
    <w:rsid w:val="004005BD"/>
    <w:rsid w:val="0040100C"/>
    <w:rsid w:val="00401085"/>
    <w:rsid w:val="004013C0"/>
    <w:rsid w:val="004013F6"/>
    <w:rsid w:val="00401509"/>
    <w:rsid w:val="004015FB"/>
    <w:rsid w:val="00401974"/>
    <w:rsid w:val="00402359"/>
    <w:rsid w:val="00402A8A"/>
    <w:rsid w:val="00402B9F"/>
    <w:rsid w:val="00402DBD"/>
    <w:rsid w:val="00403095"/>
    <w:rsid w:val="0040349F"/>
    <w:rsid w:val="00403F31"/>
    <w:rsid w:val="00405AF6"/>
    <w:rsid w:val="00405B31"/>
    <w:rsid w:val="0040604F"/>
    <w:rsid w:val="00406602"/>
    <w:rsid w:val="004071A5"/>
    <w:rsid w:val="004075BC"/>
    <w:rsid w:val="00407F16"/>
    <w:rsid w:val="00410C1B"/>
    <w:rsid w:val="00411AF5"/>
    <w:rsid w:val="00412994"/>
    <w:rsid w:val="00412BC8"/>
    <w:rsid w:val="00412E0D"/>
    <w:rsid w:val="00413444"/>
    <w:rsid w:val="00413C38"/>
    <w:rsid w:val="00414198"/>
    <w:rsid w:val="00414A89"/>
    <w:rsid w:val="00414D97"/>
    <w:rsid w:val="00414E4C"/>
    <w:rsid w:val="004159A6"/>
    <w:rsid w:val="00415A24"/>
    <w:rsid w:val="00416167"/>
    <w:rsid w:val="004168BC"/>
    <w:rsid w:val="004172B2"/>
    <w:rsid w:val="00417B9B"/>
    <w:rsid w:val="004213DB"/>
    <w:rsid w:val="00421724"/>
    <w:rsid w:val="00421874"/>
    <w:rsid w:val="00422427"/>
    <w:rsid w:val="004226CF"/>
    <w:rsid w:val="00422B07"/>
    <w:rsid w:val="00422E5A"/>
    <w:rsid w:val="00422EF3"/>
    <w:rsid w:val="00423788"/>
    <w:rsid w:val="00423F4A"/>
    <w:rsid w:val="00424572"/>
    <w:rsid w:val="00424A5A"/>
    <w:rsid w:val="00424ED7"/>
    <w:rsid w:val="004252F4"/>
    <w:rsid w:val="00425485"/>
    <w:rsid w:val="00425A72"/>
    <w:rsid w:val="004260A6"/>
    <w:rsid w:val="00426BC1"/>
    <w:rsid w:val="00426BC9"/>
    <w:rsid w:val="00426C5E"/>
    <w:rsid w:val="0042734B"/>
    <w:rsid w:val="00427493"/>
    <w:rsid w:val="00427A37"/>
    <w:rsid w:val="004308B5"/>
    <w:rsid w:val="00430A66"/>
    <w:rsid w:val="004314EE"/>
    <w:rsid w:val="00431AD5"/>
    <w:rsid w:val="00431EA4"/>
    <w:rsid w:val="004326EC"/>
    <w:rsid w:val="00432A3C"/>
    <w:rsid w:val="00433DFF"/>
    <w:rsid w:val="004346A1"/>
    <w:rsid w:val="00434F44"/>
    <w:rsid w:val="00435547"/>
    <w:rsid w:val="00435918"/>
    <w:rsid w:val="00435A4D"/>
    <w:rsid w:val="00435B5E"/>
    <w:rsid w:val="00435CA9"/>
    <w:rsid w:val="00436D35"/>
    <w:rsid w:val="00437245"/>
    <w:rsid w:val="00437398"/>
    <w:rsid w:val="00437418"/>
    <w:rsid w:val="004403BF"/>
    <w:rsid w:val="00440C49"/>
    <w:rsid w:val="00440ECE"/>
    <w:rsid w:val="00441302"/>
    <w:rsid w:val="0044191F"/>
    <w:rsid w:val="00441E82"/>
    <w:rsid w:val="00442C67"/>
    <w:rsid w:val="004439D1"/>
    <w:rsid w:val="00443DB7"/>
    <w:rsid w:val="00444710"/>
    <w:rsid w:val="00445A7A"/>
    <w:rsid w:val="00446733"/>
    <w:rsid w:val="00446AAC"/>
    <w:rsid w:val="00447331"/>
    <w:rsid w:val="00447B84"/>
    <w:rsid w:val="004504DE"/>
    <w:rsid w:val="00450F92"/>
    <w:rsid w:val="00451107"/>
    <w:rsid w:val="00451ECB"/>
    <w:rsid w:val="004522E0"/>
    <w:rsid w:val="00452359"/>
    <w:rsid w:val="00452F3C"/>
    <w:rsid w:val="00453852"/>
    <w:rsid w:val="00453957"/>
    <w:rsid w:val="00454101"/>
    <w:rsid w:val="00454315"/>
    <w:rsid w:val="00454463"/>
    <w:rsid w:val="004552FE"/>
    <w:rsid w:val="004556C8"/>
    <w:rsid w:val="004557B7"/>
    <w:rsid w:val="00455845"/>
    <w:rsid w:val="00455CCE"/>
    <w:rsid w:val="00456853"/>
    <w:rsid w:val="00456A5B"/>
    <w:rsid w:val="004570C9"/>
    <w:rsid w:val="004572AA"/>
    <w:rsid w:val="00457A8D"/>
    <w:rsid w:val="004617C9"/>
    <w:rsid w:val="00461894"/>
    <w:rsid w:val="00462063"/>
    <w:rsid w:val="00462A2D"/>
    <w:rsid w:val="00464DDE"/>
    <w:rsid w:val="004659AE"/>
    <w:rsid w:val="00467396"/>
    <w:rsid w:val="00467B16"/>
    <w:rsid w:val="00470856"/>
    <w:rsid w:val="00471FF0"/>
    <w:rsid w:val="004726EB"/>
    <w:rsid w:val="00473B01"/>
    <w:rsid w:val="0047496E"/>
    <w:rsid w:val="00474DF6"/>
    <w:rsid w:val="00475177"/>
    <w:rsid w:val="004759BD"/>
    <w:rsid w:val="00475C4F"/>
    <w:rsid w:val="00476425"/>
    <w:rsid w:val="004767D9"/>
    <w:rsid w:val="004768E1"/>
    <w:rsid w:val="00476E11"/>
    <w:rsid w:val="00476EE9"/>
    <w:rsid w:val="004776A1"/>
    <w:rsid w:val="0047775D"/>
    <w:rsid w:val="004819D7"/>
    <w:rsid w:val="00481A9C"/>
    <w:rsid w:val="00482170"/>
    <w:rsid w:val="00482177"/>
    <w:rsid w:val="00482C63"/>
    <w:rsid w:val="00483FF4"/>
    <w:rsid w:val="0048471E"/>
    <w:rsid w:val="0048493A"/>
    <w:rsid w:val="00484CFA"/>
    <w:rsid w:val="0048553B"/>
    <w:rsid w:val="004856EE"/>
    <w:rsid w:val="004856F6"/>
    <w:rsid w:val="00485765"/>
    <w:rsid w:val="00485ED0"/>
    <w:rsid w:val="0048683A"/>
    <w:rsid w:val="00486863"/>
    <w:rsid w:val="0048704B"/>
    <w:rsid w:val="004903E1"/>
    <w:rsid w:val="00490475"/>
    <w:rsid w:val="00490AF8"/>
    <w:rsid w:val="00491789"/>
    <w:rsid w:val="00491FDA"/>
    <w:rsid w:val="00492234"/>
    <w:rsid w:val="00493127"/>
    <w:rsid w:val="004936C3"/>
    <w:rsid w:val="004938D9"/>
    <w:rsid w:val="00493BC2"/>
    <w:rsid w:val="00493EC9"/>
    <w:rsid w:val="00494224"/>
    <w:rsid w:val="004942E5"/>
    <w:rsid w:val="0049470A"/>
    <w:rsid w:val="00494F14"/>
    <w:rsid w:val="00495A13"/>
    <w:rsid w:val="00495CB8"/>
    <w:rsid w:val="00496188"/>
    <w:rsid w:val="0049629C"/>
    <w:rsid w:val="0049653E"/>
    <w:rsid w:val="00497ABD"/>
    <w:rsid w:val="004A0000"/>
    <w:rsid w:val="004A00B0"/>
    <w:rsid w:val="004A0A7F"/>
    <w:rsid w:val="004A0C93"/>
    <w:rsid w:val="004A1872"/>
    <w:rsid w:val="004A1EB9"/>
    <w:rsid w:val="004A1F88"/>
    <w:rsid w:val="004A2113"/>
    <w:rsid w:val="004A2BCC"/>
    <w:rsid w:val="004A2E3A"/>
    <w:rsid w:val="004A2F82"/>
    <w:rsid w:val="004A36D8"/>
    <w:rsid w:val="004A3972"/>
    <w:rsid w:val="004A4CD4"/>
    <w:rsid w:val="004A54A6"/>
    <w:rsid w:val="004A5816"/>
    <w:rsid w:val="004A6253"/>
    <w:rsid w:val="004A7464"/>
    <w:rsid w:val="004A760F"/>
    <w:rsid w:val="004B0E4B"/>
    <w:rsid w:val="004B1F87"/>
    <w:rsid w:val="004B207B"/>
    <w:rsid w:val="004B21C3"/>
    <w:rsid w:val="004B2379"/>
    <w:rsid w:val="004B3396"/>
    <w:rsid w:val="004B3BF3"/>
    <w:rsid w:val="004B4326"/>
    <w:rsid w:val="004B4783"/>
    <w:rsid w:val="004B4E78"/>
    <w:rsid w:val="004B5372"/>
    <w:rsid w:val="004B55DE"/>
    <w:rsid w:val="004B5B6B"/>
    <w:rsid w:val="004B5E16"/>
    <w:rsid w:val="004B6015"/>
    <w:rsid w:val="004B6411"/>
    <w:rsid w:val="004B6761"/>
    <w:rsid w:val="004B6CBE"/>
    <w:rsid w:val="004B6EB7"/>
    <w:rsid w:val="004B704C"/>
    <w:rsid w:val="004B7216"/>
    <w:rsid w:val="004B7310"/>
    <w:rsid w:val="004B7A38"/>
    <w:rsid w:val="004C0F69"/>
    <w:rsid w:val="004C134E"/>
    <w:rsid w:val="004C2969"/>
    <w:rsid w:val="004C36C8"/>
    <w:rsid w:val="004C37B3"/>
    <w:rsid w:val="004C3A2C"/>
    <w:rsid w:val="004C40F7"/>
    <w:rsid w:val="004C4161"/>
    <w:rsid w:val="004C46E2"/>
    <w:rsid w:val="004C49C4"/>
    <w:rsid w:val="004C4A42"/>
    <w:rsid w:val="004C4DE1"/>
    <w:rsid w:val="004C52D9"/>
    <w:rsid w:val="004C68F5"/>
    <w:rsid w:val="004C761C"/>
    <w:rsid w:val="004C7C3D"/>
    <w:rsid w:val="004D01EA"/>
    <w:rsid w:val="004D0FB5"/>
    <w:rsid w:val="004D1268"/>
    <w:rsid w:val="004D1ED6"/>
    <w:rsid w:val="004D1F93"/>
    <w:rsid w:val="004D2BA2"/>
    <w:rsid w:val="004D3172"/>
    <w:rsid w:val="004D3429"/>
    <w:rsid w:val="004D3E47"/>
    <w:rsid w:val="004D6411"/>
    <w:rsid w:val="004D6782"/>
    <w:rsid w:val="004D6EE5"/>
    <w:rsid w:val="004D7B6E"/>
    <w:rsid w:val="004D7D41"/>
    <w:rsid w:val="004E1B9E"/>
    <w:rsid w:val="004E1CBB"/>
    <w:rsid w:val="004E1D62"/>
    <w:rsid w:val="004E29CB"/>
    <w:rsid w:val="004E330F"/>
    <w:rsid w:val="004E342D"/>
    <w:rsid w:val="004E3A6A"/>
    <w:rsid w:val="004E471E"/>
    <w:rsid w:val="004E4885"/>
    <w:rsid w:val="004E4C60"/>
    <w:rsid w:val="004E4D38"/>
    <w:rsid w:val="004E5404"/>
    <w:rsid w:val="004E6979"/>
    <w:rsid w:val="004E6A4F"/>
    <w:rsid w:val="004E706C"/>
    <w:rsid w:val="004E71C2"/>
    <w:rsid w:val="004E7214"/>
    <w:rsid w:val="004E73A1"/>
    <w:rsid w:val="004E7422"/>
    <w:rsid w:val="004F14FC"/>
    <w:rsid w:val="004F1C43"/>
    <w:rsid w:val="004F1EEC"/>
    <w:rsid w:val="004F231B"/>
    <w:rsid w:val="004F3314"/>
    <w:rsid w:val="004F3BBB"/>
    <w:rsid w:val="004F4337"/>
    <w:rsid w:val="004F43B4"/>
    <w:rsid w:val="004F44BB"/>
    <w:rsid w:val="004F5CAE"/>
    <w:rsid w:val="004F649C"/>
    <w:rsid w:val="004F6870"/>
    <w:rsid w:val="004F6B4D"/>
    <w:rsid w:val="004F7D75"/>
    <w:rsid w:val="00500679"/>
    <w:rsid w:val="005014E3"/>
    <w:rsid w:val="0050160E"/>
    <w:rsid w:val="00501870"/>
    <w:rsid w:val="00501E14"/>
    <w:rsid w:val="00502CE7"/>
    <w:rsid w:val="00503383"/>
    <w:rsid w:val="005040BB"/>
    <w:rsid w:val="00505099"/>
    <w:rsid w:val="005051DD"/>
    <w:rsid w:val="00505D0C"/>
    <w:rsid w:val="00505EC0"/>
    <w:rsid w:val="005062C3"/>
    <w:rsid w:val="005062C9"/>
    <w:rsid w:val="005063DB"/>
    <w:rsid w:val="0050656A"/>
    <w:rsid w:val="005078BB"/>
    <w:rsid w:val="0051000B"/>
    <w:rsid w:val="0051024C"/>
    <w:rsid w:val="00510F13"/>
    <w:rsid w:val="00510F74"/>
    <w:rsid w:val="00511222"/>
    <w:rsid w:val="005113ED"/>
    <w:rsid w:val="005117DF"/>
    <w:rsid w:val="00512485"/>
    <w:rsid w:val="00512A40"/>
    <w:rsid w:val="00513833"/>
    <w:rsid w:val="00513B13"/>
    <w:rsid w:val="00514B18"/>
    <w:rsid w:val="00515064"/>
    <w:rsid w:val="00515807"/>
    <w:rsid w:val="005208BD"/>
    <w:rsid w:val="00521166"/>
    <w:rsid w:val="00522202"/>
    <w:rsid w:val="00523155"/>
    <w:rsid w:val="00523C80"/>
    <w:rsid w:val="00523F2E"/>
    <w:rsid w:val="005243D7"/>
    <w:rsid w:val="0052463A"/>
    <w:rsid w:val="00525201"/>
    <w:rsid w:val="005256F0"/>
    <w:rsid w:val="0052661A"/>
    <w:rsid w:val="005268CA"/>
    <w:rsid w:val="0052756A"/>
    <w:rsid w:val="005276DB"/>
    <w:rsid w:val="005277AD"/>
    <w:rsid w:val="00527927"/>
    <w:rsid w:val="00527D3B"/>
    <w:rsid w:val="00530550"/>
    <w:rsid w:val="005306CA"/>
    <w:rsid w:val="005307E2"/>
    <w:rsid w:val="005308A8"/>
    <w:rsid w:val="005309B1"/>
    <w:rsid w:val="00530A25"/>
    <w:rsid w:val="00530F34"/>
    <w:rsid w:val="0053142A"/>
    <w:rsid w:val="00531B84"/>
    <w:rsid w:val="0053211E"/>
    <w:rsid w:val="00532459"/>
    <w:rsid w:val="0053292B"/>
    <w:rsid w:val="00532958"/>
    <w:rsid w:val="00532C49"/>
    <w:rsid w:val="00532CBD"/>
    <w:rsid w:val="0053302D"/>
    <w:rsid w:val="0053350D"/>
    <w:rsid w:val="00533DB6"/>
    <w:rsid w:val="00533EBB"/>
    <w:rsid w:val="00534AC1"/>
    <w:rsid w:val="00535613"/>
    <w:rsid w:val="00535B29"/>
    <w:rsid w:val="00535BE3"/>
    <w:rsid w:val="00535CFA"/>
    <w:rsid w:val="00536079"/>
    <w:rsid w:val="00536E47"/>
    <w:rsid w:val="00536FA9"/>
    <w:rsid w:val="005372C1"/>
    <w:rsid w:val="00540061"/>
    <w:rsid w:val="0054011D"/>
    <w:rsid w:val="005408D7"/>
    <w:rsid w:val="00541CA8"/>
    <w:rsid w:val="00541E4D"/>
    <w:rsid w:val="00542EE7"/>
    <w:rsid w:val="00543627"/>
    <w:rsid w:val="00543D57"/>
    <w:rsid w:val="00543E88"/>
    <w:rsid w:val="0054414E"/>
    <w:rsid w:val="00544157"/>
    <w:rsid w:val="00544823"/>
    <w:rsid w:val="00544AB5"/>
    <w:rsid w:val="00544C45"/>
    <w:rsid w:val="00544D48"/>
    <w:rsid w:val="00544E61"/>
    <w:rsid w:val="00545792"/>
    <w:rsid w:val="005462D4"/>
    <w:rsid w:val="00546759"/>
    <w:rsid w:val="00546CC9"/>
    <w:rsid w:val="00546F54"/>
    <w:rsid w:val="00546FCA"/>
    <w:rsid w:val="005474D4"/>
    <w:rsid w:val="00547A50"/>
    <w:rsid w:val="00547AFA"/>
    <w:rsid w:val="00547D3D"/>
    <w:rsid w:val="00550F05"/>
    <w:rsid w:val="0055110A"/>
    <w:rsid w:val="0055121A"/>
    <w:rsid w:val="00551946"/>
    <w:rsid w:val="0055267E"/>
    <w:rsid w:val="00552929"/>
    <w:rsid w:val="00552BDF"/>
    <w:rsid w:val="00553AF0"/>
    <w:rsid w:val="00553EBA"/>
    <w:rsid w:val="00553F34"/>
    <w:rsid w:val="00554061"/>
    <w:rsid w:val="00554662"/>
    <w:rsid w:val="00554771"/>
    <w:rsid w:val="00554EEE"/>
    <w:rsid w:val="005552DB"/>
    <w:rsid w:val="00555795"/>
    <w:rsid w:val="00555B9C"/>
    <w:rsid w:val="00555C76"/>
    <w:rsid w:val="00555EF8"/>
    <w:rsid w:val="0055604E"/>
    <w:rsid w:val="00557F36"/>
    <w:rsid w:val="00560479"/>
    <w:rsid w:val="0056068C"/>
    <w:rsid w:val="00560BE6"/>
    <w:rsid w:val="00560E50"/>
    <w:rsid w:val="00560EA1"/>
    <w:rsid w:val="00561458"/>
    <w:rsid w:val="00561B7C"/>
    <w:rsid w:val="00563147"/>
    <w:rsid w:val="005634B8"/>
    <w:rsid w:val="005636EB"/>
    <w:rsid w:val="005647CD"/>
    <w:rsid w:val="00564D74"/>
    <w:rsid w:val="00564E51"/>
    <w:rsid w:val="0056629A"/>
    <w:rsid w:val="0056647E"/>
    <w:rsid w:val="00566DCB"/>
    <w:rsid w:val="00566F29"/>
    <w:rsid w:val="00567901"/>
    <w:rsid w:val="00570680"/>
    <w:rsid w:val="00570BC2"/>
    <w:rsid w:val="00570C15"/>
    <w:rsid w:val="00570C48"/>
    <w:rsid w:val="00571D1B"/>
    <w:rsid w:val="00571F85"/>
    <w:rsid w:val="0057294C"/>
    <w:rsid w:val="005736ED"/>
    <w:rsid w:val="0057426F"/>
    <w:rsid w:val="0057549B"/>
    <w:rsid w:val="00575C2D"/>
    <w:rsid w:val="0057638A"/>
    <w:rsid w:val="00577171"/>
    <w:rsid w:val="00577AC0"/>
    <w:rsid w:val="0058027E"/>
    <w:rsid w:val="005818E9"/>
    <w:rsid w:val="0058219E"/>
    <w:rsid w:val="00582805"/>
    <w:rsid w:val="005828B2"/>
    <w:rsid w:val="00582B1A"/>
    <w:rsid w:val="00582CE3"/>
    <w:rsid w:val="005837D4"/>
    <w:rsid w:val="005841E2"/>
    <w:rsid w:val="00584614"/>
    <w:rsid w:val="0058509A"/>
    <w:rsid w:val="005853B8"/>
    <w:rsid w:val="00585B3C"/>
    <w:rsid w:val="00585F58"/>
    <w:rsid w:val="00585F7B"/>
    <w:rsid w:val="00586697"/>
    <w:rsid w:val="0058767F"/>
    <w:rsid w:val="005876C7"/>
    <w:rsid w:val="00587AE0"/>
    <w:rsid w:val="00590290"/>
    <w:rsid w:val="00590786"/>
    <w:rsid w:val="00591598"/>
    <w:rsid w:val="00591955"/>
    <w:rsid w:val="00591A97"/>
    <w:rsid w:val="00591B80"/>
    <w:rsid w:val="00592C55"/>
    <w:rsid w:val="00594092"/>
    <w:rsid w:val="005946F3"/>
    <w:rsid w:val="00594D3A"/>
    <w:rsid w:val="005950F5"/>
    <w:rsid w:val="0059521D"/>
    <w:rsid w:val="00595664"/>
    <w:rsid w:val="00595CFB"/>
    <w:rsid w:val="00596F3C"/>
    <w:rsid w:val="0059755B"/>
    <w:rsid w:val="005979D2"/>
    <w:rsid w:val="005A03F9"/>
    <w:rsid w:val="005A1A45"/>
    <w:rsid w:val="005A1E48"/>
    <w:rsid w:val="005A304E"/>
    <w:rsid w:val="005A3082"/>
    <w:rsid w:val="005A34E6"/>
    <w:rsid w:val="005A491D"/>
    <w:rsid w:val="005A4D9A"/>
    <w:rsid w:val="005A5247"/>
    <w:rsid w:val="005A5FFC"/>
    <w:rsid w:val="005A6404"/>
    <w:rsid w:val="005A69E7"/>
    <w:rsid w:val="005A6C0F"/>
    <w:rsid w:val="005A6D75"/>
    <w:rsid w:val="005A7AC3"/>
    <w:rsid w:val="005B0F1D"/>
    <w:rsid w:val="005B12DB"/>
    <w:rsid w:val="005B13B1"/>
    <w:rsid w:val="005B172D"/>
    <w:rsid w:val="005B1967"/>
    <w:rsid w:val="005B1BA2"/>
    <w:rsid w:val="005B21FA"/>
    <w:rsid w:val="005B29C4"/>
    <w:rsid w:val="005B2A0C"/>
    <w:rsid w:val="005B3B6C"/>
    <w:rsid w:val="005B4787"/>
    <w:rsid w:val="005B57BD"/>
    <w:rsid w:val="005B6122"/>
    <w:rsid w:val="005B61C1"/>
    <w:rsid w:val="005B66F9"/>
    <w:rsid w:val="005B6E7A"/>
    <w:rsid w:val="005B7550"/>
    <w:rsid w:val="005B7A4B"/>
    <w:rsid w:val="005C06FE"/>
    <w:rsid w:val="005C17F8"/>
    <w:rsid w:val="005C1943"/>
    <w:rsid w:val="005C1D0A"/>
    <w:rsid w:val="005C212B"/>
    <w:rsid w:val="005C45F5"/>
    <w:rsid w:val="005C471B"/>
    <w:rsid w:val="005C5D60"/>
    <w:rsid w:val="005C64F8"/>
    <w:rsid w:val="005C681B"/>
    <w:rsid w:val="005C6951"/>
    <w:rsid w:val="005C6C23"/>
    <w:rsid w:val="005C6C95"/>
    <w:rsid w:val="005C6F11"/>
    <w:rsid w:val="005C7573"/>
    <w:rsid w:val="005C77F1"/>
    <w:rsid w:val="005D004D"/>
    <w:rsid w:val="005D049C"/>
    <w:rsid w:val="005D07D7"/>
    <w:rsid w:val="005D09C7"/>
    <w:rsid w:val="005D09E2"/>
    <w:rsid w:val="005D172C"/>
    <w:rsid w:val="005D18CC"/>
    <w:rsid w:val="005D1F1E"/>
    <w:rsid w:val="005D2C3E"/>
    <w:rsid w:val="005D31B3"/>
    <w:rsid w:val="005D469B"/>
    <w:rsid w:val="005D60FF"/>
    <w:rsid w:val="005D6368"/>
    <w:rsid w:val="005D6371"/>
    <w:rsid w:val="005D64DA"/>
    <w:rsid w:val="005D680C"/>
    <w:rsid w:val="005D6D47"/>
    <w:rsid w:val="005D6E3B"/>
    <w:rsid w:val="005D76E7"/>
    <w:rsid w:val="005D7BAA"/>
    <w:rsid w:val="005E0A35"/>
    <w:rsid w:val="005E16A0"/>
    <w:rsid w:val="005E1C71"/>
    <w:rsid w:val="005E2343"/>
    <w:rsid w:val="005E2498"/>
    <w:rsid w:val="005E2BD1"/>
    <w:rsid w:val="005E2C9D"/>
    <w:rsid w:val="005E3AF8"/>
    <w:rsid w:val="005E3BC9"/>
    <w:rsid w:val="005E3D58"/>
    <w:rsid w:val="005E3DA4"/>
    <w:rsid w:val="005E513D"/>
    <w:rsid w:val="005E5F01"/>
    <w:rsid w:val="005E5F4C"/>
    <w:rsid w:val="005E6CA6"/>
    <w:rsid w:val="005E7D93"/>
    <w:rsid w:val="005F0246"/>
    <w:rsid w:val="005F02E0"/>
    <w:rsid w:val="005F0528"/>
    <w:rsid w:val="005F0D10"/>
    <w:rsid w:val="005F158E"/>
    <w:rsid w:val="005F16D4"/>
    <w:rsid w:val="005F2C52"/>
    <w:rsid w:val="005F3098"/>
    <w:rsid w:val="005F4A70"/>
    <w:rsid w:val="005F52F3"/>
    <w:rsid w:val="005F5975"/>
    <w:rsid w:val="005F5B07"/>
    <w:rsid w:val="005F5F09"/>
    <w:rsid w:val="005F6FE9"/>
    <w:rsid w:val="005F710A"/>
    <w:rsid w:val="005F785B"/>
    <w:rsid w:val="005F7F91"/>
    <w:rsid w:val="00600C41"/>
    <w:rsid w:val="00601CB0"/>
    <w:rsid w:val="0060300A"/>
    <w:rsid w:val="00603104"/>
    <w:rsid w:val="00603277"/>
    <w:rsid w:val="00603D0A"/>
    <w:rsid w:val="00603DB0"/>
    <w:rsid w:val="0060406B"/>
    <w:rsid w:val="006053CA"/>
    <w:rsid w:val="0060561D"/>
    <w:rsid w:val="00605A70"/>
    <w:rsid w:val="00606354"/>
    <w:rsid w:val="00607421"/>
    <w:rsid w:val="006074D3"/>
    <w:rsid w:val="00607AE2"/>
    <w:rsid w:val="00607EAE"/>
    <w:rsid w:val="006101A6"/>
    <w:rsid w:val="006103B0"/>
    <w:rsid w:val="006103CD"/>
    <w:rsid w:val="0061045B"/>
    <w:rsid w:val="00610591"/>
    <w:rsid w:val="00610A92"/>
    <w:rsid w:val="006117E7"/>
    <w:rsid w:val="006124FE"/>
    <w:rsid w:val="00612A35"/>
    <w:rsid w:val="00612F21"/>
    <w:rsid w:val="00613296"/>
    <w:rsid w:val="0061331B"/>
    <w:rsid w:val="0061351F"/>
    <w:rsid w:val="00613543"/>
    <w:rsid w:val="00613B0B"/>
    <w:rsid w:val="006146B3"/>
    <w:rsid w:val="006148C0"/>
    <w:rsid w:val="006150AB"/>
    <w:rsid w:val="00615D46"/>
    <w:rsid w:val="00616546"/>
    <w:rsid w:val="0061760F"/>
    <w:rsid w:val="00617C76"/>
    <w:rsid w:val="00617D45"/>
    <w:rsid w:val="00617E6B"/>
    <w:rsid w:val="00617F84"/>
    <w:rsid w:val="00620C8B"/>
    <w:rsid w:val="00620D2C"/>
    <w:rsid w:val="00620F9A"/>
    <w:rsid w:val="006210DA"/>
    <w:rsid w:val="00621AB4"/>
    <w:rsid w:val="00622FF2"/>
    <w:rsid w:val="006240CD"/>
    <w:rsid w:val="00624881"/>
    <w:rsid w:val="00624AC4"/>
    <w:rsid w:val="00624E7D"/>
    <w:rsid w:val="00625F1D"/>
    <w:rsid w:val="006266C2"/>
    <w:rsid w:val="006267C6"/>
    <w:rsid w:val="00627052"/>
    <w:rsid w:val="00627B7C"/>
    <w:rsid w:val="00627CD8"/>
    <w:rsid w:val="00627EC3"/>
    <w:rsid w:val="006302AF"/>
    <w:rsid w:val="006305C3"/>
    <w:rsid w:val="0063068C"/>
    <w:rsid w:val="00630966"/>
    <w:rsid w:val="0063096A"/>
    <w:rsid w:val="00630BD9"/>
    <w:rsid w:val="0063175E"/>
    <w:rsid w:val="00631C9A"/>
    <w:rsid w:val="00631E11"/>
    <w:rsid w:val="00631F34"/>
    <w:rsid w:val="00631FA5"/>
    <w:rsid w:val="0063207E"/>
    <w:rsid w:val="006329E9"/>
    <w:rsid w:val="00632B3E"/>
    <w:rsid w:val="00632F47"/>
    <w:rsid w:val="00633E3E"/>
    <w:rsid w:val="0063486A"/>
    <w:rsid w:val="006348BD"/>
    <w:rsid w:val="0063492D"/>
    <w:rsid w:val="006350DB"/>
    <w:rsid w:val="00635626"/>
    <w:rsid w:val="00636B1F"/>
    <w:rsid w:val="00636D7F"/>
    <w:rsid w:val="006373AD"/>
    <w:rsid w:val="00637D38"/>
    <w:rsid w:val="00640A7A"/>
    <w:rsid w:val="00640D80"/>
    <w:rsid w:val="00641955"/>
    <w:rsid w:val="00641B4F"/>
    <w:rsid w:val="00641C3D"/>
    <w:rsid w:val="00641D7E"/>
    <w:rsid w:val="00642641"/>
    <w:rsid w:val="00642705"/>
    <w:rsid w:val="00642DF9"/>
    <w:rsid w:val="00642E97"/>
    <w:rsid w:val="0064322D"/>
    <w:rsid w:val="0064391A"/>
    <w:rsid w:val="00643E9D"/>
    <w:rsid w:val="00643FB0"/>
    <w:rsid w:val="006448D1"/>
    <w:rsid w:val="00644AAE"/>
    <w:rsid w:val="00644B76"/>
    <w:rsid w:val="00645569"/>
    <w:rsid w:val="00645794"/>
    <w:rsid w:val="00645B41"/>
    <w:rsid w:val="006463E7"/>
    <w:rsid w:val="00646415"/>
    <w:rsid w:val="00646504"/>
    <w:rsid w:val="006468F5"/>
    <w:rsid w:val="00646AEA"/>
    <w:rsid w:val="00647334"/>
    <w:rsid w:val="006474DA"/>
    <w:rsid w:val="006479E5"/>
    <w:rsid w:val="00647ABB"/>
    <w:rsid w:val="00650097"/>
    <w:rsid w:val="006509A9"/>
    <w:rsid w:val="006510F7"/>
    <w:rsid w:val="0065116B"/>
    <w:rsid w:val="006511E0"/>
    <w:rsid w:val="00651F7D"/>
    <w:rsid w:val="00652010"/>
    <w:rsid w:val="00652064"/>
    <w:rsid w:val="00652A16"/>
    <w:rsid w:val="00652F9A"/>
    <w:rsid w:val="00653379"/>
    <w:rsid w:val="006534AD"/>
    <w:rsid w:val="00653781"/>
    <w:rsid w:val="006539DB"/>
    <w:rsid w:val="00653C19"/>
    <w:rsid w:val="00654045"/>
    <w:rsid w:val="006554AC"/>
    <w:rsid w:val="006558D5"/>
    <w:rsid w:val="006560C7"/>
    <w:rsid w:val="00656464"/>
    <w:rsid w:val="0065767E"/>
    <w:rsid w:val="00660124"/>
    <w:rsid w:val="00660681"/>
    <w:rsid w:val="00660D26"/>
    <w:rsid w:val="006612FB"/>
    <w:rsid w:val="006617EE"/>
    <w:rsid w:val="00661F0E"/>
    <w:rsid w:val="0066218F"/>
    <w:rsid w:val="006629C0"/>
    <w:rsid w:val="00662E1E"/>
    <w:rsid w:val="00663C27"/>
    <w:rsid w:val="00663DA0"/>
    <w:rsid w:val="00664096"/>
    <w:rsid w:val="006641F6"/>
    <w:rsid w:val="006651B5"/>
    <w:rsid w:val="00665DAE"/>
    <w:rsid w:val="00665E66"/>
    <w:rsid w:val="00666347"/>
    <w:rsid w:val="00666E88"/>
    <w:rsid w:val="00667268"/>
    <w:rsid w:val="006673F6"/>
    <w:rsid w:val="0066751C"/>
    <w:rsid w:val="00667A10"/>
    <w:rsid w:val="00667A22"/>
    <w:rsid w:val="00667B44"/>
    <w:rsid w:val="00667C9F"/>
    <w:rsid w:val="006707AD"/>
    <w:rsid w:val="0067114A"/>
    <w:rsid w:val="006711F7"/>
    <w:rsid w:val="0067224E"/>
    <w:rsid w:val="00672321"/>
    <w:rsid w:val="00673016"/>
    <w:rsid w:val="006730CB"/>
    <w:rsid w:val="0067347B"/>
    <w:rsid w:val="006735FE"/>
    <w:rsid w:val="00673ECF"/>
    <w:rsid w:val="00673FA8"/>
    <w:rsid w:val="0067405E"/>
    <w:rsid w:val="0067465D"/>
    <w:rsid w:val="006748F3"/>
    <w:rsid w:val="00674BAF"/>
    <w:rsid w:val="00674E77"/>
    <w:rsid w:val="00675D65"/>
    <w:rsid w:val="0067635D"/>
    <w:rsid w:val="006764B5"/>
    <w:rsid w:val="00676828"/>
    <w:rsid w:val="006771C3"/>
    <w:rsid w:val="00677269"/>
    <w:rsid w:val="00677418"/>
    <w:rsid w:val="00677889"/>
    <w:rsid w:val="00677D00"/>
    <w:rsid w:val="00677F4A"/>
    <w:rsid w:val="006803C5"/>
    <w:rsid w:val="0068071C"/>
    <w:rsid w:val="00681D69"/>
    <w:rsid w:val="00681DDD"/>
    <w:rsid w:val="00681FD3"/>
    <w:rsid w:val="00682455"/>
    <w:rsid w:val="006827E8"/>
    <w:rsid w:val="006830F8"/>
    <w:rsid w:val="0068374C"/>
    <w:rsid w:val="006837C8"/>
    <w:rsid w:val="00683BB2"/>
    <w:rsid w:val="006845FD"/>
    <w:rsid w:val="0068460F"/>
    <w:rsid w:val="0068471E"/>
    <w:rsid w:val="00684CC9"/>
    <w:rsid w:val="00685524"/>
    <w:rsid w:val="00686004"/>
    <w:rsid w:val="0068656E"/>
    <w:rsid w:val="006867D6"/>
    <w:rsid w:val="00686C01"/>
    <w:rsid w:val="00686F9B"/>
    <w:rsid w:val="006874F4"/>
    <w:rsid w:val="0068760F"/>
    <w:rsid w:val="0068761D"/>
    <w:rsid w:val="00687BC6"/>
    <w:rsid w:val="00687E83"/>
    <w:rsid w:val="00690267"/>
    <w:rsid w:val="00690A2D"/>
    <w:rsid w:val="0069147C"/>
    <w:rsid w:val="00691606"/>
    <w:rsid w:val="00691F74"/>
    <w:rsid w:val="00692988"/>
    <w:rsid w:val="0069308B"/>
    <w:rsid w:val="00693147"/>
    <w:rsid w:val="00694014"/>
    <w:rsid w:val="0069483D"/>
    <w:rsid w:val="00694A42"/>
    <w:rsid w:val="00695F3C"/>
    <w:rsid w:val="00695F62"/>
    <w:rsid w:val="006964B9"/>
    <w:rsid w:val="00696B4B"/>
    <w:rsid w:val="00697F4F"/>
    <w:rsid w:val="006A1C0E"/>
    <w:rsid w:val="006A1EAD"/>
    <w:rsid w:val="006A23C2"/>
    <w:rsid w:val="006A27CA"/>
    <w:rsid w:val="006A3602"/>
    <w:rsid w:val="006A3B55"/>
    <w:rsid w:val="006A43A8"/>
    <w:rsid w:val="006A4E05"/>
    <w:rsid w:val="006A5025"/>
    <w:rsid w:val="006A5165"/>
    <w:rsid w:val="006A5306"/>
    <w:rsid w:val="006A576D"/>
    <w:rsid w:val="006A5D22"/>
    <w:rsid w:val="006A632D"/>
    <w:rsid w:val="006A6A79"/>
    <w:rsid w:val="006A757B"/>
    <w:rsid w:val="006A7E80"/>
    <w:rsid w:val="006A7F94"/>
    <w:rsid w:val="006B0563"/>
    <w:rsid w:val="006B0B3A"/>
    <w:rsid w:val="006B135C"/>
    <w:rsid w:val="006B1739"/>
    <w:rsid w:val="006B17B5"/>
    <w:rsid w:val="006B1B61"/>
    <w:rsid w:val="006B1E32"/>
    <w:rsid w:val="006B23EA"/>
    <w:rsid w:val="006B2686"/>
    <w:rsid w:val="006B2994"/>
    <w:rsid w:val="006B2E0F"/>
    <w:rsid w:val="006B3561"/>
    <w:rsid w:val="006B497D"/>
    <w:rsid w:val="006B5327"/>
    <w:rsid w:val="006B5A51"/>
    <w:rsid w:val="006B5F43"/>
    <w:rsid w:val="006B6004"/>
    <w:rsid w:val="006B66B3"/>
    <w:rsid w:val="006B6B37"/>
    <w:rsid w:val="006B6CD2"/>
    <w:rsid w:val="006B728B"/>
    <w:rsid w:val="006B73FA"/>
    <w:rsid w:val="006B7EDE"/>
    <w:rsid w:val="006B7F3B"/>
    <w:rsid w:val="006C0208"/>
    <w:rsid w:val="006C10D5"/>
    <w:rsid w:val="006C18E4"/>
    <w:rsid w:val="006C1DF0"/>
    <w:rsid w:val="006C2099"/>
    <w:rsid w:val="006C21A5"/>
    <w:rsid w:val="006C295A"/>
    <w:rsid w:val="006C296B"/>
    <w:rsid w:val="006C35F1"/>
    <w:rsid w:val="006C3677"/>
    <w:rsid w:val="006C3C1F"/>
    <w:rsid w:val="006C4A1A"/>
    <w:rsid w:val="006C4BD5"/>
    <w:rsid w:val="006C6302"/>
    <w:rsid w:val="006C6618"/>
    <w:rsid w:val="006C68D8"/>
    <w:rsid w:val="006C6FD6"/>
    <w:rsid w:val="006C71CC"/>
    <w:rsid w:val="006C726D"/>
    <w:rsid w:val="006C7A3B"/>
    <w:rsid w:val="006C7C65"/>
    <w:rsid w:val="006C7DA2"/>
    <w:rsid w:val="006C7F39"/>
    <w:rsid w:val="006C7F64"/>
    <w:rsid w:val="006D0429"/>
    <w:rsid w:val="006D1BFC"/>
    <w:rsid w:val="006D3144"/>
    <w:rsid w:val="006D38D6"/>
    <w:rsid w:val="006D4485"/>
    <w:rsid w:val="006D469A"/>
    <w:rsid w:val="006D49D2"/>
    <w:rsid w:val="006D5941"/>
    <w:rsid w:val="006D59F2"/>
    <w:rsid w:val="006D6744"/>
    <w:rsid w:val="006D6A38"/>
    <w:rsid w:val="006D6EAC"/>
    <w:rsid w:val="006D74C2"/>
    <w:rsid w:val="006D753B"/>
    <w:rsid w:val="006D7A26"/>
    <w:rsid w:val="006D7B59"/>
    <w:rsid w:val="006D7D0F"/>
    <w:rsid w:val="006E07A7"/>
    <w:rsid w:val="006E0B39"/>
    <w:rsid w:val="006E0D5E"/>
    <w:rsid w:val="006E10D5"/>
    <w:rsid w:val="006E122F"/>
    <w:rsid w:val="006E1316"/>
    <w:rsid w:val="006E17F0"/>
    <w:rsid w:val="006E1E94"/>
    <w:rsid w:val="006E1F42"/>
    <w:rsid w:val="006E2065"/>
    <w:rsid w:val="006E241F"/>
    <w:rsid w:val="006E2551"/>
    <w:rsid w:val="006E2B3C"/>
    <w:rsid w:val="006E2C70"/>
    <w:rsid w:val="006E2D72"/>
    <w:rsid w:val="006E2F41"/>
    <w:rsid w:val="006E3B8C"/>
    <w:rsid w:val="006E453F"/>
    <w:rsid w:val="006E4939"/>
    <w:rsid w:val="006E5232"/>
    <w:rsid w:val="006E5423"/>
    <w:rsid w:val="006E6675"/>
    <w:rsid w:val="006E7A62"/>
    <w:rsid w:val="006E7F79"/>
    <w:rsid w:val="006F36F1"/>
    <w:rsid w:val="006F3BAD"/>
    <w:rsid w:val="006F3D39"/>
    <w:rsid w:val="006F3DC0"/>
    <w:rsid w:val="006F3E16"/>
    <w:rsid w:val="006F41C4"/>
    <w:rsid w:val="006F4A12"/>
    <w:rsid w:val="006F4BE7"/>
    <w:rsid w:val="006F4F7C"/>
    <w:rsid w:val="006F5353"/>
    <w:rsid w:val="006F54D9"/>
    <w:rsid w:val="006F5915"/>
    <w:rsid w:val="006F6076"/>
    <w:rsid w:val="006F6ED0"/>
    <w:rsid w:val="006F76C2"/>
    <w:rsid w:val="006F7DAB"/>
    <w:rsid w:val="0070056F"/>
    <w:rsid w:val="00701640"/>
    <w:rsid w:val="0070188D"/>
    <w:rsid w:val="00701A21"/>
    <w:rsid w:val="00701A87"/>
    <w:rsid w:val="00703029"/>
    <w:rsid w:val="00703988"/>
    <w:rsid w:val="00704367"/>
    <w:rsid w:val="007046A4"/>
    <w:rsid w:val="007050B8"/>
    <w:rsid w:val="00705194"/>
    <w:rsid w:val="00705764"/>
    <w:rsid w:val="007059C4"/>
    <w:rsid w:val="007060F7"/>
    <w:rsid w:val="00706542"/>
    <w:rsid w:val="0070655E"/>
    <w:rsid w:val="00706B58"/>
    <w:rsid w:val="00706C49"/>
    <w:rsid w:val="007072BD"/>
    <w:rsid w:val="0070764F"/>
    <w:rsid w:val="00707749"/>
    <w:rsid w:val="007077FB"/>
    <w:rsid w:val="00710534"/>
    <w:rsid w:val="00710919"/>
    <w:rsid w:val="007111F0"/>
    <w:rsid w:val="00711959"/>
    <w:rsid w:val="00711BA2"/>
    <w:rsid w:val="00712272"/>
    <w:rsid w:val="00713057"/>
    <w:rsid w:val="00713516"/>
    <w:rsid w:val="00713909"/>
    <w:rsid w:val="007142CE"/>
    <w:rsid w:val="007154AF"/>
    <w:rsid w:val="00715E41"/>
    <w:rsid w:val="00715EBE"/>
    <w:rsid w:val="00715F7A"/>
    <w:rsid w:val="0071661B"/>
    <w:rsid w:val="0071693D"/>
    <w:rsid w:val="00717B9C"/>
    <w:rsid w:val="00720324"/>
    <w:rsid w:val="00720BA9"/>
    <w:rsid w:val="00721251"/>
    <w:rsid w:val="00721782"/>
    <w:rsid w:val="00722081"/>
    <w:rsid w:val="007231B8"/>
    <w:rsid w:val="00723341"/>
    <w:rsid w:val="00723793"/>
    <w:rsid w:val="007248CF"/>
    <w:rsid w:val="007260DE"/>
    <w:rsid w:val="00726103"/>
    <w:rsid w:val="00726188"/>
    <w:rsid w:val="007265AF"/>
    <w:rsid w:val="00727627"/>
    <w:rsid w:val="007279BA"/>
    <w:rsid w:val="00727B0B"/>
    <w:rsid w:val="00727EFF"/>
    <w:rsid w:val="00730070"/>
    <w:rsid w:val="007301E5"/>
    <w:rsid w:val="007302C1"/>
    <w:rsid w:val="007303A5"/>
    <w:rsid w:val="00730709"/>
    <w:rsid w:val="007307B6"/>
    <w:rsid w:val="00730FDC"/>
    <w:rsid w:val="007312D7"/>
    <w:rsid w:val="00731FFA"/>
    <w:rsid w:val="00732315"/>
    <w:rsid w:val="00732D29"/>
    <w:rsid w:val="00733272"/>
    <w:rsid w:val="007334F6"/>
    <w:rsid w:val="00733602"/>
    <w:rsid w:val="007339E8"/>
    <w:rsid w:val="0073419E"/>
    <w:rsid w:val="00734858"/>
    <w:rsid w:val="007369FF"/>
    <w:rsid w:val="007372D0"/>
    <w:rsid w:val="007403F2"/>
    <w:rsid w:val="00741CE2"/>
    <w:rsid w:val="00741CFE"/>
    <w:rsid w:val="007420EA"/>
    <w:rsid w:val="0074228F"/>
    <w:rsid w:val="00743255"/>
    <w:rsid w:val="00743B5A"/>
    <w:rsid w:val="00744214"/>
    <w:rsid w:val="00744AB1"/>
    <w:rsid w:val="00744EE0"/>
    <w:rsid w:val="00744F56"/>
    <w:rsid w:val="00744FDB"/>
    <w:rsid w:val="0074551C"/>
    <w:rsid w:val="00745787"/>
    <w:rsid w:val="00745BEC"/>
    <w:rsid w:val="007462C7"/>
    <w:rsid w:val="007462E2"/>
    <w:rsid w:val="00747588"/>
    <w:rsid w:val="00750391"/>
    <w:rsid w:val="0075091B"/>
    <w:rsid w:val="00750C22"/>
    <w:rsid w:val="00751827"/>
    <w:rsid w:val="00751A18"/>
    <w:rsid w:val="00751E2C"/>
    <w:rsid w:val="007525F1"/>
    <w:rsid w:val="00752780"/>
    <w:rsid w:val="007528ED"/>
    <w:rsid w:val="00752C08"/>
    <w:rsid w:val="00753D85"/>
    <w:rsid w:val="00754043"/>
    <w:rsid w:val="007542D1"/>
    <w:rsid w:val="0075436E"/>
    <w:rsid w:val="00754477"/>
    <w:rsid w:val="007552B0"/>
    <w:rsid w:val="0075563D"/>
    <w:rsid w:val="00755C71"/>
    <w:rsid w:val="0075612B"/>
    <w:rsid w:val="0075665D"/>
    <w:rsid w:val="00760491"/>
    <w:rsid w:val="007610C6"/>
    <w:rsid w:val="00761F92"/>
    <w:rsid w:val="0076335A"/>
    <w:rsid w:val="00763635"/>
    <w:rsid w:val="00764293"/>
    <w:rsid w:val="00764DFD"/>
    <w:rsid w:val="00764E5B"/>
    <w:rsid w:val="00764EF0"/>
    <w:rsid w:val="0076625B"/>
    <w:rsid w:val="00766606"/>
    <w:rsid w:val="00766910"/>
    <w:rsid w:val="00766935"/>
    <w:rsid w:val="00767EA1"/>
    <w:rsid w:val="007700C3"/>
    <w:rsid w:val="00770639"/>
    <w:rsid w:val="00771167"/>
    <w:rsid w:val="0077134B"/>
    <w:rsid w:val="0077138B"/>
    <w:rsid w:val="007720A8"/>
    <w:rsid w:val="007723CB"/>
    <w:rsid w:val="007744ED"/>
    <w:rsid w:val="00774BE6"/>
    <w:rsid w:val="00775857"/>
    <w:rsid w:val="00775CEC"/>
    <w:rsid w:val="007765D1"/>
    <w:rsid w:val="00776D77"/>
    <w:rsid w:val="00777545"/>
    <w:rsid w:val="00777CEF"/>
    <w:rsid w:val="00777EF8"/>
    <w:rsid w:val="00777FCB"/>
    <w:rsid w:val="0078021D"/>
    <w:rsid w:val="00781520"/>
    <w:rsid w:val="007821D7"/>
    <w:rsid w:val="00782412"/>
    <w:rsid w:val="00782429"/>
    <w:rsid w:val="00782A86"/>
    <w:rsid w:val="00782AC3"/>
    <w:rsid w:val="0078355C"/>
    <w:rsid w:val="007837A1"/>
    <w:rsid w:val="00784BB9"/>
    <w:rsid w:val="00784CE4"/>
    <w:rsid w:val="00785106"/>
    <w:rsid w:val="00785E48"/>
    <w:rsid w:val="007862EE"/>
    <w:rsid w:val="007869E9"/>
    <w:rsid w:val="0078714C"/>
    <w:rsid w:val="00787967"/>
    <w:rsid w:val="00790EA9"/>
    <w:rsid w:val="00792578"/>
    <w:rsid w:val="007935B3"/>
    <w:rsid w:val="00793864"/>
    <w:rsid w:val="0079491B"/>
    <w:rsid w:val="007958DA"/>
    <w:rsid w:val="00795AD5"/>
    <w:rsid w:val="007968FA"/>
    <w:rsid w:val="0079773D"/>
    <w:rsid w:val="00797ED4"/>
    <w:rsid w:val="007A0786"/>
    <w:rsid w:val="007A1B8A"/>
    <w:rsid w:val="007A39D3"/>
    <w:rsid w:val="007A3C12"/>
    <w:rsid w:val="007A3D8B"/>
    <w:rsid w:val="007A3E78"/>
    <w:rsid w:val="007A4266"/>
    <w:rsid w:val="007A4B70"/>
    <w:rsid w:val="007A4DF5"/>
    <w:rsid w:val="007A529D"/>
    <w:rsid w:val="007A5A37"/>
    <w:rsid w:val="007A5A4F"/>
    <w:rsid w:val="007A5B67"/>
    <w:rsid w:val="007A606B"/>
    <w:rsid w:val="007A6CF8"/>
    <w:rsid w:val="007A70C7"/>
    <w:rsid w:val="007A7460"/>
    <w:rsid w:val="007A75D9"/>
    <w:rsid w:val="007B05C0"/>
    <w:rsid w:val="007B0D06"/>
    <w:rsid w:val="007B1122"/>
    <w:rsid w:val="007B12C1"/>
    <w:rsid w:val="007B139D"/>
    <w:rsid w:val="007B18D0"/>
    <w:rsid w:val="007B1B15"/>
    <w:rsid w:val="007B20C7"/>
    <w:rsid w:val="007B2D13"/>
    <w:rsid w:val="007B3332"/>
    <w:rsid w:val="007B3E05"/>
    <w:rsid w:val="007B4467"/>
    <w:rsid w:val="007B4E9C"/>
    <w:rsid w:val="007B52F9"/>
    <w:rsid w:val="007B59D8"/>
    <w:rsid w:val="007B645E"/>
    <w:rsid w:val="007B6E5B"/>
    <w:rsid w:val="007B6ECA"/>
    <w:rsid w:val="007B7244"/>
    <w:rsid w:val="007C0DA6"/>
    <w:rsid w:val="007C2B3F"/>
    <w:rsid w:val="007C3DAB"/>
    <w:rsid w:val="007C4583"/>
    <w:rsid w:val="007C49A3"/>
    <w:rsid w:val="007C4C89"/>
    <w:rsid w:val="007C51CB"/>
    <w:rsid w:val="007C52F8"/>
    <w:rsid w:val="007C56BA"/>
    <w:rsid w:val="007C5841"/>
    <w:rsid w:val="007C58C6"/>
    <w:rsid w:val="007C629D"/>
    <w:rsid w:val="007C6343"/>
    <w:rsid w:val="007C6913"/>
    <w:rsid w:val="007C6952"/>
    <w:rsid w:val="007C7277"/>
    <w:rsid w:val="007C72BA"/>
    <w:rsid w:val="007C7AE3"/>
    <w:rsid w:val="007C7AFA"/>
    <w:rsid w:val="007C7D7F"/>
    <w:rsid w:val="007D35E7"/>
    <w:rsid w:val="007D46AF"/>
    <w:rsid w:val="007D4C0D"/>
    <w:rsid w:val="007D5357"/>
    <w:rsid w:val="007D58EA"/>
    <w:rsid w:val="007D620F"/>
    <w:rsid w:val="007D6F99"/>
    <w:rsid w:val="007D7C54"/>
    <w:rsid w:val="007D7E32"/>
    <w:rsid w:val="007D7ECF"/>
    <w:rsid w:val="007E005A"/>
    <w:rsid w:val="007E0C8A"/>
    <w:rsid w:val="007E0ECF"/>
    <w:rsid w:val="007E0FD0"/>
    <w:rsid w:val="007E27EE"/>
    <w:rsid w:val="007E30A6"/>
    <w:rsid w:val="007E3577"/>
    <w:rsid w:val="007E3DDF"/>
    <w:rsid w:val="007E4C11"/>
    <w:rsid w:val="007E4CCC"/>
    <w:rsid w:val="007E5828"/>
    <w:rsid w:val="007E593E"/>
    <w:rsid w:val="007E5B7D"/>
    <w:rsid w:val="007E62B9"/>
    <w:rsid w:val="007E65FA"/>
    <w:rsid w:val="007E66BD"/>
    <w:rsid w:val="007E6948"/>
    <w:rsid w:val="007E6A33"/>
    <w:rsid w:val="007E6CDC"/>
    <w:rsid w:val="007E6EA5"/>
    <w:rsid w:val="007E75AC"/>
    <w:rsid w:val="007F01C9"/>
    <w:rsid w:val="007F0B37"/>
    <w:rsid w:val="007F0C53"/>
    <w:rsid w:val="007F15BD"/>
    <w:rsid w:val="007F19F9"/>
    <w:rsid w:val="007F208C"/>
    <w:rsid w:val="007F2351"/>
    <w:rsid w:val="007F2387"/>
    <w:rsid w:val="007F260F"/>
    <w:rsid w:val="007F2F75"/>
    <w:rsid w:val="007F4180"/>
    <w:rsid w:val="007F4EE0"/>
    <w:rsid w:val="007F5CAE"/>
    <w:rsid w:val="007F6055"/>
    <w:rsid w:val="007F6CA7"/>
    <w:rsid w:val="007F7604"/>
    <w:rsid w:val="007F762E"/>
    <w:rsid w:val="00800F66"/>
    <w:rsid w:val="00801AE0"/>
    <w:rsid w:val="00801B22"/>
    <w:rsid w:val="00802278"/>
    <w:rsid w:val="00802865"/>
    <w:rsid w:val="00802B89"/>
    <w:rsid w:val="00802BD9"/>
    <w:rsid w:val="00802E27"/>
    <w:rsid w:val="00803A1E"/>
    <w:rsid w:val="008041E5"/>
    <w:rsid w:val="008054C5"/>
    <w:rsid w:val="008056D1"/>
    <w:rsid w:val="00805D37"/>
    <w:rsid w:val="00806980"/>
    <w:rsid w:val="00806A86"/>
    <w:rsid w:val="00807515"/>
    <w:rsid w:val="00807887"/>
    <w:rsid w:val="00807B48"/>
    <w:rsid w:val="00807BB2"/>
    <w:rsid w:val="00807CC3"/>
    <w:rsid w:val="008104C6"/>
    <w:rsid w:val="008107DE"/>
    <w:rsid w:val="00810B29"/>
    <w:rsid w:val="00810EB5"/>
    <w:rsid w:val="00811624"/>
    <w:rsid w:val="00811B04"/>
    <w:rsid w:val="00811D3D"/>
    <w:rsid w:val="00812718"/>
    <w:rsid w:val="00812F74"/>
    <w:rsid w:val="0081334F"/>
    <w:rsid w:val="00813B1A"/>
    <w:rsid w:val="00813E3A"/>
    <w:rsid w:val="00814387"/>
    <w:rsid w:val="0081447B"/>
    <w:rsid w:val="008148C4"/>
    <w:rsid w:val="00815877"/>
    <w:rsid w:val="00816208"/>
    <w:rsid w:val="00816508"/>
    <w:rsid w:val="00816A62"/>
    <w:rsid w:val="00816B24"/>
    <w:rsid w:val="00816DE2"/>
    <w:rsid w:val="0081774E"/>
    <w:rsid w:val="0081775E"/>
    <w:rsid w:val="00817C4D"/>
    <w:rsid w:val="00817F89"/>
    <w:rsid w:val="00820A55"/>
    <w:rsid w:val="0082196D"/>
    <w:rsid w:val="00821D0A"/>
    <w:rsid w:val="00822717"/>
    <w:rsid w:val="008229C7"/>
    <w:rsid w:val="0082310A"/>
    <w:rsid w:val="00823335"/>
    <w:rsid w:val="008233C5"/>
    <w:rsid w:val="0082388F"/>
    <w:rsid w:val="00823F3E"/>
    <w:rsid w:val="008251B8"/>
    <w:rsid w:val="00825703"/>
    <w:rsid w:val="008262F6"/>
    <w:rsid w:val="008267CF"/>
    <w:rsid w:val="00826B8C"/>
    <w:rsid w:val="00826ECE"/>
    <w:rsid w:val="00826FF1"/>
    <w:rsid w:val="00830892"/>
    <w:rsid w:val="0083134C"/>
    <w:rsid w:val="00831AFB"/>
    <w:rsid w:val="00831B8A"/>
    <w:rsid w:val="00832090"/>
    <w:rsid w:val="008321DC"/>
    <w:rsid w:val="00832C07"/>
    <w:rsid w:val="00832CB5"/>
    <w:rsid w:val="00833C59"/>
    <w:rsid w:val="008342A2"/>
    <w:rsid w:val="008345E4"/>
    <w:rsid w:val="008346B5"/>
    <w:rsid w:val="0083497A"/>
    <w:rsid w:val="00834EE4"/>
    <w:rsid w:val="00835C4F"/>
    <w:rsid w:val="00835E5A"/>
    <w:rsid w:val="00836C61"/>
    <w:rsid w:val="00836DF9"/>
    <w:rsid w:val="00837354"/>
    <w:rsid w:val="008403DA"/>
    <w:rsid w:val="00840581"/>
    <w:rsid w:val="00840EB9"/>
    <w:rsid w:val="00841C99"/>
    <w:rsid w:val="00842ECB"/>
    <w:rsid w:val="0084342F"/>
    <w:rsid w:val="00843803"/>
    <w:rsid w:val="00843F08"/>
    <w:rsid w:val="0084498F"/>
    <w:rsid w:val="00845FBC"/>
    <w:rsid w:val="00846267"/>
    <w:rsid w:val="00846C38"/>
    <w:rsid w:val="008470CA"/>
    <w:rsid w:val="00847183"/>
    <w:rsid w:val="008471B7"/>
    <w:rsid w:val="008506B9"/>
    <w:rsid w:val="00850CD2"/>
    <w:rsid w:val="00851515"/>
    <w:rsid w:val="00851554"/>
    <w:rsid w:val="008516F4"/>
    <w:rsid w:val="00851779"/>
    <w:rsid w:val="00851A53"/>
    <w:rsid w:val="008521FE"/>
    <w:rsid w:val="00852C0D"/>
    <w:rsid w:val="008537CA"/>
    <w:rsid w:val="00853817"/>
    <w:rsid w:val="00853A28"/>
    <w:rsid w:val="00854148"/>
    <w:rsid w:val="00854377"/>
    <w:rsid w:val="00854613"/>
    <w:rsid w:val="00854911"/>
    <w:rsid w:val="00854B77"/>
    <w:rsid w:val="00856113"/>
    <w:rsid w:val="00856566"/>
    <w:rsid w:val="008568A8"/>
    <w:rsid w:val="00856C3F"/>
    <w:rsid w:val="0085728C"/>
    <w:rsid w:val="008579AD"/>
    <w:rsid w:val="00860582"/>
    <w:rsid w:val="00860C2F"/>
    <w:rsid w:val="008612E6"/>
    <w:rsid w:val="008618F1"/>
    <w:rsid w:val="00861C21"/>
    <w:rsid w:val="0086239A"/>
    <w:rsid w:val="00862990"/>
    <w:rsid w:val="00862A0B"/>
    <w:rsid w:val="00862A3B"/>
    <w:rsid w:val="00862BED"/>
    <w:rsid w:val="00862C06"/>
    <w:rsid w:val="00862F5D"/>
    <w:rsid w:val="00864032"/>
    <w:rsid w:val="008643CE"/>
    <w:rsid w:val="008643D3"/>
    <w:rsid w:val="008649B7"/>
    <w:rsid w:val="00864DE3"/>
    <w:rsid w:val="00865AFD"/>
    <w:rsid w:val="00867ABD"/>
    <w:rsid w:val="00867B9F"/>
    <w:rsid w:val="008704DE"/>
    <w:rsid w:val="00870C75"/>
    <w:rsid w:val="00871001"/>
    <w:rsid w:val="00871058"/>
    <w:rsid w:val="00871244"/>
    <w:rsid w:val="0087162E"/>
    <w:rsid w:val="00871D2C"/>
    <w:rsid w:val="00872127"/>
    <w:rsid w:val="00872768"/>
    <w:rsid w:val="00872EAD"/>
    <w:rsid w:val="008731BC"/>
    <w:rsid w:val="00873C95"/>
    <w:rsid w:val="00873F02"/>
    <w:rsid w:val="008741B8"/>
    <w:rsid w:val="008748F6"/>
    <w:rsid w:val="00875800"/>
    <w:rsid w:val="00875A56"/>
    <w:rsid w:val="00875C5C"/>
    <w:rsid w:val="00875E6B"/>
    <w:rsid w:val="0087610C"/>
    <w:rsid w:val="00876122"/>
    <w:rsid w:val="008764B5"/>
    <w:rsid w:val="00876AA3"/>
    <w:rsid w:val="00876DD0"/>
    <w:rsid w:val="00877195"/>
    <w:rsid w:val="00877CFF"/>
    <w:rsid w:val="00880283"/>
    <w:rsid w:val="00880854"/>
    <w:rsid w:val="00883122"/>
    <w:rsid w:val="00883CAD"/>
    <w:rsid w:val="0088427A"/>
    <w:rsid w:val="00884D77"/>
    <w:rsid w:val="008850B6"/>
    <w:rsid w:val="00886455"/>
    <w:rsid w:val="00887113"/>
    <w:rsid w:val="00887544"/>
    <w:rsid w:val="00887CE6"/>
    <w:rsid w:val="00890143"/>
    <w:rsid w:val="00890F93"/>
    <w:rsid w:val="00891AC7"/>
    <w:rsid w:val="00892D04"/>
    <w:rsid w:val="008935EE"/>
    <w:rsid w:val="00894115"/>
    <w:rsid w:val="00895166"/>
    <w:rsid w:val="00895D8A"/>
    <w:rsid w:val="00896899"/>
    <w:rsid w:val="00896A94"/>
    <w:rsid w:val="00897067"/>
    <w:rsid w:val="008977C6"/>
    <w:rsid w:val="008979AC"/>
    <w:rsid w:val="008A016C"/>
    <w:rsid w:val="008A01FE"/>
    <w:rsid w:val="008A048D"/>
    <w:rsid w:val="008A05F1"/>
    <w:rsid w:val="008A1457"/>
    <w:rsid w:val="008A1F20"/>
    <w:rsid w:val="008A2144"/>
    <w:rsid w:val="008A2343"/>
    <w:rsid w:val="008A242F"/>
    <w:rsid w:val="008A2929"/>
    <w:rsid w:val="008A2E27"/>
    <w:rsid w:val="008A2FDC"/>
    <w:rsid w:val="008A2FEA"/>
    <w:rsid w:val="008A321E"/>
    <w:rsid w:val="008A372D"/>
    <w:rsid w:val="008A4079"/>
    <w:rsid w:val="008A4773"/>
    <w:rsid w:val="008A49A6"/>
    <w:rsid w:val="008A4ADB"/>
    <w:rsid w:val="008A4DAA"/>
    <w:rsid w:val="008A6459"/>
    <w:rsid w:val="008A649E"/>
    <w:rsid w:val="008A67E6"/>
    <w:rsid w:val="008A681A"/>
    <w:rsid w:val="008A6820"/>
    <w:rsid w:val="008A7525"/>
    <w:rsid w:val="008A785F"/>
    <w:rsid w:val="008A7A8F"/>
    <w:rsid w:val="008A7F7E"/>
    <w:rsid w:val="008B1400"/>
    <w:rsid w:val="008B189E"/>
    <w:rsid w:val="008B1A4A"/>
    <w:rsid w:val="008B1FBA"/>
    <w:rsid w:val="008B2072"/>
    <w:rsid w:val="008B224A"/>
    <w:rsid w:val="008B261B"/>
    <w:rsid w:val="008B2CD4"/>
    <w:rsid w:val="008B36C2"/>
    <w:rsid w:val="008B4846"/>
    <w:rsid w:val="008B4C17"/>
    <w:rsid w:val="008B684B"/>
    <w:rsid w:val="008B7438"/>
    <w:rsid w:val="008B7B66"/>
    <w:rsid w:val="008B7D2D"/>
    <w:rsid w:val="008B7D90"/>
    <w:rsid w:val="008C00F5"/>
    <w:rsid w:val="008C01B8"/>
    <w:rsid w:val="008C051C"/>
    <w:rsid w:val="008C0844"/>
    <w:rsid w:val="008C100E"/>
    <w:rsid w:val="008C1C35"/>
    <w:rsid w:val="008C1E7C"/>
    <w:rsid w:val="008C21BD"/>
    <w:rsid w:val="008C2BDE"/>
    <w:rsid w:val="008C30FC"/>
    <w:rsid w:val="008C330B"/>
    <w:rsid w:val="008C52F8"/>
    <w:rsid w:val="008C5323"/>
    <w:rsid w:val="008C5A54"/>
    <w:rsid w:val="008C5B9B"/>
    <w:rsid w:val="008C614A"/>
    <w:rsid w:val="008C62EC"/>
    <w:rsid w:val="008C6663"/>
    <w:rsid w:val="008C670E"/>
    <w:rsid w:val="008C7585"/>
    <w:rsid w:val="008C7BCA"/>
    <w:rsid w:val="008D034F"/>
    <w:rsid w:val="008D03C4"/>
    <w:rsid w:val="008D06DC"/>
    <w:rsid w:val="008D3122"/>
    <w:rsid w:val="008D37E7"/>
    <w:rsid w:val="008D3F64"/>
    <w:rsid w:val="008D3F8C"/>
    <w:rsid w:val="008D47C0"/>
    <w:rsid w:val="008D573F"/>
    <w:rsid w:val="008D57F1"/>
    <w:rsid w:val="008D598F"/>
    <w:rsid w:val="008D5C1C"/>
    <w:rsid w:val="008D61EF"/>
    <w:rsid w:val="008D6B0B"/>
    <w:rsid w:val="008D6C02"/>
    <w:rsid w:val="008D6EB4"/>
    <w:rsid w:val="008D7034"/>
    <w:rsid w:val="008D719C"/>
    <w:rsid w:val="008D7E9A"/>
    <w:rsid w:val="008E0034"/>
    <w:rsid w:val="008E0397"/>
    <w:rsid w:val="008E129C"/>
    <w:rsid w:val="008E17BB"/>
    <w:rsid w:val="008E2483"/>
    <w:rsid w:val="008E2892"/>
    <w:rsid w:val="008E29FD"/>
    <w:rsid w:val="008E2E37"/>
    <w:rsid w:val="008E39C1"/>
    <w:rsid w:val="008E3A7A"/>
    <w:rsid w:val="008E432F"/>
    <w:rsid w:val="008E447B"/>
    <w:rsid w:val="008E4F60"/>
    <w:rsid w:val="008E55C5"/>
    <w:rsid w:val="008E5F8D"/>
    <w:rsid w:val="008E6DE3"/>
    <w:rsid w:val="008E6EAD"/>
    <w:rsid w:val="008E7538"/>
    <w:rsid w:val="008E7576"/>
    <w:rsid w:val="008F00E5"/>
    <w:rsid w:val="008F0D3C"/>
    <w:rsid w:val="008F1662"/>
    <w:rsid w:val="008F2091"/>
    <w:rsid w:val="008F243E"/>
    <w:rsid w:val="008F24CB"/>
    <w:rsid w:val="008F24D3"/>
    <w:rsid w:val="008F286C"/>
    <w:rsid w:val="008F288A"/>
    <w:rsid w:val="008F4415"/>
    <w:rsid w:val="008F4454"/>
    <w:rsid w:val="008F4701"/>
    <w:rsid w:val="008F4FD0"/>
    <w:rsid w:val="008F514A"/>
    <w:rsid w:val="008F529C"/>
    <w:rsid w:val="008F5930"/>
    <w:rsid w:val="008F5DA3"/>
    <w:rsid w:val="008F5EBD"/>
    <w:rsid w:val="008F645D"/>
    <w:rsid w:val="008F65BC"/>
    <w:rsid w:val="008F683F"/>
    <w:rsid w:val="008F75AB"/>
    <w:rsid w:val="008F7C1C"/>
    <w:rsid w:val="008F7C52"/>
    <w:rsid w:val="00900156"/>
    <w:rsid w:val="009007E8"/>
    <w:rsid w:val="0090123E"/>
    <w:rsid w:val="0090140C"/>
    <w:rsid w:val="00901CEB"/>
    <w:rsid w:val="00902496"/>
    <w:rsid w:val="00902AA7"/>
    <w:rsid w:val="00902B99"/>
    <w:rsid w:val="00903078"/>
    <w:rsid w:val="009040E9"/>
    <w:rsid w:val="00904E7C"/>
    <w:rsid w:val="00905962"/>
    <w:rsid w:val="009104BF"/>
    <w:rsid w:val="00910B39"/>
    <w:rsid w:val="00910C67"/>
    <w:rsid w:val="009119F5"/>
    <w:rsid w:val="00912264"/>
    <w:rsid w:val="009122A5"/>
    <w:rsid w:val="009130E7"/>
    <w:rsid w:val="009135A4"/>
    <w:rsid w:val="00913BD8"/>
    <w:rsid w:val="00914F72"/>
    <w:rsid w:val="0091639D"/>
    <w:rsid w:val="00917B78"/>
    <w:rsid w:val="009209C0"/>
    <w:rsid w:val="00921EA7"/>
    <w:rsid w:val="00921FFA"/>
    <w:rsid w:val="0092223C"/>
    <w:rsid w:val="00922873"/>
    <w:rsid w:val="00923E66"/>
    <w:rsid w:val="009242F5"/>
    <w:rsid w:val="00924A10"/>
    <w:rsid w:val="00924B77"/>
    <w:rsid w:val="00924F8B"/>
    <w:rsid w:val="009250F2"/>
    <w:rsid w:val="009251FA"/>
    <w:rsid w:val="0092531F"/>
    <w:rsid w:val="0092571C"/>
    <w:rsid w:val="00926F80"/>
    <w:rsid w:val="00930124"/>
    <w:rsid w:val="00930CAF"/>
    <w:rsid w:val="0093132A"/>
    <w:rsid w:val="00931CBE"/>
    <w:rsid w:val="0093202B"/>
    <w:rsid w:val="009322DD"/>
    <w:rsid w:val="00932BA8"/>
    <w:rsid w:val="00933494"/>
    <w:rsid w:val="009345CC"/>
    <w:rsid w:val="009348B0"/>
    <w:rsid w:val="00934C59"/>
    <w:rsid w:val="00934F93"/>
    <w:rsid w:val="00935418"/>
    <w:rsid w:val="0093700E"/>
    <w:rsid w:val="009370E3"/>
    <w:rsid w:val="00937CC1"/>
    <w:rsid w:val="00940920"/>
    <w:rsid w:val="00940D64"/>
    <w:rsid w:val="00941A41"/>
    <w:rsid w:val="0094247F"/>
    <w:rsid w:val="00942F4E"/>
    <w:rsid w:val="0094338C"/>
    <w:rsid w:val="009434D7"/>
    <w:rsid w:val="009439B9"/>
    <w:rsid w:val="00944197"/>
    <w:rsid w:val="00944244"/>
    <w:rsid w:val="009443C9"/>
    <w:rsid w:val="009445FC"/>
    <w:rsid w:val="0094541E"/>
    <w:rsid w:val="00945A00"/>
    <w:rsid w:val="00945E44"/>
    <w:rsid w:val="00946126"/>
    <w:rsid w:val="00946288"/>
    <w:rsid w:val="00946F97"/>
    <w:rsid w:val="009473D9"/>
    <w:rsid w:val="00947BB7"/>
    <w:rsid w:val="0095060D"/>
    <w:rsid w:val="009506A7"/>
    <w:rsid w:val="00950F37"/>
    <w:rsid w:val="00951896"/>
    <w:rsid w:val="009523A6"/>
    <w:rsid w:val="00952C9D"/>
    <w:rsid w:val="0095329B"/>
    <w:rsid w:val="009538F8"/>
    <w:rsid w:val="00953DB3"/>
    <w:rsid w:val="0095450C"/>
    <w:rsid w:val="00954823"/>
    <w:rsid w:val="00954DFB"/>
    <w:rsid w:val="00955840"/>
    <w:rsid w:val="00955EB6"/>
    <w:rsid w:val="00956D42"/>
    <w:rsid w:val="00956EEE"/>
    <w:rsid w:val="00960136"/>
    <w:rsid w:val="0096027F"/>
    <w:rsid w:val="0096075A"/>
    <w:rsid w:val="00960CC0"/>
    <w:rsid w:val="0096138E"/>
    <w:rsid w:val="00961E50"/>
    <w:rsid w:val="009622FF"/>
    <w:rsid w:val="0096269C"/>
    <w:rsid w:val="00962730"/>
    <w:rsid w:val="0096277B"/>
    <w:rsid w:val="00962852"/>
    <w:rsid w:val="00962CA3"/>
    <w:rsid w:val="00962CD6"/>
    <w:rsid w:val="00962F46"/>
    <w:rsid w:val="009638BF"/>
    <w:rsid w:val="0096473D"/>
    <w:rsid w:val="00965204"/>
    <w:rsid w:val="009653BA"/>
    <w:rsid w:val="009657B5"/>
    <w:rsid w:val="00965983"/>
    <w:rsid w:val="0096683E"/>
    <w:rsid w:val="00966914"/>
    <w:rsid w:val="00966B98"/>
    <w:rsid w:val="00970261"/>
    <w:rsid w:val="00971529"/>
    <w:rsid w:val="00971DB6"/>
    <w:rsid w:val="00971DE3"/>
    <w:rsid w:val="0097262D"/>
    <w:rsid w:val="009726E1"/>
    <w:rsid w:val="009727F6"/>
    <w:rsid w:val="00973019"/>
    <w:rsid w:val="009734C0"/>
    <w:rsid w:val="00973DD3"/>
    <w:rsid w:val="00973E70"/>
    <w:rsid w:val="00974027"/>
    <w:rsid w:val="00974314"/>
    <w:rsid w:val="009744F4"/>
    <w:rsid w:val="00974BB6"/>
    <w:rsid w:val="00975B29"/>
    <w:rsid w:val="009760B1"/>
    <w:rsid w:val="009761EE"/>
    <w:rsid w:val="009762B8"/>
    <w:rsid w:val="00976661"/>
    <w:rsid w:val="00976C4B"/>
    <w:rsid w:val="00977610"/>
    <w:rsid w:val="00980292"/>
    <w:rsid w:val="00981301"/>
    <w:rsid w:val="0098130B"/>
    <w:rsid w:val="009814C4"/>
    <w:rsid w:val="009817AB"/>
    <w:rsid w:val="009824E8"/>
    <w:rsid w:val="00982DE5"/>
    <w:rsid w:val="00982F71"/>
    <w:rsid w:val="0098368F"/>
    <w:rsid w:val="009846D2"/>
    <w:rsid w:val="0098486E"/>
    <w:rsid w:val="00984F72"/>
    <w:rsid w:val="00985140"/>
    <w:rsid w:val="009852D0"/>
    <w:rsid w:val="00985527"/>
    <w:rsid w:val="00985590"/>
    <w:rsid w:val="009856F1"/>
    <w:rsid w:val="0098570D"/>
    <w:rsid w:val="00985958"/>
    <w:rsid w:val="009861CE"/>
    <w:rsid w:val="009867D0"/>
    <w:rsid w:val="00987119"/>
    <w:rsid w:val="00990113"/>
    <w:rsid w:val="00990211"/>
    <w:rsid w:val="00990310"/>
    <w:rsid w:val="00990F67"/>
    <w:rsid w:val="00990F95"/>
    <w:rsid w:val="0099280E"/>
    <w:rsid w:val="00992A29"/>
    <w:rsid w:val="00993003"/>
    <w:rsid w:val="00993CD6"/>
    <w:rsid w:val="00994F58"/>
    <w:rsid w:val="0099503A"/>
    <w:rsid w:val="009958CD"/>
    <w:rsid w:val="00996265"/>
    <w:rsid w:val="0099783B"/>
    <w:rsid w:val="00997AAB"/>
    <w:rsid w:val="009A0127"/>
    <w:rsid w:val="009A069F"/>
    <w:rsid w:val="009A0B3D"/>
    <w:rsid w:val="009A0DDD"/>
    <w:rsid w:val="009A0FF3"/>
    <w:rsid w:val="009A15F3"/>
    <w:rsid w:val="009A169D"/>
    <w:rsid w:val="009A1EAB"/>
    <w:rsid w:val="009A1F09"/>
    <w:rsid w:val="009A2548"/>
    <w:rsid w:val="009A2ABF"/>
    <w:rsid w:val="009A2BF9"/>
    <w:rsid w:val="009A340C"/>
    <w:rsid w:val="009A407A"/>
    <w:rsid w:val="009A4309"/>
    <w:rsid w:val="009A4325"/>
    <w:rsid w:val="009A45F4"/>
    <w:rsid w:val="009A6F00"/>
    <w:rsid w:val="009A74D8"/>
    <w:rsid w:val="009A7DF6"/>
    <w:rsid w:val="009B0358"/>
    <w:rsid w:val="009B05AF"/>
    <w:rsid w:val="009B0784"/>
    <w:rsid w:val="009B0B1C"/>
    <w:rsid w:val="009B0E3D"/>
    <w:rsid w:val="009B0F67"/>
    <w:rsid w:val="009B16E4"/>
    <w:rsid w:val="009B1DBB"/>
    <w:rsid w:val="009B1F61"/>
    <w:rsid w:val="009B252F"/>
    <w:rsid w:val="009B2CB2"/>
    <w:rsid w:val="009B3372"/>
    <w:rsid w:val="009B35CF"/>
    <w:rsid w:val="009B47F1"/>
    <w:rsid w:val="009B5A33"/>
    <w:rsid w:val="009B5B64"/>
    <w:rsid w:val="009B5C84"/>
    <w:rsid w:val="009B5E9E"/>
    <w:rsid w:val="009B5FFB"/>
    <w:rsid w:val="009B68A8"/>
    <w:rsid w:val="009B6F52"/>
    <w:rsid w:val="009B70AD"/>
    <w:rsid w:val="009B7707"/>
    <w:rsid w:val="009C0314"/>
    <w:rsid w:val="009C0914"/>
    <w:rsid w:val="009C0B76"/>
    <w:rsid w:val="009C1822"/>
    <w:rsid w:val="009C1F43"/>
    <w:rsid w:val="009C2306"/>
    <w:rsid w:val="009C27C1"/>
    <w:rsid w:val="009C4834"/>
    <w:rsid w:val="009C48DA"/>
    <w:rsid w:val="009C4C3D"/>
    <w:rsid w:val="009C51D5"/>
    <w:rsid w:val="009C5317"/>
    <w:rsid w:val="009C5656"/>
    <w:rsid w:val="009C575F"/>
    <w:rsid w:val="009C5C2D"/>
    <w:rsid w:val="009D03AA"/>
    <w:rsid w:val="009D062C"/>
    <w:rsid w:val="009D0BE5"/>
    <w:rsid w:val="009D1870"/>
    <w:rsid w:val="009D1975"/>
    <w:rsid w:val="009D25F5"/>
    <w:rsid w:val="009D2F05"/>
    <w:rsid w:val="009D31BC"/>
    <w:rsid w:val="009D3726"/>
    <w:rsid w:val="009D3DF4"/>
    <w:rsid w:val="009D3E96"/>
    <w:rsid w:val="009D4915"/>
    <w:rsid w:val="009D4927"/>
    <w:rsid w:val="009D55D9"/>
    <w:rsid w:val="009D5A64"/>
    <w:rsid w:val="009D5B35"/>
    <w:rsid w:val="009D5EAB"/>
    <w:rsid w:val="009D5F44"/>
    <w:rsid w:val="009D6684"/>
    <w:rsid w:val="009D6BD5"/>
    <w:rsid w:val="009D7201"/>
    <w:rsid w:val="009D79F9"/>
    <w:rsid w:val="009D7B2D"/>
    <w:rsid w:val="009D7BF0"/>
    <w:rsid w:val="009E0904"/>
    <w:rsid w:val="009E098B"/>
    <w:rsid w:val="009E17DB"/>
    <w:rsid w:val="009E19AD"/>
    <w:rsid w:val="009E1D1E"/>
    <w:rsid w:val="009E3344"/>
    <w:rsid w:val="009E38E8"/>
    <w:rsid w:val="009E3AAD"/>
    <w:rsid w:val="009E4DFE"/>
    <w:rsid w:val="009E554A"/>
    <w:rsid w:val="009E55C0"/>
    <w:rsid w:val="009E6258"/>
    <w:rsid w:val="009E74FD"/>
    <w:rsid w:val="009E7764"/>
    <w:rsid w:val="009E779F"/>
    <w:rsid w:val="009E7A51"/>
    <w:rsid w:val="009E7B42"/>
    <w:rsid w:val="009E7D32"/>
    <w:rsid w:val="009E7D5D"/>
    <w:rsid w:val="009F007D"/>
    <w:rsid w:val="009F0459"/>
    <w:rsid w:val="009F0F29"/>
    <w:rsid w:val="009F1049"/>
    <w:rsid w:val="009F12BA"/>
    <w:rsid w:val="009F16AB"/>
    <w:rsid w:val="009F2BEE"/>
    <w:rsid w:val="009F35F6"/>
    <w:rsid w:val="009F3ADD"/>
    <w:rsid w:val="009F4021"/>
    <w:rsid w:val="009F43D8"/>
    <w:rsid w:val="009F4C07"/>
    <w:rsid w:val="009F5701"/>
    <w:rsid w:val="009F5A9F"/>
    <w:rsid w:val="009F6062"/>
    <w:rsid w:val="009F6264"/>
    <w:rsid w:val="009F6857"/>
    <w:rsid w:val="009F7582"/>
    <w:rsid w:val="00A0114D"/>
    <w:rsid w:val="00A0208D"/>
    <w:rsid w:val="00A02408"/>
    <w:rsid w:val="00A02685"/>
    <w:rsid w:val="00A02AA0"/>
    <w:rsid w:val="00A02B3D"/>
    <w:rsid w:val="00A02CE4"/>
    <w:rsid w:val="00A02E77"/>
    <w:rsid w:val="00A030AE"/>
    <w:rsid w:val="00A03BB7"/>
    <w:rsid w:val="00A042D9"/>
    <w:rsid w:val="00A04A29"/>
    <w:rsid w:val="00A04B7F"/>
    <w:rsid w:val="00A05E9F"/>
    <w:rsid w:val="00A06295"/>
    <w:rsid w:val="00A068E5"/>
    <w:rsid w:val="00A06C12"/>
    <w:rsid w:val="00A071F7"/>
    <w:rsid w:val="00A07617"/>
    <w:rsid w:val="00A07C19"/>
    <w:rsid w:val="00A10DC5"/>
    <w:rsid w:val="00A115E2"/>
    <w:rsid w:val="00A119F6"/>
    <w:rsid w:val="00A11DA7"/>
    <w:rsid w:val="00A121FC"/>
    <w:rsid w:val="00A13457"/>
    <w:rsid w:val="00A13D13"/>
    <w:rsid w:val="00A13D76"/>
    <w:rsid w:val="00A142FB"/>
    <w:rsid w:val="00A148EE"/>
    <w:rsid w:val="00A14CBB"/>
    <w:rsid w:val="00A15773"/>
    <w:rsid w:val="00A1615F"/>
    <w:rsid w:val="00A16893"/>
    <w:rsid w:val="00A16B55"/>
    <w:rsid w:val="00A17526"/>
    <w:rsid w:val="00A17C5B"/>
    <w:rsid w:val="00A17D42"/>
    <w:rsid w:val="00A17FEC"/>
    <w:rsid w:val="00A20257"/>
    <w:rsid w:val="00A203DE"/>
    <w:rsid w:val="00A206BF"/>
    <w:rsid w:val="00A20A75"/>
    <w:rsid w:val="00A21475"/>
    <w:rsid w:val="00A2179E"/>
    <w:rsid w:val="00A21A7D"/>
    <w:rsid w:val="00A21E96"/>
    <w:rsid w:val="00A21E9D"/>
    <w:rsid w:val="00A23060"/>
    <w:rsid w:val="00A23D5D"/>
    <w:rsid w:val="00A25085"/>
    <w:rsid w:val="00A25D1B"/>
    <w:rsid w:val="00A26D3F"/>
    <w:rsid w:val="00A26E85"/>
    <w:rsid w:val="00A26FC6"/>
    <w:rsid w:val="00A27965"/>
    <w:rsid w:val="00A27CE6"/>
    <w:rsid w:val="00A3029C"/>
    <w:rsid w:val="00A30784"/>
    <w:rsid w:val="00A30A57"/>
    <w:rsid w:val="00A30C88"/>
    <w:rsid w:val="00A30D4D"/>
    <w:rsid w:val="00A310B1"/>
    <w:rsid w:val="00A311DB"/>
    <w:rsid w:val="00A3148C"/>
    <w:rsid w:val="00A31A49"/>
    <w:rsid w:val="00A31CF9"/>
    <w:rsid w:val="00A320DF"/>
    <w:rsid w:val="00A32507"/>
    <w:rsid w:val="00A32657"/>
    <w:rsid w:val="00A32755"/>
    <w:rsid w:val="00A335EC"/>
    <w:rsid w:val="00A33659"/>
    <w:rsid w:val="00A34129"/>
    <w:rsid w:val="00A34145"/>
    <w:rsid w:val="00A3452D"/>
    <w:rsid w:val="00A347FB"/>
    <w:rsid w:val="00A348D1"/>
    <w:rsid w:val="00A35072"/>
    <w:rsid w:val="00A35A46"/>
    <w:rsid w:val="00A35F5A"/>
    <w:rsid w:val="00A36151"/>
    <w:rsid w:val="00A364A6"/>
    <w:rsid w:val="00A36541"/>
    <w:rsid w:val="00A374FA"/>
    <w:rsid w:val="00A37517"/>
    <w:rsid w:val="00A37CD2"/>
    <w:rsid w:val="00A37DFD"/>
    <w:rsid w:val="00A37EE4"/>
    <w:rsid w:val="00A4063C"/>
    <w:rsid w:val="00A41585"/>
    <w:rsid w:val="00A415F5"/>
    <w:rsid w:val="00A4226F"/>
    <w:rsid w:val="00A423A6"/>
    <w:rsid w:val="00A4367B"/>
    <w:rsid w:val="00A4448E"/>
    <w:rsid w:val="00A44638"/>
    <w:rsid w:val="00A447E6"/>
    <w:rsid w:val="00A45731"/>
    <w:rsid w:val="00A45F13"/>
    <w:rsid w:val="00A46227"/>
    <w:rsid w:val="00A46365"/>
    <w:rsid w:val="00A468C5"/>
    <w:rsid w:val="00A4693D"/>
    <w:rsid w:val="00A52E6E"/>
    <w:rsid w:val="00A534B1"/>
    <w:rsid w:val="00A53C0E"/>
    <w:rsid w:val="00A545DC"/>
    <w:rsid w:val="00A549BE"/>
    <w:rsid w:val="00A549E0"/>
    <w:rsid w:val="00A54E67"/>
    <w:rsid w:val="00A54F81"/>
    <w:rsid w:val="00A55062"/>
    <w:rsid w:val="00A552CE"/>
    <w:rsid w:val="00A555B1"/>
    <w:rsid w:val="00A55DC2"/>
    <w:rsid w:val="00A56019"/>
    <w:rsid w:val="00A56077"/>
    <w:rsid w:val="00A560B2"/>
    <w:rsid w:val="00A5670D"/>
    <w:rsid w:val="00A56976"/>
    <w:rsid w:val="00A56CB8"/>
    <w:rsid w:val="00A5703A"/>
    <w:rsid w:val="00A5704B"/>
    <w:rsid w:val="00A573FF"/>
    <w:rsid w:val="00A574F5"/>
    <w:rsid w:val="00A601A1"/>
    <w:rsid w:val="00A60262"/>
    <w:rsid w:val="00A60911"/>
    <w:rsid w:val="00A6100A"/>
    <w:rsid w:val="00A6160E"/>
    <w:rsid w:val="00A6162D"/>
    <w:rsid w:val="00A616F4"/>
    <w:rsid w:val="00A61AC7"/>
    <w:rsid w:val="00A61BCE"/>
    <w:rsid w:val="00A62D56"/>
    <w:rsid w:val="00A62F2B"/>
    <w:rsid w:val="00A639D8"/>
    <w:rsid w:val="00A63CD9"/>
    <w:rsid w:val="00A63E42"/>
    <w:rsid w:val="00A63E83"/>
    <w:rsid w:val="00A63F8E"/>
    <w:rsid w:val="00A649A5"/>
    <w:rsid w:val="00A65261"/>
    <w:rsid w:val="00A6557C"/>
    <w:rsid w:val="00A656E4"/>
    <w:rsid w:val="00A65FAF"/>
    <w:rsid w:val="00A66375"/>
    <w:rsid w:val="00A66E48"/>
    <w:rsid w:val="00A673DC"/>
    <w:rsid w:val="00A701DE"/>
    <w:rsid w:val="00A70279"/>
    <w:rsid w:val="00A706F5"/>
    <w:rsid w:val="00A70DF0"/>
    <w:rsid w:val="00A70EAE"/>
    <w:rsid w:val="00A71393"/>
    <w:rsid w:val="00A7142C"/>
    <w:rsid w:val="00A71775"/>
    <w:rsid w:val="00A71AAC"/>
    <w:rsid w:val="00A71FD6"/>
    <w:rsid w:val="00A721C2"/>
    <w:rsid w:val="00A72D62"/>
    <w:rsid w:val="00A72DF4"/>
    <w:rsid w:val="00A73826"/>
    <w:rsid w:val="00A744AB"/>
    <w:rsid w:val="00A747B3"/>
    <w:rsid w:val="00A749A0"/>
    <w:rsid w:val="00A74C4E"/>
    <w:rsid w:val="00A75380"/>
    <w:rsid w:val="00A7689F"/>
    <w:rsid w:val="00A770A9"/>
    <w:rsid w:val="00A7733A"/>
    <w:rsid w:val="00A774E2"/>
    <w:rsid w:val="00A802DC"/>
    <w:rsid w:val="00A80666"/>
    <w:rsid w:val="00A80AF4"/>
    <w:rsid w:val="00A814DA"/>
    <w:rsid w:val="00A81788"/>
    <w:rsid w:val="00A81F4C"/>
    <w:rsid w:val="00A822D2"/>
    <w:rsid w:val="00A82FCA"/>
    <w:rsid w:val="00A83DD6"/>
    <w:rsid w:val="00A84F9A"/>
    <w:rsid w:val="00A852A6"/>
    <w:rsid w:val="00A854AC"/>
    <w:rsid w:val="00A86428"/>
    <w:rsid w:val="00A8676E"/>
    <w:rsid w:val="00A869C4"/>
    <w:rsid w:val="00A86A65"/>
    <w:rsid w:val="00A90061"/>
    <w:rsid w:val="00A90308"/>
    <w:rsid w:val="00A9077D"/>
    <w:rsid w:val="00A909CD"/>
    <w:rsid w:val="00A909D9"/>
    <w:rsid w:val="00A90AD3"/>
    <w:rsid w:val="00A911BD"/>
    <w:rsid w:val="00A926E4"/>
    <w:rsid w:val="00A92815"/>
    <w:rsid w:val="00A93351"/>
    <w:rsid w:val="00A93A82"/>
    <w:rsid w:val="00A942E0"/>
    <w:rsid w:val="00A9471D"/>
    <w:rsid w:val="00A94BF5"/>
    <w:rsid w:val="00A95760"/>
    <w:rsid w:val="00A957C7"/>
    <w:rsid w:val="00A9616C"/>
    <w:rsid w:val="00A964E8"/>
    <w:rsid w:val="00A965BB"/>
    <w:rsid w:val="00A96FFC"/>
    <w:rsid w:val="00A9721F"/>
    <w:rsid w:val="00AA00D9"/>
    <w:rsid w:val="00AA018F"/>
    <w:rsid w:val="00AA0AE4"/>
    <w:rsid w:val="00AA15F7"/>
    <w:rsid w:val="00AA1726"/>
    <w:rsid w:val="00AA1E79"/>
    <w:rsid w:val="00AA2ABC"/>
    <w:rsid w:val="00AA328B"/>
    <w:rsid w:val="00AA3B09"/>
    <w:rsid w:val="00AA40D9"/>
    <w:rsid w:val="00AA44D6"/>
    <w:rsid w:val="00AA456A"/>
    <w:rsid w:val="00AA491C"/>
    <w:rsid w:val="00AA4CCD"/>
    <w:rsid w:val="00AA5479"/>
    <w:rsid w:val="00AA5495"/>
    <w:rsid w:val="00AA5693"/>
    <w:rsid w:val="00AA572B"/>
    <w:rsid w:val="00AA601E"/>
    <w:rsid w:val="00AA6152"/>
    <w:rsid w:val="00AA61DC"/>
    <w:rsid w:val="00AA6908"/>
    <w:rsid w:val="00AA6A55"/>
    <w:rsid w:val="00AB0D61"/>
    <w:rsid w:val="00AB1F68"/>
    <w:rsid w:val="00AB2129"/>
    <w:rsid w:val="00AB231F"/>
    <w:rsid w:val="00AB276B"/>
    <w:rsid w:val="00AB27EE"/>
    <w:rsid w:val="00AB2CBD"/>
    <w:rsid w:val="00AB2FFA"/>
    <w:rsid w:val="00AB325C"/>
    <w:rsid w:val="00AB3F84"/>
    <w:rsid w:val="00AB5AEF"/>
    <w:rsid w:val="00AB5FB9"/>
    <w:rsid w:val="00AC0423"/>
    <w:rsid w:val="00AC0594"/>
    <w:rsid w:val="00AC09B6"/>
    <w:rsid w:val="00AC0BA6"/>
    <w:rsid w:val="00AC0E75"/>
    <w:rsid w:val="00AC101F"/>
    <w:rsid w:val="00AC14F6"/>
    <w:rsid w:val="00AC1C85"/>
    <w:rsid w:val="00AC20FF"/>
    <w:rsid w:val="00AC21C7"/>
    <w:rsid w:val="00AC2FC4"/>
    <w:rsid w:val="00AC3F63"/>
    <w:rsid w:val="00AC48FC"/>
    <w:rsid w:val="00AC490F"/>
    <w:rsid w:val="00AC4AC3"/>
    <w:rsid w:val="00AC508B"/>
    <w:rsid w:val="00AC5602"/>
    <w:rsid w:val="00AC570E"/>
    <w:rsid w:val="00AC64D2"/>
    <w:rsid w:val="00AC6736"/>
    <w:rsid w:val="00AC6AFA"/>
    <w:rsid w:val="00AC6F7A"/>
    <w:rsid w:val="00AC7971"/>
    <w:rsid w:val="00AD1078"/>
    <w:rsid w:val="00AD1538"/>
    <w:rsid w:val="00AD1A07"/>
    <w:rsid w:val="00AD20D6"/>
    <w:rsid w:val="00AD28BD"/>
    <w:rsid w:val="00AD2FFD"/>
    <w:rsid w:val="00AD3909"/>
    <w:rsid w:val="00AD58E9"/>
    <w:rsid w:val="00AD5FE5"/>
    <w:rsid w:val="00AD6733"/>
    <w:rsid w:val="00AD7E98"/>
    <w:rsid w:val="00AE0369"/>
    <w:rsid w:val="00AE05F4"/>
    <w:rsid w:val="00AE0D79"/>
    <w:rsid w:val="00AE371F"/>
    <w:rsid w:val="00AE3F4B"/>
    <w:rsid w:val="00AE3F54"/>
    <w:rsid w:val="00AE43D4"/>
    <w:rsid w:val="00AE4A91"/>
    <w:rsid w:val="00AE4B4F"/>
    <w:rsid w:val="00AE567E"/>
    <w:rsid w:val="00AE6141"/>
    <w:rsid w:val="00AE65C2"/>
    <w:rsid w:val="00AE6913"/>
    <w:rsid w:val="00AE6FCC"/>
    <w:rsid w:val="00AF0804"/>
    <w:rsid w:val="00AF0BAA"/>
    <w:rsid w:val="00AF0D62"/>
    <w:rsid w:val="00AF0EB1"/>
    <w:rsid w:val="00AF0F04"/>
    <w:rsid w:val="00AF106F"/>
    <w:rsid w:val="00AF17B2"/>
    <w:rsid w:val="00AF19EB"/>
    <w:rsid w:val="00AF1D13"/>
    <w:rsid w:val="00AF1D45"/>
    <w:rsid w:val="00AF2AB4"/>
    <w:rsid w:val="00AF2C0A"/>
    <w:rsid w:val="00AF2F78"/>
    <w:rsid w:val="00AF34D5"/>
    <w:rsid w:val="00AF37CC"/>
    <w:rsid w:val="00AF3F6D"/>
    <w:rsid w:val="00AF531A"/>
    <w:rsid w:val="00AF552B"/>
    <w:rsid w:val="00AF5799"/>
    <w:rsid w:val="00AF5F1C"/>
    <w:rsid w:val="00AF7720"/>
    <w:rsid w:val="00B00031"/>
    <w:rsid w:val="00B000B6"/>
    <w:rsid w:val="00B00B82"/>
    <w:rsid w:val="00B01B49"/>
    <w:rsid w:val="00B01D76"/>
    <w:rsid w:val="00B02796"/>
    <w:rsid w:val="00B028FC"/>
    <w:rsid w:val="00B0322A"/>
    <w:rsid w:val="00B03465"/>
    <w:rsid w:val="00B03BC5"/>
    <w:rsid w:val="00B03C87"/>
    <w:rsid w:val="00B03ED9"/>
    <w:rsid w:val="00B04874"/>
    <w:rsid w:val="00B0541B"/>
    <w:rsid w:val="00B05464"/>
    <w:rsid w:val="00B05B05"/>
    <w:rsid w:val="00B05B4A"/>
    <w:rsid w:val="00B06BB9"/>
    <w:rsid w:val="00B07024"/>
    <w:rsid w:val="00B073B7"/>
    <w:rsid w:val="00B10743"/>
    <w:rsid w:val="00B10ABB"/>
    <w:rsid w:val="00B10B42"/>
    <w:rsid w:val="00B10DE2"/>
    <w:rsid w:val="00B10FD1"/>
    <w:rsid w:val="00B1143C"/>
    <w:rsid w:val="00B115B1"/>
    <w:rsid w:val="00B1165C"/>
    <w:rsid w:val="00B11D3A"/>
    <w:rsid w:val="00B15166"/>
    <w:rsid w:val="00B156F8"/>
    <w:rsid w:val="00B15B6F"/>
    <w:rsid w:val="00B16247"/>
    <w:rsid w:val="00B16F27"/>
    <w:rsid w:val="00B16F5A"/>
    <w:rsid w:val="00B17190"/>
    <w:rsid w:val="00B17946"/>
    <w:rsid w:val="00B17DD6"/>
    <w:rsid w:val="00B200D4"/>
    <w:rsid w:val="00B203C8"/>
    <w:rsid w:val="00B206D0"/>
    <w:rsid w:val="00B20DB4"/>
    <w:rsid w:val="00B219D5"/>
    <w:rsid w:val="00B21E9E"/>
    <w:rsid w:val="00B21F1F"/>
    <w:rsid w:val="00B23284"/>
    <w:rsid w:val="00B2365E"/>
    <w:rsid w:val="00B236B6"/>
    <w:rsid w:val="00B24B09"/>
    <w:rsid w:val="00B25219"/>
    <w:rsid w:val="00B25896"/>
    <w:rsid w:val="00B2612C"/>
    <w:rsid w:val="00B261C9"/>
    <w:rsid w:val="00B263D5"/>
    <w:rsid w:val="00B26BA6"/>
    <w:rsid w:val="00B272FB"/>
    <w:rsid w:val="00B27582"/>
    <w:rsid w:val="00B2797A"/>
    <w:rsid w:val="00B27B68"/>
    <w:rsid w:val="00B27DD3"/>
    <w:rsid w:val="00B304F0"/>
    <w:rsid w:val="00B30899"/>
    <w:rsid w:val="00B30DE8"/>
    <w:rsid w:val="00B30F98"/>
    <w:rsid w:val="00B3184A"/>
    <w:rsid w:val="00B32478"/>
    <w:rsid w:val="00B332F2"/>
    <w:rsid w:val="00B34190"/>
    <w:rsid w:val="00B35269"/>
    <w:rsid w:val="00B3530F"/>
    <w:rsid w:val="00B35A45"/>
    <w:rsid w:val="00B35C2A"/>
    <w:rsid w:val="00B367E4"/>
    <w:rsid w:val="00B36B29"/>
    <w:rsid w:val="00B36F3C"/>
    <w:rsid w:val="00B37A9F"/>
    <w:rsid w:val="00B37FAC"/>
    <w:rsid w:val="00B40501"/>
    <w:rsid w:val="00B405C7"/>
    <w:rsid w:val="00B40F46"/>
    <w:rsid w:val="00B427B3"/>
    <w:rsid w:val="00B42F6D"/>
    <w:rsid w:val="00B43BCF"/>
    <w:rsid w:val="00B43FB8"/>
    <w:rsid w:val="00B451CA"/>
    <w:rsid w:val="00B45572"/>
    <w:rsid w:val="00B4562E"/>
    <w:rsid w:val="00B4589A"/>
    <w:rsid w:val="00B45EB8"/>
    <w:rsid w:val="00B46372"/>
    <w:rsid w:val="00B47487"/>
    <w:rsid w:val="00B478EF"/>
    <w:rsid w:val="00B5040E"/>
    <w:rsid w:val="00B524CF"/>
    <w:rsid w:val="00B52B81"/>
    <w:rsid w:val="00B53005"/>
    <w:rsid w:val="00B54053"/>
    <w:rsid w:val="00B54A62"/>
    <w:rsid w:val="00B54AFF"/>
    <w:rsid w:val="00B54BE9"/>
    <w:rsid w:val="00B55087"/>
    <w:rsid w:val="00B55745"/>
    <w:rsid w:val="00B55E56"/>
    <w:rsid w:val="00B56E36"/>
    <w:rsid w:val="00B570C9"/>
    <w:rsid w:val="00B57C1D"/>
    <w:rsid w:val="00B57C4F"/>
    <w:rsid w:val="00B605AF"/>
    <w:rsid w:val="00B6088A"/>
    <w:rsid w:val="00B60BA3"/>
    <w:rsid w:val="00B610EA"/>
    <w:rsid w:val="00B6143A"/>
    <w:rsid w:val="00B614DF"/>
    <w:rsid w:val="00B61547"/>
    <w:rsid w:val="00B618A3"/>
    <w:rsid w:val="00B62017"/>
    <w:rsid w:val="00B62841"/>
    <w:rsid w:val="00B63818"/>
    <w:rsid w:val="00B63BFE"/>
    <w:rsid w:val="00B63CF6"/>
    <w:rsid w:val="00B640AF"/>
    <w:rsid w:val="00B6451D"/>
    <w:rsid w:val="00B647CB"/>
    <w:rsid w:val="00B64A37"/>
    <w:rsid w:val="00B64CA1"/>
    <w:rsid w:val="00B64E33"/>
    <w:rsid w:val="00B653A2"/>
    <w:rsid w:val="00B66191"/>
    <w:rsid w:val="00B6627E"/>
    <w:rsid w:val="00B66A51"/>
    <w:rsid w:val="00B66E9D"/>
    <w:rsid w:val="00B66FDC"/>
    <w:rsid w:val="00B6709D"/>
    <w:rsid w:val="00B67376"/>
    <w:rsid w:val="00B67643"/>
    <w:rsid w:val="00B67B78"/>
    <w:rsid w:val="00B67DB6"/>
    <w:rsid w:val="00B7004A"/>
    <w:rsid w:val="00B70296"/>
    <w:rsid w:val="00B709ED"/>
    <w:rsid w:val="00B70FAB"/>
    <w:rsid w:val="00B7123B"/>
    <w:rsid w:val="00B71B21"/>
    <w:rsid w:val="00B71E74"/>
    <w:rsid w:val="00B722CA"/>
    <w:rsid w:val="00B723D3"/>
    <w:rsid w:val="00B7256F"/>
    <w:rsid w:val="00B72A7A"/>
    <w:rsid w:val="00B7487C"/>
    <w:rsid w:val="00B74C78"/>
    <w:rsid w:val="00B74E9B"/>
    <w:rsid w:val="00B7597F"/>
    <w:rsid w:val="00B76AE9"/>
    <w:rsid w:val="00B7743F"/>
    <w:rsid w:val="00B775A3"/>
    <w:rsid w:val="00B8038B"/>
    <w:rsid w:val="00B805FF"/>
    <w:rsid w:val="00B80D7F"/>
    <w:rsid w:val="00B81718"/>
    <w:rsid w:val="00B82174"/>
    <w:rsid w:val="00B8218B"/>
    <w:rsid w:val="00B821B9"/>
    <w:rsid w:val="00B826AB"/>
    <w:rsid w:val="00B834F8"/>
    <w:rsid w:val="00B84213"/>
    <w:rsid w:val="00B852A4"/>
    <w:rsid w:val="00B859F2"/>
    <w:rsid w:val="00B85EC9"/>
    <w:rsid w:val="00B86B80"/>
    <w:rsid w:val="00B872EE"/>
    <w:rsid w:val="00B87789"/>
    <w:rsid w:val="00B878F8"/>
    <w:rsid w:val="00B904F9"/>
    <w:rsid w:val="00B91008"/>
    <w:rsid w:val="00B91249"/>
    <w:rsid w:val="00B91915"/>
    <w:rsid w:val="00B92040"/>
    <w:rsid w:val="00B9274E"/>
    <w:rsid w:val="00B92850"/>
    <w:rsid w:val="00B92920"/>
    <w:rsid w:val="00B931A6"/>
    <w:rsid w:val="00B93395"/>
    <w:rsid w:val="00B93A98"/>
    <w:rsid w:val="00B93F83"/>
    <w:rsid w:val="00B9421F"/>
    <w:rsid w:val="00B94373"/>
    <w:rsid w:val="00B94BD3"/>
    <w:rsid w:val="00B9548C"/>
    <w:rsid w:val="00B9613A"/>
    <w:rsid w:val="00B978BC"/>
    <w:rsid w:val="00B979CD"/>
    <w:rsid w:val="00B97D8E"/>
    <w:rsid w:val="00BA0575"/>
    <w:rsid w:val="00BA0B10"/>
    <w:rsid w:val="00BA1029"/>
    <w:rsid w:val="00BA117F"/>
    <w:rsid w:val="00BA14F1"/>
    <w:rsid w:val="00BA15EF"/>
    <w:rsid w:val="00BA22CA"/>
    <w:rsid w:val="00BA24DB"/>
    <w:rsid w:val="00BA2D30"/>
    <w:rsid w:val="00BA2FE6"/>
    <w:rsid w:val="00BA532A"/>
    <w:rsid w:val="00BA589C"/>
    <w:rsid w:val="00BA5A51"/>
    <w:rsid w:val="00BA66F2"/>
    <w:rsid w:val="00BA6E84"/>
    <w:rsid w:val="00BA7296"/>
    <w:rsid w:val="00BA7E0D"/>
    <w:rsid w:val="00BB06C6"/>
    <w:rsid w:val="00BB0801"/>
    <w:rsid w:val="00BB0F4B"/>
    <w:rsid w:val="00BB18CA"/>
    <w:rsid w:val="00BB1A44"/>
    <w:rsid w:val="00BB1AF6"/>
    <w:rsid w:val="00BB1E84"/>
    <w:rsid w:val="00BB1FE2"/>
    <w:rsid w:val="00BB232D"/>
    <w:rsid w:val="00BB2934"/>
    <w:rsid w:val="00BB37DF"/>
    <w:rsid w:val="00BB3A57"/>
    <w:rsid w:val="00BB3A8D"/>
    <w:rsid w:val="00BB417B"/>
    <w:rsid w:val="00BB41DA"/>
    <w:rsid w:val="00BB476B"/>
    <w:rsid w:val="00BB485C"/>
    <w:rsid w:val="00BB48A5"/>
    <w:rsid w:val="00BB5905"/>
    <w:rsid w:val="00BB6ABC"/>
    <w:rsid w:val="00BB7B8A"/>
    <w:rsid w:val="00BC322A"/>
    <w:rsid w:val="00BC3A29"/>
    <w:rsid w:val="00BC4073"/>
    <w:rsid w:val="00BC4B1B"/>
    <w:rsid w:val="00BC4C2A"/>
    <w:rsid w:val="00BC5057"/>
    <w:rsid w:val="00BC539D"/>
    <w:rsid w:val="00BC5609"/>
    <w:rsid w:val="00BC598F"/>
    <w:rsid w:val="00BC6B9A"/>
    <w:rsid w:val="00BC6C2D"/>
    <w:rsid w:val="00BC6E08"/>
    <w:rsid w:val="00BC7DED"/>
    <w:rsid w:val="00BD07F0"/>
    <w:rsid w:val="00BD0DE5"/>
    <w:rsid w:val="00BD185E"/>
    <w:rsid w:val="00BD2C9C"/>
    <w:rsid w:val="00BD2EAE"/>
    <w:rsid w:val="00BD3300"/>
    <w:rsid w:val="00BD37F3"/>
    <w:rsid w:val="00BD3985"/>
    <w:rsid w:val="00BD3CAB"/>
    <w:rsid w:val="00BD445C"/>
    <w:rsid w:val="00BD47A0"/>
    <w:rsid w:val="00BD4835"/>
    <w:rsid w:val="00BD583A"/>
    <w:rsid w:val="00BD71BD"/>
    <w:rsid w:val="00BD73F6"/>
    <w:rsid w:val="00BD76F9"/>
    <w:rsid w:val="00BD76FB"/>
    <w:rsid w:val="00BD7EB2"/>
    <w:rsid w:val="00BE0ABD"/>
    <w:rsid w:val="00BE196D"/>
    <w:rsid w:val="00BE1EF0"/>
    <w:rsid w:val="00BE364B"/>
    <w:rsid w:val="00BE3CFF"/>
    <w:rsid w:val="00BE3F96"/>
    <w:rsid w:val="00BE4000"/>
    <w:rsid w:val="00BE4543"/>
    <w:rsid w:val="00BE49DB"/>
    <w:rsid w:val="00BE63F3"/>
    <w:rsid w:val="00BE79B0"/>
    <w:rsid w:val="00BE7CE0"/>
    <w:rsid w:val="00BE7D33"/>
    <w:rsid w:val="00BE7D67"/>
    <w:rsid w:val="00BF081E"/>
    <w:rsid w:val="00BF0867"/>
    <w:rsid w:val="00BF0F3E"/>
    <w:rsid w:val="00BF16BD"/>
    <w:rsid w:val="00BF17C1"/>
    <w:rsid w:val="00BF1A57"/>
    <w:rsid w:val="00BF2841"/>
    <w:rsid w:val="00BF284D"/>
    <w:rsid w:val="00BF2DA2"/>
    <w:rsid w:val="00BF37B7"/>
    <w:rsid w:val="00BF3B5D"/>
    <w:rsid w:val="00BF3E0E"/>
    <w:rsid w:val="00BF4B90"/>
    <w:rsid w:val="00BF4C8C"/>
    <w:rsid w:val="00BF51AF"/>
    <w:rsid w:val="00BF51F3"/>
    <w:rsid w:val="00BF524C"/>
    <w:rsid w:val="00BF59FB"/>
    <w:rsid w:val="00BF5FFE"/>
    <w:rsid w:val="00BF62A5"/>
    <w:rsid w:val="00BF685B"/>
    <w:rsid w:val="00BF6E39"/>
    <w:rsid w:val="00BF7424"/>
    <w:rsid w:val="00BF78FC"/>
    <w:rsid w:val="00C004DC"/>
    <w:rsid w:val="00C00A93"/>
    <w:rsid w:val="00C00AE2"/>
    <w:rsid w:val="00C00BC3"/>
    <w:rsid w:val="00C01417"/>
    <w:rsid w:val="00C01D2E"/>
    <w:rsid w:val="00C01E76"/>
    <w:rsid w:val="00C01E8F"/>
    <w:rsid w:val="00C02944"/>
    <w:rsid w:val="00C02A28"/>
    <w:rsid w:val="00C02D4E"/>
    <w:rsid w:val="00C02E2D"/>
    <w:rsid w:val="00C03299"/>
    <w:rsid w:val="00C03654"/>
    <w:rsid w:val="00C0396C"/>
    <w:rsid w:val="00C03F8B"/>
    <w:rsid w:val="00C03FD0"/>
    <w:rsid w:val="00C04652"/>
    <w:rsid w:val="00C048AC"/>
    <w:rsid w:val="00C0496F"/>
    <w:rsid w:val="00C0563E"/>
    <w:rsid w:val="00C06488"/>
    <w:rsid w:val="00C06630"/>
    <w:rsid w:val="00C066D5"/>
    <w:rsid w:val="00C06A83"/>
    <w:rsid w:val="00C07040"/>
    <w:rsid w:val="00C0732E"/>
    <w:rsid w:val="00C07928"/>
    <w:rsid w:val="00C07B8C"/>
    <w:rsid w:val="00C10916"/>
    <w:rsid w:val="00C113CB"/>
    <w:rsid w:val="00C11697"/>
    <w:rsid w:val="00C11EF5"/>
    <w:rsid w:val="00C12003"/>
    <w:rsid w:val="00C125AF"/>
    <w:rsid w:val="00C12986"/>
    <w:rsid w:val="00C132BB"/>
    <w:rsid w:val="00C133C3"/>
    <w:rsid w:val="00C134F5"/>
    <w:rsid w:val="00C138C6"/>
    <w:rsid w:val="00C139CB"/>
    <w:rsid w:val="00C13C76"/>
    <w:rsid w:val="00C1494F"/>
    <w:rsid w:val="00C14A24"/>
    <w:rsid w:val="00C14BDD"/>
    <w:rsid w:val="00C151CE"/>
    <w:rsid w:val="00C156B9"/>
    <w:rsid w:val="00C1591F"/>
    <w:rsid w:val="00C15F76"/>
    <w:rsid w:val="00C1654F"/>
    <w:rsid w:val="00C169B5"/>
    <w:rsid w:val="00C16C4B"/>
    <w:rsid w:val="00C16D21"/>
    <w:rsid w:val="00C16FDE"/>
    <w:rsid w:val="00C1732A"/>
    <w:rsid w:val="00C17655"/>
    <w:rsid w:val="00C206BA"/>
    <w:rsid w:val="00C20859"/>
    <w:rsid w:val="00C209E3"/>
    <w:rsid w:val="00C20D55"/>
    <w:rsid w:val="00C211EC"/>
    <w:rsid w:val="00C2126D"/>
    <w:rsid w:val="00C22306"/>
    <w:rsid w:val="00C223E1"/>
    <w:rsid w:val="00C223E5"/>
    <w:rsid w:val="00C2254C"/>
    <w:rsid w:val="00C227B9"/>
    <w:rsid w:val="00C22F62"/>
    <w:rsid w:val="00C23AEC"/>
    <w:rsid w:val="00C23C66"/>
    <w:rsid w:val="00C23F5A"/>
    <w:rsid w:val="00C24444"/>
    <w:rsid w:val="00C24558"/>
    <w:rsid w:val="00C255F4"/>
    <w:rsid w:val="00C25719"/>
    <w:rsid w:val="00C275D7"/>
    <w:rsid w:val="00C2760E"/>
    <w:rsid w:val="00C301BF"/>
    <w:rsid w:val="00C307B8"/>
    <w:rsid w:val="00C30BFB"/>
    <w:rsid w:val="00C317F4"/>
    <w:rsid w:val="00C319E8"/>
    <w:rsid w:val="00C31D63"/>
    <w:rsid w:val="00C31EFA"/>
    <w:rsid w:val="00C32519"/>
    <w:rsid w:val="00C325A2"/>
    <w:rsid w:val="00C32E0A"/>
    <w:rsid w:val="00C33716"/>
    <w:rsid w:val="00C33B37"/>
    <w:rsid w:val="00C33DD1"/>
    <w:rsid w:val="00C34854"/>
    <w:rsid w:val="00C34898"/>
    <w:rsid w:val="00C35E6C"/>
    <w:rsid w:val="00C36404"/>
    <w:rsid w:val="00C371CE"/>
    <w:rsid w:val="00C3742C"/>
    <w:rsid w:val="00C3785C"/>
    <w:rsid w:val="00C37C6C"/>
    <w:rsid w:val="00C429C8"/>
    <w:rsid w:val="00C42ACF"/>
    <w:rsid w:val="00C43834"/>
    <w:rsid w:val="00C439BE"/>
    <w:rsid w:val="00C44291"/>
    <w:rsid w:val="00C44963"/>
    <w:rsid w:val="00C44EDA"/>
    <w:rsid w:val="00C44F6F"/>
    <w:rsid w:val="00C45E2C"/>
    <w:rsid w:val="00C46B13"/>
    <w:rsid w:val="00C4729E"/>
    <w:rsid w:val="00C47854"/>
    <w:rsid w:val="00C501D2"/>
    <w:rsid w:val="00C503D8"/>
    <w:rsid w:val="00C51681"/>
    <w:rsid w:val="00C51F9A"/>
    <w:rsid w:val="00C5417B"/>
    <w:rsid w:val="00C544E1"/>
    <w:rsid w:val="00C55021"/>
    <w:rsid w:val="00C5550C"/>
    <w:rsid w:val="00C5550E"/>
    <w:rsid w:val="00C568C7"/>
    <w:rsid w:val="00C5713E"/>
    <w:rsid w:val="00C5739B"/>
    <w:rsid w:val="00C573A1"/>
    <w:rsid w:val="00C57556"/>
    <w:rsid w:val="00C603A5"/>
    <w:rsid w:val="00C6069F"/>
    <w:rsid w:val="00C623B4"/>
    <w:rsid w:val="00C62F3F"/>
    <w:rsid w:val="00C64FE7"/>
    <w:rsid w:val="00C656E1"/>
    <w:rsid w:val="00C65DFF"/>
    <w:rsid w:val="00C66E8C"/>
    <w:rsid w:val="00C670EB"/>
    <w:rsid w:val="00C679C3"/>
    <w:rsid w:val="00C709A8"/>
    <w:rsid w:val="00C70A5C"/>
    <w:rsid w:val="00C70F43"/>
    <w:rsid w:val="00C71B84"/>
    <w:rsid w:val="00C72673"/>
    <w:rsid w:val="00C73239"/>
    <w:rsid w:val="00C734AF"/>
    <w:rsid w:val="00C73FD9"/>
    <w:rsid w:val="00C742B5"/>
    <w:rsid w:val="00C7437A"/>
    <w:rsid w:val="00C7467B"/>
    <w:rsid w:val="00C74ADD"/>
    <w:rsid w:val="00C74C1C"/>
    <w:rsid w:val="00C74F38"/>
    <w:rsid w:val="00C75CEF"/>
    <w:rsid w:val="00C75F12"/>
    <w:rsid w:val="00C76755"/>
    <w:rsid w:val="00C767BF"/>
    <w:rsid w:val="00C77310"/>
    <w:rsid w:val="00C776F3"/>
    <w:rsid w:val="00C778B9"/>
    <w:rsid w:val="00C77BE6"/>
    <w:rsid w:val="00C80711"/>
    <w:rsid w:val="00C81653"/>
    <w:rsid w:val="00C81EE8"/>
    <w:rsid w:val="00C82617"/>
    <w:rsid w:val="00C8353E"/>
    <w:rsid w:val="00C8371B"/>
    <w:rsid w:val="00C83861"/>
    <w:rsid w:val="00C83960"/>
    <w:rsid w:val="00C84030"/>
    <w:rsid w:val="00C850F1"/>
    <w:rsid w:val="00C8592C"/>
    <w:rsid w:val="00C85E10"/>
    <w:rsid w:val="00C8635F"/>
    <w:rsid w:val="00C86743"/>
    <w:rsid w:val="00C86A4C"/>
    <w:rsid w:val="00C87A12"/>
    <w:rsid w:val="00C900CC"/>
    <w:rsid w:val="00C901EB"/>
    <w:rsid w:val="00C90C17"/>
    <w:rsid w:val="00C91125"/>
    <w:rsid w:val="00C913F5"/>
    <w:rsid w:val="00C91511"/>
    <w:rsid w:val="00C9164D"/>
    <w:rsid w:val="00C91672"/>
    <w:rsid w:val="00C919BA"/>
    <w:rsid w:val="00C92A97"/>
    <w:rsid w:val="00C933AB"/>
    <w:rsid w:val="00C93475"/>
    <w:rsid w:val="00C93944"/>
    <w:rsid w:val="00C93AE0"/>
    <w:rsid w:val="00C949F1"/>
    <w:rsid w:val="00C9562E"/>
    <w:rsid w:val="00C95715"/>
    <w:rsid w:val="00C95AB8"/>
    <w:rsid w:val="00C95ED4"/>
    <w:rsid w:val="00C961B4"/>
    <w:rsid w:val="00C96BBB"/>
    <w:rsid w:val="00C96FF5"/>
    <w:rsid w:val="00C97289"/>
    <w:rsid w:val="00C972AC"/>
    <w:rsid w:val="00C97C30"/>
    <w:rsid w:val="00CA03B3"/>
    <w:rsid w:val="00CA0511"/>
    <w:rsid w:val="00CA0521"/>
    <w:rsid w:val="00CA0D7E"/>
    <w:rsid w:val="00CA12F4"/>
    <w:rsid w:val="00CA1E90"/>
    <w:rsid w:val="00CA1F02"/>
    <w:rsid w:val="00CA2042"/>
    <w:rsid w:val="00CA2226"/>
    <w:rsid w:val="00CA25B5"/>
    <w:rsid w:val="00CA2BA5"/>
    <w:rsid w:val="00CA2F8A"/>
    <w:rsid w:val="00CA3233"/>
    <w:rsid w:val="00CA381C"/>
    <w:rsid w:val="00CA3966"/>
    <w:rsid w:val="00CA40EE"/>
    <w:rsid w:val="00CA4C8C"/>
    <w:rsid w:val="00CA4F25"/>
    <w:rsid w:val="00CA5175"/>
    <w:rsid w:val="00CA59CE"/>
    <w:rsid w:val="00CA5BF6"/>
    <w:rsid w:val="00CA5F31"/>
    <w:rsid w:val="00CA7B16"/>
    <w:rsid w:val="00CB117F"/>
    <w:rsid w:val="00CB118D"/>
    <w:rsid w:val="00CB22A4"/>
    <w:rsid w:val="00CB232B"/>
    <w:rsid w:val="00CB2E65"/>
    <w:rsid w:val="00CB3C15"/>
    <w:rsid w:val="00CB40AE"/>
    <w:rsid w:val="00CB451A"/>
    <w:rsid w:val="00CB47C9"/>
    <w:rsid w:val="00CB4ADB"/>
    <w:rsid w:val="00CB604D"/>
    <w:rsid w:val="00CB7305"/>
    <w:rsid w:val="00CB76C1"/>
    <w:rsid w:val="00CC019A"/>
    <w:rsid w:val="00CC1D21"/>
    <w:rsid w:val="00CC1F55"/>
    <w:rsid w:val="00CC2A14"/>
    <w:rsid w:val="00CC2EA3"/>
    <w:rsid w:val="00CC349D"/>
    <w:rsid w:val="00CC3C93"/>
    <w:rsid w:val="00CC44D6"/>
    <w:rsid w:val="00CC46DE"/>
    <w:rsid w:val="00CC493F"/>
    <w:rsid w:val="00CC5D13"/>
    <w:rsid w:val="00CC683D"/>
    <w:rsid w:val="00CC6BAF"/>
    <w:rsid w:val="00CC79F2"/>
    <w:rsid w:val="00CC7C12"/>
    <w:rsid w:val="00CC7DD3"/>
    <w:rsid w:val="00CD178D"/>
    <w:rsid w:val="00CD1A0D"/>
    <w:rsid w:val="00CD1F56"/>
    <w:rsid w:val="00CD28A6"/>
    <w:rsid w:val="00CD2EB3"/>
    <w:rsid w:val="00CD2FAD"/>
    <w:rsid w:val="00CD3412"/>
    <w:rsid w:val="00CD483F"/>
    <w:rsid w:val="00CD4999"/>
    <w:rsid w:val="00CD4CD2"/>
    <w:rsid w:val="00CD4EE6"/>
    <w:rsid w:val="00CD51F4"/>
    <w:rsid w:val="00CD5778"/>
    <w:rsid w:val="00CD5B19"/>
    <w:rsid w:val="00CD5B29"/>
    <w:rsid w:val="00CD5CFA"/>
    <w:rsid w:val="00CD6D5B"/>
    <w:rsid w:val="00CD7C9B"/>
    <w:rsid w:val="00CE1286"/>
    <w:rsid w:val="00CE1460"/>
    <w:rsid w:val="00CE16AE"/>
    <w:rsid w:val="00CE17BC"/>
    <w:rsid w:val="00CE19C0"/>
    <w:rsid w:val="00CE200C"/>
    <w:rsid w:val="00CE200E"/>
    <w:rsid w:val="00CE22BF"/>
    <w:rsid w:val="00CE23B7"/>
    <w:rsid w:val="00CE2957"/>
    <w:rsid w:val="00CE2B32"/>
    <w:rsid w:val="00CE3532"/>
    <w:rsid w:val="00CE3591"/>
    <w:rsid w:val="00CE38A3"/>
    <w:rsid w:val="00CE3E9F"/>
    <w:rsid w:val="00CE4027"/>
    <w:rsid w:val="00CE4CC7"/>
    <w:rsid w:val="00CE52C7"/>
    <w:rsid w:val="00CE6588"/>
    <w:rsid w:val="00CE67DF"/>
    <w:rsid w:val="00CE68CA"/>
    <w:rsid w:val="00CE6F23"/>
    <w:rsid w:val="00CE72B0"/>
    <w:rsid w:val="00CF00D1"/>
    <w:rsid w:val="00CF08B4"/>
    <w:rsid w:val="00CF0A54"/>
    <w:rsid w:val="00CF0F20"/>
    <w:rsid w:val="00CF1327"/>
    <w:rsid w:val="00CF1924"/>
    <w:rsid w:val="00CF20C5"/>
    <w:rsid w:val="00CF3792"/>
    <w:rsid w:val="00CF37C3"/>
    <w:rsid w:val="00CF385F"/>
    <w:rsid w:val="00CF4498"/>
    <w:rsid w:val="00CF44FE"/>
    <w:rsid w:val="00CF4DCA"/>
    <w:rsid w:val="00CF534F"/>
    <w:rsid w:val="00CF5363"/>
    <w:rsid w:val="00CF5F8D"/>
    <w:rsid w:val="00CF6746"/>
    <w:rsid w:val="00CF6F1E"/>
    <w:rsid w:val="00CF71AE"/>
    <w:rsid w:val="00CF7B3C"/>
    <w:rsid w:val="00D00280"/>
    <w:rsid w:val="00D005B9"/>
    <w:rsid w:val="00D00841"/>
    <w:rsid w:val="00D011AE"/>
    <w:rsid w:val="00D012A9"/>
    <w:rsid w:val="00D01748"/>
    <w:rsid w:val="00D019F0"/>
    <w:rsid w:val="00D01C46"/>
    <w:rsid w:val="00D01C9B"/>
    <w:rsid w:val="00D01FE9"/>
    <w:rsid w:val="00D0218E"/>
    <w:rsid w:val="00D02804"/>
    <w:rsid w:val="00D029E7"/>
    <w:rsid w:val="00D032DC"/>
    <w:rsid w:val="00D0348A"/>
    <w:rsid w:val="00D0619E"/>
    <w:rsid w:val="00D061B1"/>
    <w:rsid w:val="00D06757"/>
    <w:rsid w:val="00D07B31"/>
    <w:rsid w:val="00D07F51"/>
    <w:rsid w:val="00D103B0"/>
    <w:rsid w:val="00D115AC"/>
    <w:rsid w:val="00D1163D"/>
    <w:rsid w:val="00D117FE"/>
    <w:rsid w:val="00D12706"/>
    <w:rsid w:val="00D130D6"/>
    <w:rsid w:val="00D13348"/>
    <w:rsid w:val="00D145F9"/>
    <w:rsid w:val="00D15372"/>
    <w:rsid w:val="00D161B7"/>
    <w:rsid w:val="00D162FF"/>
    <w:rsid w:val="00D169E1"/>
    <w:rsid w:val="00D16A0F"/>
    <w:rsid w:val="00D16A44"/>
    <w:rsid w:val="00D16FB0"/>
    <w:rsid w:val="00D17A97"/>
    <w:rsid w:val="00D17BC6"/>
    <w:rsid w:val="00D2002D"/>
    <w:rsid w:val="00D20723"/>
    <w:rsid w:val="00D20CBC"/>
    <w:rsid w:val="00D21044"/>
    <w:rsid w:val="00D21D6E"/>
    <w:rsid w:val="00D229F0"/>
    <w:rsid w:val="00D231EA"/>
    <w:rsid w:val="00D23C5F"/>
    <w:rsid w:val="00D23F2C"/>
    <w:rsid w:val="00D23FB2"/>
    <w:rsid w:val="00D2452C"/>
    <w:rsid w:val="00D24988"/>
    <w:rsid w:val="00D25059"/>
    <w:rsid w:val="00D25373"/>
    <w:rsid w:val="00D25489"/>
    <w:rsid w:val="00D25B06"/>
    <w:rsid w:val="00D2635E"/>
    <w:rsid w:val="00D269B9"/>
    <w:rsid w:val="00D27384"/>
    <w:rsid w:val="00D27542"/>
    <w:rsid w:val="00D27BCA"/>
    <w:rsid w:val="00D301F6"/>
    <w:rsid w:val="00D303F8"/>
    <w:rsid w:val="00D30807"/>
    <w:rsid w:val="00D31A12"/>
    <w:rsid w:val="00D31E2E"/>
    <w:rsid w:val="00D31F8C"/>
    <w:rsid w:val="00D33E8E"/>
    <w:rsid w:val="00D33F0C"/>
    <w:rsid w:val="00D3407D"/>
    <w:rsid w:val="00D34349"/>
    <w:rsid w:val="00D34F82"/>
    <w:rsid w:val="00D37120"/>
    <w:rsid w:val="00D371E0"/>
    <w:rsid w:val="00D37664"/>
    <w:rsid w:val="00D37784"/>
    <w:rsid w:val="00D37CAC"/>
    <w:rsid w:val="00D400C3"/>
    <w:rsid w:val="00D40872"/>
    <w:rsid w:val="00D40BE1"/>
    <w:rsid w:val="00D41030"/>
    <w:rsid w:val="00D412FF"/>
    <w:rsid w:val="00D41DD0"/>
    <w:rsid w:val="00D42711"/>
    <w:rsid w:val="00D431CA"/>
    <w:rsid w:val="00D437D1"/>
    <w:rsid w:val="00D43B8B"/>
    <w:rsid w:val="00D44277"/>
    <w:rsid w:val="00D446B9"/>
    <w:rsid w:val="00D44BDE"/>
    <w:rsid w:val="00D4505C"/>
    <w:rsid w:val="00D455E9"/>
    <w:rsid w:val="00D45A23"/>
    <w:rsid w:val="00D45DBE"/>
    <w:rsid w:val="00D45E91"/>
    <w:rsid w:val="00D462AE"/>
    <w:rsid w:val="00D46946"/>
    <w:rsid w:val="00D469A5"/>
    <w:rsid w:val="00D46B6A"/>
    <w:rsid w:val="00D4713A"/>
    <w:rsid w:val="00D47425"/>
    <w:rsid w:val="00D50D50"/>
    <w:rsid w:val="00D51240"/>
    <w:rsid w:val="00D51323"/>
    <w:rsid w:val="00D5160B"/>
    <w:rsid w:val="00D518F4"/>
    <w:rsid w:val="00D51DC0"/>
    <w:rsid w:val="00D52B2C"/>
    <w:rsid w:val="00D52FAC"/>
    <w:rsid w:val="00D532CC"/>
    <w:rsid w:val="00D538A8"/>
    <w:rsid w:val="00D53B09"/>
    <w:rsid w:val="00D53CD5"/>
    <w:rsid w:val="00D54D6C"/>
    <w:rsid w:val="00D552AF"/>
    <w:rsid w:val="00D5599C"/>
    <w:rsid w:val="00D55FE4"/>
    <w:rsid w:val="00D603E6"/>
    <w:rsid w:val="00D607DF"/>
    <w:rsid w:val="00D613BC"/>
    <w:rsid w:val="00D61601"/>
    <w:rsid w:val="00D61643"/>
    <w:rsid w:val="00D618DB"/>
    <w:rsid w:val="00D61D61"/>
    <w:rsid w:val="00D61DE3"/>
    <w:rsid w:val="00D6218D"/>
    <w:rsid w:val="00D623B6"/>
    <w:rsid w:val="00D62C99"/>
    <w:rsid w:val="00D62DFA"/>
    <w:rsid w:val="00D63186"/>
    <w:rsid w:val="00D63F1C"/>
    <w:rsid w:val="00D640C1"/>
    <w:rsid w:val="00D648E4"/>
    <w:rsid w:val="00D64E0E"/>
    <w:rsid w:val="00D6501D"/>
    <w:rsid w:val="00D65955"/>
    <w:rsid w:val="00D661AB"/>
    <w:rsid w:val="00D6651E"/>
    <w:rsid w:val="00D66589"/>
    <w:rsid w:val="00D6693B"/>
    <w:rsid w:val="00D66B29"/>
    <w:rsid w:val="00D66B5C"/>
    <w:rsid w:val="00D66B72"/>
    <w:rsid w:val="00D702B9"/>
    <w:rsid w:val="00D7177D"/>
    <w:rsid w:val="00D71B16"/>
    <w:rsid w:val="00D722DB"/>
    <w:rsid w:val="00D72C4C"/>
    <w:rsid w:val="00D733EB"/>
    <w:rsid w:val="00D73E3A"/>
    <w:rsid w:val="00D741E9"/>
    <w:rsid w:val="00D74802"/>
    <w:rsid w:val="00D749A1"/>
    <w:rsid w:val="00D74FA1"/>
    <w:rsid w:val="00D75049"/>
    <w:rsid w:val="00D7523C"/>
    <w:rsid w:val="00D7545D"/>
    <w:rsid w:val="00D75600"/>
    <w:rsid w:val="00D75F16"/>
    <w:rsid w:val="00D765B0"/>
    <w:rsid w:val="00D767A6"/>
    <w:rsid w:val="00D76EF5"/>
    <w:rsid w:val="00D77775"/>
    <w:rsid w:val="00D77CAF"/>
    <w:rsid w:val="00D77F17"/>
    <w:rsid w:val="00D77FED"/>
    <w:rsid w:val="00D80C63"/>
    <w:rsid w:val="00D80C93"/>
    <w:rsid w:val="00D812AB"/>
    <w:rsid w:val="00D81A9F"/>
    <w:rsid w:val="00D81C37"/>
    <w:rsid w:val="00D82184"/>
    <w:rsid w:val="00D8320C"/>
    <w:rsid w:val="00D83278"/>
    <w:rsid w:val="00D84B27"/>
    <w:rsid w:val="00D8534A"/>
    <w:rsid w:val="00D855FB"/>
    <w:rsid w:val="00D87938"/>
    <w:rsid w:val="00D903BD"/>
    <w:rsid w:val="00D90977"/>
    <w:rsid w:val="00D90D42"/>
    <w:rsid w:val="00D90E43"/>
    <w:rsid w:val="00D92960"/>
    <w:rsid w:val="00D92F34"/>
    <w:rsid w:val="00D92F89"/>
    <w:rsid w:val="00D93CF4"/>
    <w:rsid w:val="00D93F0F"/>
    <w:rsid w:val="00D96497"/>
    <w:rsid w:val="00D96636"/>
    <w:rsid w:val="00D968C3"/>
    <w:rsid w:val="00D969C1"/>
    <w:rsid w:val="00D9763B"/>
    <w:rsid w:val="00D97DF6"/>
    <w:rsid w:val="00D97FB2"/>
    <w:rsid w:val="00DA035B"/>
    <w:rsid w:val="00DA0D38"/>
    <w:rsid w:val="00DA127D"/>
    <w:rsid w:val="00DA12AF"/>
    <w:rsid w:val="00DA12B8"/>
    <w:rsid w:val="00DA16F7"/>
    <w:rsid w:val="00DA1EF4"/>
    <w:rsid w:val="00DA230A"/>
    <w:rsid w:val="00DA29A3"/>
    <w:rsid w:val="00DA2AC4"/>
    <w:rsid w:val="00DA355E"/>
    <w:rsid w:val="00DA3564"/>
    <w:rsid w:val="00DA3C8D"/>
    <w:rsid w:val="00DA421A"/>
    <w:rsid w:val="00DA472C"/>
    <w:rsid w:val="00DA4810"/>
    <w:rsid w:val="00DA4834"/>
    <w:rsid w:val="00DA5554"/>
    <w:rsid w:val="00DA55D9"/>
    <w:rsid w:val="00DA5680"/>
    <w:rsid w:val="00DA6310"/>
    <w:rsid w:val="00DA6620"/>
    <w:rsid w:val="00DA6D89"/>
    <w:rsid w:val="00DA76A5"/>
    <w:rsid w:val="00DA7823"/>
    <w:rsid w:val="00DA7A60"/>
    <w:rsid w:val="00DA7AD9"/>
    <w:rsid w:val="00DA7D4F"/>
    <w:rsid w:val="00DB13A6"/>
    <w:rsid w:val="00DB1674"/>
    <w:rsid w:val="00DB1838"/>
    <w:rsid w:val="00DB1E75"/>
    <w:rsid w:val="00DB21CD"/>
    <w:rsid w:val="00DB254C"/>
    <w:rsid w:val="00DB29CB"/>
    <w:rsid w:val="00DB29F2"/>
    <w:rsid w:val="00DB2C4F"/>
    <w:rsid w:val="00DB31DD"/>
    <w:rsid w:val="00DB3448"/>
    <w:rsid w:val="00DB42C9"/>
    <w:rsid w:val="00DB432F"/>
    <w:rsid w:val="00DB597A"/>
    <w:rsid w:val="00DB5D23"/>
    <w:rsid w:val="00DB5FE5"/>
    <w:rsid w:val="00DB66ED"/>
    <w:rsid w:val="00DB6BFF"/>
    <w:rsid w:val="00DB778A"/>
    <w:rsid w:val="00DB7A3C"/>
    <w:rsid w:val="00DC092A"/>
    <w:rsid w:val="00DC0AB1"/>
    <w:rsid w:val="00DC135A"/>
    <w:rsid w:val="00DC19F9"/>
    <w:rsid w:val="00DC1F5A"/>
    <w:rsid w:val="00DC2C0F"/>
    <w:rsid w:val="00DC2C7D"/>
    <w:rsid w:val="00DC2EEC"/>
    <w:rsid w:val="00DC342D"/>
    <w:rsid w:val="00DC378D"/>
    <w:rsid w:val="00DC3CF5"/>
    <w:rsid w:val="00DC3E29"/>
    <w:rsid w:val="00DC47F3"/>
    <w:rsid w:val="00DC51DC"/>
    <w:rsid w:val="00DC52B3"/>
    <w:rsid w:val="00DC5582"/>
    <w:rsid w:val="00DC5EE1"/>
    <w:rsid w:val="00DC629D"/>
    <w:rsid w:val="00DC663D"/>
    <w:rsid w:val="00DC6C34"/>
    <w:rsid w:val="00DC6E7E"/>
    <w:rsid w:val="00DC7138"/>
    <w:rsid w:val="00DD017E"/>
    <w:rsid w:val="00DD0A1E"/>
    <w:rsid w:val="00DD0A5B"/>
    <w:rsid w:val="00DD0CB6"/>
    <w:rsid w:val="00DD17BB"/>
    <w:rsid w:val="00DD1FE3"/>
    <w:rsid w:val="00DD2144"/>
    <w:rsid w:val="00DD21CF"/>
    <w:rsid w:val="00DD2522"/>
    <w:rsid w:val="00DD2933"/>
    <w:rsid w:val="00DD3038"/>
    <w:rsid w:val="00DD3344"/>
    <w:rsid w:val="00DD369A"/>
    <w:rsid w:val="00DD3B03"/>
    <w:rsid w:val="00DD4361"/>
    <w:rsid w:val="00DD4ADA"/>
    <w:rsid w:val="00DD4B77"/>
    <w:rsid w:val="00DD5275"/>
    <w:rsid w:val="00DD52A9"/>
    <w:rsid w:val="00DD55F4"/>
    <w:rsid w:val="00DD60CA"/>
    <w:rsid w:val="00DD76A2"/>
    <w:rsid w:val="00DD7E91"/>
    <w:rsid w:val="00DE00E0"/>
    <w:rsid w:val="00DE0752"/>
    <w:rsid w:val="00DE0965"/>
    <w:rsid w:val="00DE0A36"/>
    <w:rsid w:val="00DE0E2B"/>
    <w:rsid w:val="00DE106D"/>
    <w:rsid w:val="00DE1C74"/>
    <w:rsid w:val="00DE2935"/>
    <w:rsid w:val="00DE31A1"/>
    <w:rsid w:val="00DE352E"/>
    <w:rsid w:val="00DE3D96"/>
    <w:rsid w:val="00DE425F"/>
    <w:rsid w:val="00DE4C10"/>
    <w:rsid w:val="00DE4EE2"/>
    <w:rsid w:val="00DE58E9"/>
    <w:rsid w:val="00DE63A9"/>
    <w:rsid w:val="00DE64C6"/>
    <w:rsid w:val="00DE67E3"/>
    <w:rsid w:val="00DE67EE"/>
    <w:rsid w:val="00DE7418"/>
    <w:rsid w:val="00DE7990"/>
    <w:rsid w:val="00DE7A87"/>
    <w:rsid w:val="00DE7D76"/>
    <w:rsid w:val="00DF0CC7"/>
    <w:rsid w:val="00DF0FBF"/>
    <w:rsid w:val="00DF1C49"/>
    <w:rsid w:val="00DF36A6"/>
    <w:rsid w:val="00DF3FC6"/>
    <w:rsid w:val="00DF46BA"/>
    <w:rsid w:val="00DF4EC0"/>
    <w:rsid w:val="00DF513F"/>
    <w:rsid w:val="00DF5206"/>
    <w:rsid w:val="00DF555A"/>
    <w:rsid w:val="00DF56CF"/>
    <w:rsid w:val="00DF5EB6"/>
    <w:rsid w:val="00DF62BE"/>
    <w:rsid w:val="00DF7481"/>
    <w:rsid w:val="00DF787F"/>
    <w:rsid w:val="00DF7FAD"/>
    <w:rsid w:val="00E008C1"/>
    <w:rsid w:val="00E00C03"/>
    <w:rsid w:val="00E011D4"/>
    <w:rsid w:val="00E018BC"/>
    <w:rsid w:val="00E02119"/>
    <w:rsid w:val="00E026E0"/>
    <w:rsid w:val="00E031B0"/>
    <w:rsid w:val="00E03518"/>
    <w:rsid w:val="00E03626"/>
    <w:rsid w:val="00E037D0"/>
    <w:rsid w:val="00E04041"/>
    <w:rsid w:val="00E04090"/>
    <w:rsid w:val="00E047BA"/>
    <w:rsid w:val="00E05BE0"/>
    <w:rsid w:val="00E05CE4"/>
    <w:rsid w:val="00E06361"/>
    <w:rsid w:val="00E076E0"/>
    <w:rsid w:val="00E07CED"/>
    <w:rsid w:val="00E07D46"/>
    <w:rsid w:val="00E07DE7"/>
    <w:rsid w:val="00E07F75"/>
    <w:rsid w:val="00E1032E"/>
    <w:rsid w:val="00E103D2"/>
    <w:rsid w:val="00E10A01"/>
    <w:rsid w:val="00E10BB0"/>
    <w:rsid w:val="00E11217"/>
    <w:rsid w:val="00E11504"/>
    <w:rsid w:val="00E119A1"/>
    <w:rsid w:val="00E12590"/>
    <w:rsid w:val="00E12EAD"/>
    <w:rsid w:val="00E1321E"/>
    <w:rsid w:val="00E13FFA"/>
    <w:rsid w:val="00E1433C"/>
    <w:rsid w:val="00E15FC5"/>
    <w:rsid w:val="00E1600A"/>
    <w:rsid w:val="00E17412"/>
    <w:rsid w:val="00E1759C"/>
    <w:rsid w:val="00E177AA"/>
    <w:rsid w:val="00E17BAE"/>
    <w:rsid w:val="00E209E6"/>
    <w:rsid w:val="00E2197D"/>
    <w:rsid w:val="00E22F49"/>
    <w:rsid w:val="00E241DE"/>
    <w:rsid w:val="00E24203"/>
    <w:rsid w:val="00E242D8"/>
    <w:rsid w:val="00E24488"/>
    <w:rsid w:val="00E251E3"/>
    <w:rsid w:val="00E255AD"/>
    <w:rsid w:val="00E26F35"/>
    <w:rsid w:val="00E27371"/>
    <w:rsid w:val="00E276C7"/>
    <w:rsid w:val="00E27A4F"/>
    <w:rsid w:val="00E27D9B"/>
    <w:rsid w:val="00E30482"/>
    <w:rsid w:val="00E304CC"/>
    <w:rsid w:val="00E30748"/>
    <w:rsid w:val="00E312F3"/>
    <w:rsid w:val="00E31B5A"/>
    <w:rsid w:val="00E31F26"/>
    <w:rsid w:val="00E322E1"/>
    <w:rsid w:val="00E32420"/>
    <w:rsid w:val="00E32AD6"/>
    <w:rsid w:val="00E33474"/>
    <w:rsid w:val="00E33575"/>
    <w:rsid w:val="00E34615"/>
    <w:rsid w:val="00E3553E"/>
    <w:rsid w:val="00E368D9"/>
    <w:rsid w:val="00E36906"/>
    <w:rsid w:val="00E36B5A"/>
    <w:rsid w:val="00E37001"/>
    <w:rsid w:val="00E37042"/>
    <w:rsid w:val="00E374C9"/>
    <w:rsid w:val="00E378C2"/>
    <w:rsid w:val="00E379E4"/>
    <w:rsid w:val="00E37BC8"/>
    <w:rsid w:val="00E400B4"/>
    <w:rsid w:val="00E4020D"/>
    <w:rsid w:val="00E4032B"/>
    <w:rsid w:val="00E41546"/>
    <w:rsid w:val="00E41C23"/>
    <w:rsid w:val="00E420B2"/>
    <w:rsid w:val="00E42342"/>
    <w:rsid w:val="00E424F9"/>
    <w:rsid w:val="00E42A6B"/>
    <w:rsid w:val="00E43007"/>
    <w:rsid w:val="00E43045"/>
    <w:rsid w:val="00E44726"/>
    <w:rsid w:val="00E448B3"/>
    <w:rsid w:val="00E449BB"/>
    <w:rsid w:val="00E44B04"/>
    <w:rsid w:val="00E44EA7"/>
    <w:rsid w:val="00E451BE"/>
    <w:rsid w:val="00E46019"/>
    <w:rsid w:val="00E4625D"/>
    <w:rsid w:val="00E46403"/>
    <w:rsid w:val="00E46615"/>
    <w:rsid w:val="00E46AFC"/>
    <w:rsid w:val="00E477FC"/>
    <w:rsid w:val="00E50206"/>
    <w:rsid w:val="00E5134A"/>
    <w:rsid w:val="00E5189F"/>
    <w:rsid w:val="00E51CEE"/>
    <w:rsid w:val="00E51E98"/>
    <w:rsid w:val="00E521A5"/>
    <w:rsid w:val="00E5298E"/>
    <w:rsid w:val="00E52A00"/>
    <w:rsid w:val="00E52CBC"/>
    <w:rsid w:val="00E52D44"/>
    <w:rsid w:val="00E531C3"/>
    <w:rsid w:val="00E53654"/>
    <w:rsid w:val="00E5383E"/>
    <w:rsid w:val="00E53BCE"/>
    <w:rsid w:val="00E54400"/>
    <w:rsid w:val="00E54FA8"/>
    <w:rsid w:val="00E55523"/>
    <w:rsid w:val="00E55886"/>
    <w:rsid w:val="00E55CA2"/>
    <w:rsid w:val="00E56594"/>
    <w:rsid w:val="00E566C6"/>
    <w:rsid w:val="00E569C7"/>
    <w:rsid w:val="00E5734B"/>
    <w:rsid w:val="00E573D3"/>
    <w:rsid w:val="00E575FB"/>
    <w:rsid w:val="00E6012B"/>
    <w:rsid w:val="00E6019F"/>
    <w:rsid w:val="00E6027E"/>
    <w:rsid w:val="00E60743"/>
    <w:rsid w:val="00E60BD8"/>
    <w:rsid w:val="00E60E97"/>
    <w:rsid w:val="00E60EE2"/>
    <w:rsid w:val="00E61267"/>
    <w:rsid w:val="00E61536"/>
    <w:rsid w:val="00E61EBA"/>
    <w:rsid w:val="00E6250E"/>
    <w:rsid w:val="00E62785"/>
    <w:rsid w:val="00E627C5"/>
    <w:rsid w:val="00E62EE0"/>
    <w:rsid w:val="00E64B2C"/>
    <w:rsid w:val="00E64DB7"/>
    <w:rsid w:val="00E64ECE"/>
    <w:rsid w:val="00E65A58"/>
    <w:rsid w:val="00E65B32"/>
    <w:rsid w:val="00E65F7E"/>
    <w:rsid w:val="00E664BF"/>
    <w:rsid w:val="00E66B0F"/>
    <w:rsid w:val="00E67227"/>
    <w:rsid w:val="00E678D0"/>
    <w:rsid w:val="00E6796C"/>
    <w:rsid w:val="00E67F53"/>
    <w:rsid w:val="00E70034"/>
    <w:rsid w:val="00E700A6"/>
    <w:rsid w:val="00E70662"/>
    <w:rsid w:val="00E7074D"/>
    <w:rsid w:val="00E70C23"/>
    <w:rsid w:val="00E70C9D"/>
    <w:rsid w:val="00E72799"/>
    <w:rsid w:val="00E72CF1"/>
    <w:rsid w:val="00E73423"/>
    <w:rsid w:val="00E73E3E"/>
    <w:rsid w:val="00E7416A"/>
    <w:rsid w:val="00E74262"/>
    <w:rsid w:val="00E74A7E"/>
    <w:rsid w:val="00E75141"/>
    <w:rsid w:val="00E756D3"/>
    <w:rsid w:val="00E7589C"/>
    <w:rsid w:val="00E759FD"/>
    <w:rsid w:val="00E75E14"/>
    <w:rsid w:val="00E7616B"/>
    <w:rsid w:val="00E76201"/>
    <w:rsid w:val="00E7658D"/>
    <w:rsid w:val="00E765A0"/>
    <w:rsid w:val="00E76AD0"/>
    <w:rsid w:val="00E76E58"/>
    <w:rsid w:val="00E80DE5"/>
    <w:rsid w:val="00E80F0E"/>
    <w:rsid w:val="00E81FF6"/>
    <w:rsid w:val="00E824B5"/>
    <w:rsid w:val="00E8270D"/>
    <w:rsid w:val="00E83157"/>
    <w:rsid w:val="00E837FB"/>
    <w:rsid w:val="00E83BEE"/>
    <w:rsid w:val="00E841B8"/>
    <w:rsid w:val="00E842AC"/>
    <w:rsid w:val="00E84485"/>
    <w:rsid w:val="00E84D58"/>
    <w:rsid w:val="00E85082"/>
    <w:rsid w:val="00E85A70"/>
    <w:rsid w:val="00E85F7C"/>
    <w:rsid w:val="00E8602A"/>
    <w:rsid w:val="00E864A1"/>
    <w:rsid w:val="00E86A66"/>
    <w:rsid w:val="00E86D79"/>
    <w:rsid w:val="00E871FD"/>
    <w:rsid w:val="00E872B8"/>
    <w:rsid w:val="00E872C3"/>
    <w:rsid w:val="00E87B6F"/>
    <w:rsid w:val="00E90797"/>
    <w:rsid w:val="00E90DB3"/>
    <w:rsid w:val="00E91475"/>
    <w:rsid w:val="00E9234E"/>
    <w:rsid w:val="00E928C4"/>
    <w:rsid w:val="00E937F9"/>
    <w:rsid w:val="00E93957"/>
    <w:rsid w:val="00E93B52"/>
    <w:rsid w:val="00E93CB3"/>
    <w:rsid w:val="00E94100"/>
    <w:rsid w:val="00E942F7"/>
    <w:rsid w:val="00E94313"/>
    <w:rsid w:val="00E94914"/>
    <w:rsid w:val="00E95354"/>
    <w:rsid w:val="00E9539B"/>
    <w:rsid w:val="00E95919"/>
    <w:rsid w:val="00E95A32"/>
    <w:rsid w:val="00E95BF0"/>
    <w:rsid w:val="00E9715E"/>
    <w:rsid w:val="00E978FE"/>
    <w:rsid w:val="00EA02BA"/>
    <w:rsid w:val="00EA038D"/>
    <w:rsid w:val="00EA0785"/>
    <w:rsid w:val="00EA0814"/>
    <w:rsid w:val="00EA2746"/>
    <w:rsid w:val="00EA2A2B"/>
    <w:rsid w:val="00EA4478"/>
    <w:rsid w:val="00EA5AD8"/>
    <w:rsid w:val="00EA79AC"/>
    <w:rsid w:val="00EA7A8B"/>
    <w:rsid w:val="00EB038A"/>
    <w:rsid w:val="00EB0892"/>
    <w:rsid w:val="00EB0A5E"/>
    <w:rsid w:val="00EB0A7A"/>
    <w:rsid w:val="00EB0CC5"/>
    <w:rsid w:val="00EB1929"/>
    <w:rsid w:val="00EB222F"/>
    <w:rsid w:val="00EB2547"/>
    <w:rsid w:val="00EB29DB"/>
    <w:rsid w:val="00EB2C21"/>
    <w:rsid w:val="00EB3333"/>
    <w:rsid w:val="00EB3780"/>
    <w:rsid w:val="00EB3DB8"/>
    <w:rsid w:val="00EB42BC"/>
    <w:rsid w:val="00EB43DB"/>
    <w:rsid w:val="00EB4429"/>
    <w:rsid w:val="00EB452A"/>
    <w:rsid w:val="00EB45F2"/>
    <w:rsid w:val="00EB4FC1"/>
    <w:rsid w:val="00EB5330"/>
    <w:rsid w:val="00EB56CD"/>
    <w:rsid w:val="00EB58DE"/>
    <w:rsid w:val="00EB5F70"/>
    <w:rsid w:val="00EC002A"/>
    <w:rsid w:val="00EC09E0"/>
    <w:rsid w:val="00EC09E2"/>
    <w:rsid w:val="00EC0EC2"/>
    <w:rsid w:val="00EC1C49"/>
    <w:rsid w:val="00EC1E65"/>
    <w:rsid w:val="00EC2443"/>
    <w:rsid w:val="00EC3066"/>
    <w:rsid w:val="00EC312D"/>
    <w:rsid w:val="00EC4405"/>
    <w:rsid w:val="00EC4E86"/>
    <w:rsid w:val="00EC5624"/>
    <w:rsid w:val="00EC5A04"/>
    <w:rsid w:val="00EC5B02"/>
    <w:rsid w:val="00EC60DD"/>
    <w:rsid w:val="00EC64BA"/>
    <w:rsid w:val="00EC6E21"/>
    <w:rsid w:val="00EC70C8"/>
    <w:rsid w:val="00EC77E7"/>
    <w:rsid w:val="00ED01B2"/>
    <w:rsid w:val="00ED07DC"/>
    <w:rsid w:val="00ED0D0F"/>
    <w:rsid w:val="00ED1C7C"/>
    <w:rsid w:val="00ED20A5"/>
    <w:rsid w:val="00ED22F7"/>
    <w:rsid w:val="00ED3056"/>
    <w:rsid w:val="00ED3693"/>
    <w:rsid w:val="00ED3849"/>
    <w:rsid w:val="00ED3C9E"/>
    <w:rsid w:val="00ED3E64"/>
    <w:rsid w:val="00ED4B9D"/>
    <w:rsid w:val="00ED50CF"/>
    <w:rsid w:val="00ED53F0"/>
    <w:rsid w:val="00ED5CA9"/>
    <w:rsid w:val="00ED6963"/>
    <w:rsid w:val="00ED6F24"/>
    <w:rsid w:val="00ED7114"/>
    <w:rsid w:val="00ED79F4"/>
    <w:rsid w:val="00ED7FE4"/>
    <w:rsid w:val="00EE07BB"/>
    <w:rsid w:val="00EE0FBC"/>
    <w:rsid w:val="00EE13C5"/>
    <w:rsid w:val="00EE1572"/>
    <w:rsid w:val="00EE18BB"/>
    <w:rsid w:val="00EE1D3D"/>
    <w:rsid w:val="00EE266B"/>
    <w:rsid w:val="00EE3445"/>
    <w:rsid w:val="00EE3AC0"/>
    <w:rsid w:val="00EE3AFC"/>
    <w:rsid w:val="00EE3E3A"/>
    <w:rsid w:val="00EE3F4B"/>
    <w:rsid w:val="00EE3FBD"/>
    <w:rsid w:val="00EE40B2"/>
    <w:rsid w:val="00EE4496"/>
    <w:rsid w:val="00EE4899"/>
    <w:rsid w:val="00EE4E41"/>
    <w:rsid w:val="00EE56A3"/>
    <w:rsid w:val="00EE61C9"/>
    <w:rsid w:val="00EE6809"/>
    <w:rsid w:val="00EE72A6"/>
    <w:rsid w:val="00EF04C1"/>
    <w:rsid w:val="00EF0FE7"/>
    <w:rsid w:val="00EF1230"/>
    <w:rsid w:val="00EF1DA9"/>
    <w:rsid w:val="00EF2B91"/>
    <w:rsid w:val="00EF2C11"/>
    <w:rsid w:val="00EF2F69"/>
    <w:rsid w:val="00EF424F"/>
    <w:rsid w:val="00EF5B1A"/>
    <w:rsid w:val="00EF5E7A"/>
    <w:rsid w:val="00EF71F6"/>
    <w:rsid w:val="00EF74D7"/>
    <w:rsid w:val="00EF7A45"/>
    <w:rsid w:val="00EF7A4C"/>
    <w:rsid w:val="00F00C98"/>
    <w:rsid w:val="00F01903"/>
    <w:rsid w:val="00F028D8"/>
    <w:rsid w:val="00F0344E"/>
    <w:rsid w:val="00F034BF"/>
    <w:rsid w:val="00F038CD"/>
    <w:rsid w:val="00F04C6A"/>
    <w:rsid w:val="00F056FF"/>
    <w:rsid w:val="00F05BCF"/>
    <w:rsid w:val="00F05D64"/>
    <w:rsid w:val="00F05F5C"/>
    <w:rsid w:val="00F064E0"/>
    <w:rsid w:val="00F06A90"/>
    <w:rsid w:val="00F06BD1"/>
    <w:rsid w:val="00F06E8E"/>
    <w:rsid w:val="00F076A7"/>
    <w:rsid w:val="00F10224"/>
    <w:rsid w:val="00F10F30"/>
    <w:rsid w:val="00F10FE4"/>
    <w:rsid w:val="00F1174B"/>
    <w:rsid w:val="00F11D6A"/>
    <w:rsid w:val="00F11F64"/>
    <w:rsid w:val="00F122DF"/>
    <w:rsid w:val="00F1254B"/>
    <w:rsid w:val="00F125B7"/>
    <w:rsid w:val="00F1307D"/>
    <w:rsid w:val="00F13217"/>
    <w:rsid w:val="00F13248"/>
    <w:rsid w:val="00F13264"/>
    <w:rsid w:val="00F13641"/>
    <w:rsid w:val="00F1376D"/>
    <w:rsid w:val="00F13C22"/>
    <w:rsid w:val="00F1414E"/>
    <w:rsid w:val="00F14D12"/>
    <w:rsid w:val="00F14FE3"/>
    <w:rsid w:val="00F15102"/>
    <w:rsid w:val="00F15677"/>
    <w:rsid w:val="00F174B2"/>
    <w:rsid w:val="00F17739"/>
    <w:rsid w:val="00F17DAF"/>
    <w:rsid w:val="00F217D4"/>
    <w:rsid w:val="00F221F4"/>
    <w:rsid w:val="00F222A1"/>
    <w:rsid w:val="00F233EE"/>
    <w:rsid w:val="00F23BF0"/>
    <w:rsid w:val="00F23EA9"/>
    <w:rsid w:val="00F252A7"/>
    <w:rsid w:val="00F265E7"/>
    <w:rsid w:val="00F266AA"/>
    <w:rsid w:val="00F26A4F"/>
    <w:rsid w:val="00F27640"/>
    <w:rsid w:val="00F30698"/>
    <w:rsid w:val="00F30CA5"/>
    <w:rsid w:val="00F30E1B"/>
    <w:rsid w:val="00F30E34"/>
    <w:rsid w:val="00F31536"/>
    <w:rsid w:val="00F31AC2"/>
    <w:rsid w:val="00F3213C"/>
    <w:rsid w:val="00F33190"/>
    <w:rsid w:val="00F336E5"/>
    <w:rsid w:val="00F338C5"/>
    <w:rsid w:val="00F34175"/>
    <w:rsid w:val="00F3483E"/>
    <w:rsid w:val="00F350F1"/>
    <w:rsid w:val="00F356D1"/>
    <w:rsid w:val="00F35753"/>
    <w:rsid w:val="00F3596F"/>
    <w:rsid w:val="00F36054"/>
    <w:rsid w:val="00F36981"/>
    <w:rsid w:val="00F36A28"/>
    <w:rsid w:val="00F37528"/>
    <w:rsid w:val="00F37FED"/>
    <w:rsid w:val="00F4024E"/>
    <w:rsid w:val="00F40485"/>
    <w:rsid w:val="00F40B10"/>
    <w:rsid w:val="00F41E26"/>
    <w:rsid w:val="00F422C7"/>
    <w:rsid w:val="00F42D91"/>
    <w:rsid w:val="00F43D1F"/>
    <w:rsid w:val="00F443F3"/>
    <w:rsid w:val="00F4476B"/>
    <w:rsid w:val="00F44AC6"/>
    <w:rsid w:val="00F44B3B"/>
    <w:rsid w:val="00F45018"/>
    <w:rsid w:val="00F4518C"/>
    <w:rsid w:val="00F45349"/>
    <w:rsid w:val="00F4538A"/>
    <w:rsid w:val="00F46D40"/>
    <w:rsid w:val="00F46D5A"/>
    <w:rsid w:val="00F46DCC"/>
    <w:rsid w:val="00F46EE2"/>
    <w:rsid w:val="00F473CE"/>
    <w:rsid w:val="00F47815"/>
    <w:rsid w:val="00F50676"/>
    <w:rsid w:val="00F50785"/>
    <w:rsid w:val="00F508F2"/>
    <w:rsid w:val="00F509CB"/>
    <w:rsid w:val="00F50D3F"/>
    <w:rsid w:val="00F50ECF"/>
    <w:rsid w:val="00F51B1C"/>
    <w:rsid w:val="00F51F89"/>
    <w:rsid w:val="00F5281D"/>
    <w:rsid w:val="00F53D5E"/>
    <w:rsid w:val="00F542CB"/>
    <w:rsid w:val="00F5443A"/>
    <w:rsid w:val="00F5473B"/>
    <w:rsid w:val="00F5474D"/>
    <w:rsid w:val="00F547AD"/>
    <w:rsid w:val="00F54B65"/>
    <w:rsid w:val="00F54B6A"/>
    <w:rsid w:val="00F54D15"/>
    <w:rsid w:val="00F55176"/>
    <w:rsid w:val="00F554DF"/>
    <w:rsid w:val="00F55583"/>
    <w:rsid w:val="00F55D6A"/>
    <w:rsid w:val="00F561E2"/>
    <w:rsid w:val="00F56BBD"/>
    <w:rsid w:val="00F57B65"/>
    <w:rsid w:val="00F60594"/>
    <w:rsid w:val="00F60B15"/>
    <w:rsid w:val="00F60DA6"/>
    <w:rsid w:val="00F61330"/>
    <w:rsid w:val="00F62A3B"/>
    <w:rsid w:val="00F62DE6"/>
    <w:rsid w:val="00F62E4E"/>
    <w:rsid w:val="00F62FF3"/>
    <w:rsid w:val="00F6308C"/>
    <w:rsid w:val="00F634DD"/>
    <w:rsid w:val="00F63F77"/>
    <w:rsid w:val="00F64100"/>
    <w:rsid w:val="00F64490"/>
    <w:rsid w:val="00F6561B"/>
    <w:rsid w:val="00F659D2"/>
    <w:rsid w:val="00F65AF7"/>
    <w:rsid w:val="00F65E56"/>
    <w:rsid w:val="00F65FF2"/>
    <w:rsid w:val="00F6653E"/>
    <w:rsid w:val="00F66A52"/>
    <w:rsid w:val="00F66E10"/>
    <w:rsid w:val="00F66EA8"/>
    <w:rsid w:val="00F66EBB"/>
    <w:rsid w:val="00F6767B"/>
    <w:rsid w:val="00F678CA"/>
    <w:rsid w:val="00F70CAC"/>
    <w:rsid w:val="00F710C3"/>
    <w:rsid w:val="00F71433"/>
    <w:rsid w:val="00F71659"/>
    <w:rsid w:val="00F71977"/>
    <w:rsid w:val="00F726FA"/>
    <w:rsid w:val="00F7388E"/>
    <w:rsid w:val="00F7394F"/>
    <w:rsid w:val="00F73C2D"/>
    <w:rsid w:val="00F74492"/>
    <w:rsid w:val="00F751A5"/>
    <w:rsid w:val="00F776CB"/>
    <w:rsid w:val="00F80204"/>
    <w:rsid w:val="00F80244"/>
    <w:rsid w:val="00F8025D"/>
    <w:rsid w:val="00F8038A"/>
    <w:rsid w:val="00F8064F"/>
    <w:rsid w:val="00F80774"/>
    <w:rsid w:val="00F819FB"/>
    <w:rsid w:val="00F81AD8"/>
    <w:rsid w:val="00F82305"/>
    <w:rsid w:val="00F8282C"/>
    <w:rsid w:val="00F82A2D"/>
    <w:rsid w:val="00F82B6A"/>
    <w:rsid w:val="00F82C13"/>
    <w:rsid w:val="00F82C32"/>
    <w:rsid w:val="00F83209"/>
    <w:rsid w:val="00F837E1"/>
    <w:rsid w:val="00F83E7B"/>
    <w:rsid w:val="00F85BED"/>
    <w:rsid w:val="00F85BF0"/>
    <w:rsid w:val="00F85FF7"/>
    <w:rsid w:val="00F860B0"/>
    <w:rsid w:val="00F86863"/>
    <w:rsid w:val="00F86E47"/>
    <w:rsid w:val="00F87EC7"/>
    <w:rsid w:val="00F916D8"/>
    <w:rsid w:val="00F92159"/>
    <w:rsid w:val="00F92588"/>
    <w:rsid w:val="00F9265A"/>
    <w:rsid w:val="00F9329F"/>
    <w:rsid w:val="00F933D8"/>
    <w:rsid w:val="00F93C3C"/>
    <w:rsid w:val="00F948B1"/>
    <w:rsid w:val="00F948B8"/>
    <w:rsid w:val="00F94BCD"/>
    <w:rsid w:val="00F94D3A"/>
    <w:rsid w:val="00F94EF3"/>
    <w:rsid w:val="00F95C98"/>
    <w:rsid w:val="00F95D62"/>
    <w:rsid w:val="00F95F4E"/>
    <w:rsid w:val="00F96EC7"/>
    <w:rsid w:val="00F96ED7"/>
    <w:rsid w:val="00F97161"/>
    <w:rsid w:val="00F976BA"/>
    <w:rsid w:val="00F9795E"/>
    <w:rsid w:val="00FA0296"/>
    <w:rsid w:val="00FA0B36"/>
    <w:rsid w:val="00FA1D33"/>
    <w:rsid w:val="00FA1E4B"/>
    <w:rsid w:val="00FA2255"/>
    <w:rsid w:val="00FA229F"/>
    <w:rsid w:val="00FA26D7"/>
    <w:rsid w:val="00FA27D3"/>
    <w:rsid w:val="00FA2A89"/>
    <w:rsid w:val="00FA2FDF"/>
    <w:rsid w:val="00FA354B"/>
    <w:rsid w:val="00FA3E3F"/>
    <w:rsid w:val="00FA46C8"/>
    <w:rsid w:val="00FA51F7"/>
    <w:rsid w:val="00FA5576"/>
    <w:rsid w:val="00FA614E"/>
    <w:rsid w:val="00FA6CAA"/>
    <w:rsid w:val="00FA7849"/>
    <w:rsid w:val="00FB01A7"/>
    <w:rsid w:val="00FB025B"/>
    <w:rsid w:val="00FB026B"/>
    <w:rsid w:val="00FB199D"/>
    <w:rsid w:val="00FB27AB"/>
    <w:rsid w:val="00FB3F3C"/>
    <w:rsid w:val="00FB4EF3"/>
    <w:rsid w:val="00FB5280"/>
    <w:rsid w:val="00FB6281"/>
    <w:rsid w:val="00FB63AD"/>
    <w:rsid w:val="00FB66DE"/>
    <w:rsid w:val="00FB6CA6"/>
    <w:rsid w:val="00FB6E9B"/>
    <w:rsid w:val="00FB7329"/>
    <w:rsid w:val="00FB748B"/>
    <w:rsid w:val="00FB79B6"/>
    <w:rsid w:val="00FC0071"/>
    <w:rsid w:val="00FC09E8"/>
    <w:rsid w:val="00FC0C20"/>
    <w:rsid w:val="00FC0E20"/>
    <w:rsid w:val="00FC0E8E"/>
    <w:rsid w:val="00FC1ABD"/>
    <w:rsid w:val="00FC1BE8"/>
    <w:rsid w:val="00FC1EE2"/>
    <w:rsid w:val="00FC1F7D"/>
    <w:rsid w:val="00FC28EB"/>
    <w:rsid w:val="00FC340D"/>
    <w:rsid w:val="00FC35A8"/>
    <w:rsid w:val="00FC3A3C"/>
    <w:rsid w:val="00FC3F30"/>
    <w:rsid w:val="00FC492D"/>
    <w:rsid w:val="00FC509F"/>
    <w:rsid w:val="00FC5914"/>
    <w:rsid w:val="00FC5AA2"/>
    <w:rsid w:val="00FC6278"/>
    <w:rsid w:val="00FC6A4A"/>
    <w:rsid w:val="00FC7296"/>
    <w:rsid w:val="00FC73C2"/>
    <w:rsid w:val="00FC777E"/>
    <w:rsid w:val="00FD048C"/>
    <w:rsid w:val="00FD0BED"/>
    <w:rsid w:val="00FD1131"/>
    <w:rsid w:val="00FD179C"/>
    <w:rsid w:val="00FD1E4D"/>
    <w:rsid w:val="00FD2681"/>
    <w:rsid w:val="00FD2A2C"/>
    <w:rsid w:val="00FD2D0B"/>
    <w:rsid w:val="00FD37A0"/>
    <w:rsid w:val="00FD40E1"/>
    <w:rsid w:val="00FD42BB"/>
    <w:rsid w:val="00FD4A23"/>
    <w:rsid w:val="00FD5199"/>
    <w:rsid w:val="00FD67E8"/>
    <w:rsid w:val="00FD6BFE"/>
    <w:rsid w:val="00FD7513"/>
    <w:rsid w:val="00FD7CAB"/>
    <w:rsid w:val="00FD7E57"/>
    <w:rsid w:val="00FE08FA"/>
    <w:rsid w:val="00FE0DC7"/>
    <w:rsid w:val="00FE1578"/>
    <w:rsid w:val="00FE260B"/>
    <w:rsid w:val="00FE2667"/>
    <w:rsid w:val="00FE30E8"/>
    <w:rsid w:val="00FE43EA"/>
    <w:rsid w:val="00FE461D"/>
    <w:rsid w:val="00FE4AD2"/>
    <w:rsid w:val="00FE4E2C"/>
    <w:rsid w:val="00FE4EB6"/>
    <w:rsid w:val="00FE5B56"/>
    <w:rsid w:val="00FE684F"/>
    <w:rsid w:val="00FE688E"/>
    <w:rsid w:val="00FE6EFC"/>
    <w:rsid w:val="00FE70AF"/>
    <w:rsid w:val="00FF0676"/>
    <w:rsid w:val="00FF10C8"/>
    <w:rsid w:val="00FF1167"/>
    <w:rsid w:val="00FF1901"/>
    <w:rsid w:val="00FF1DE0"/>
    <w:rsid w:val="00FF24BE"/>
    <w:rsid w:val="00FF36D2"/>
    <w:rsid w:val="00FF3859"/>
    <w:rsid w:val="00FF3936"/>
    <w:rsid w:val="00FF40DE"/>
    <w:rsid w:val="00FF45C2"/>
    <w:rsid w:val="00FF4C88"/>
    <w:rsid w:val="00FF508E"/>
    <w:rsid w:val="00FF526C"/>
    <w:rsid w:val="00FF6060"/>
    <w:rsid w:val="00FF696A"/>
    <w:rsid w:val="00FF72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59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07BB"/>
    <w:pPr>
      <w:ind w:left="720"/>
      <w:contextualSpacing/>
    </w:pPr>
  </w:style>
  <w:style w:type="paragraph" w:styleId="HTMLPreformatted">
    <w:name w:val="HTML Preformatted"/>
    <w:basedOn w:val="Normal"/>
    <w:link w:val="HTMLPreformattedChar"/>
    <w:uiPriority w:val="99"/>
    <w:semiHidden/>
    <w:rsid w:val="00941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41A41"/>
    <w:rPr>
      <w:rFonts w:ascii="Courier New" w:hAnsi="Courier New" w:cs="Courier New"/>
      <w:sz w:val="20"/>
      <w:szCs w:val="20"/>
      <w:lang w:eastAsia="ru-RU"/>
    </w:rPr>
  </w:style>
  <w:style w:type="paragraph" w:styleId="Header">
    <w:name w:val="header"/>
    <w:basedOn w:val="Normal"/>
    <w:link w:val="HeaderChar"/>
    <w:uiPriority w:val="99"/>
    <w:semiHidden/>
    <w:rsid w:val="00332A77"/>
    <w:pPr>
      <w:tabs>
        <w:tab w:val="center" w:pos="4819"/>
        <w:tab w:val="right" w:pos="9639"/>
      </w:tabs>
    </w:pPr>
  </w:style>
  <w:style w:type="character" w:customStyle="1" w:styleId="HeaderChar">
    <w:name w:val="Header Char"/>
    <w:basedOn w:val="DefaultParagraphFont"/>
    <w:link w:val="Header"/>
    <w:uiPriority w:val="99"/>
    <w:semiHidden/>
    <w:locked/>
    <w:rsid w:val="00332A77"/>
    <w:rPr>
      <w:rFonts w:ascii="Times New Roman" w:hAnsi="Times New Roman" w:cs="Times New Roman"/>
      <w:sz w:val="24"/>
      <w:szCs w:val="24"/>
      <w:lang w:eastAsia="ru-RU"/>
    </w:rPr>
  </w:style>
  <w:style w:type="paragraph" w:styleId="Footer">
    <w:name w:val="footer"/>
    <w:basedOn w:val="Normal"/>
    <w:link w:val="FooterChar"/>
    <w:uiPriority w:val="99"/>
    <w:semiHidden/>
    <w:rsid w:val="00332A77"/>
    <w:pPr>
      <w:tabs>
        <w:tab w:val="center" w:pos="4819"/>
        <w:tab w:val="right" w:pos="9639"/>
      </w:tabs>
    </w:pPr>
  </w:style>
  <w:style w:type="character" w:customStyle="1" w:styleId="FooterChar">
    <w:name w:val="Footer Char"/>
    <w:basedOn w:val="DefaultParagraphFont"/>
    <w:link w:val="Footer"/>
    <w:uiPriority w:val="99"/>
    <w:semiHidden/>
    <w:locked/>
    <w:rsid w:val="00332A77"/>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2C54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5436"/>
    <w:rPr>
      <w:rFonts w:ascii="Tahoma" w:hAnsi="Tahoma" w:cs="Tahoma"/>
      <w:sz w:val="16"/>
      <w:szCs w:val="16"/>
      <w:lang w:eastAsia="ru-RU"/>
    </w:rPr>
  </w:style>
  <w:style w:type="paragraph" w:customStyle="1" w:styleId="tc2">
    <w:name w:val="tc2"/>
    <w:basedOn w:val="Normal"/>
    <w:uiPriority w:val="99"/>
    <w:rsid w:val="00A649A5"/>
    <w:pPr>
      <w:spacing w:line="300" w:lineRule="atLeast"/>
      <w:jc w:val="center"/>
    </w:pPr>
  </w:style>
</w:styles>
</file>

<file path=word/webSettings.xml><?xml version="1.0" encoding="utf-8"?>
<w:webSettings xmlns:r="http://schemas.openxmlformats.org/officeDocument/2006/relationships" xmlns:w="http://schemas.openxmlformats.org/wordprocessingml/2006/main">
  <w:divs>
    <w:div w:id="773865331">
      <w:marLeft w:val="0"/>
      <w:marRight w:val="0"/>
      <w:marTop w:val="0"/>
      <w:marBottom w:val="0"/>
      <w:divBdr>
        <w:top w:val="none" w:sz="0" w:space="0" w:color="auto"/>
        <w:left w:val="none" w:sz="0" w:space="0" w:color="auto"/>
        <w:bottom w:val="none" w:sz="0" w:space="0" w:color="auto"/>
        <w:right w:val="none" w:sz="0" w:space="0" w:color="auto"/>
      </w:divBdr>
    </w:div>
    <w:div w:id="773865332">
      <w:marLeft w:val="0"/>
      <w:marRight w:val="0"/>
      <w:marTop w:val="0"/>
      <w:marBottom w:val="0"/>
      <w:divBdr>
        <w:top w:val="none" w:sz="0" w:space="0" w:color="auto"/>
        <w:left w:val="none" w:sz="0" w:space="0" w:color="auto"/>
        <w:bottom w:val="none" w:sz="0" w:space="0" w:color="auto"/>
        <w:right w:val="none" w:sz="0" w:space="0" w:color="auto"/>
      </w:divBdr>
    </w:div>
    <w:div w:id="773865333">
      <w:marLeft w:val="0"/>
      <w:marRight w:val="0"/>
      <w:marTop w:val="0"/>
      <w:marBottom w:val="0"/>
      <w:divBdr>
        <w:top w:val="none" w:sz="0" w:space="0" w:color="auto"/>
        <w:left w:val="none" w:sz="0" w:space="0" w:color="auto"/>
        <w:bottom w:val="none" w:sz="0" w:space="0" w:color="auto"/>
        <w:right w:val="none" w:sz="0" w:space="0" w:color="auto"/>
      </w:divBdr>
    </w:div>
    <w:div w:id="773865334">
      <w:marLeft w:val="0"/>
      <w:marRight w:val="0"/>
      <w:marTop w:val="0"/>
      <w:marBottom w:val="0"/>
      <w:divBdr>
        <w:top w:val="none" w:sz="0" w:space="0" w:color="auto"/>
        <w:left w:val="none" w:sz="0" w:space="0" w:color="auto"/>
        <w:bottom w:val="none" w:sz="0" w:space="0" w:color="auto"/>
        <w:right w:val="none" w:sz="0" w:space="0" w:color="auto"/>
      </w:divBdr>
    </w:div>
    <w:div w:id="773865335">
      <w:marLeft w:val="0"/>
      <w:marRight w:val="0"/>
      <w:marTop w:val="0"/>
      <w:marBottom w:val="0"/>
      <w:divBdr>
        <w:top w:val="none" w:sz="0" w:space="0" w:color="auto"/>
        <w:left w:val="none" w:sz="0" w:space="0" w:color="auto"/>
        <w:bottom w:val="none" w:sz="0" w:space="0" w:color="auto"/>
        <w:right w:val="none" w:sz="0" w:space="0" w:color="auto"/>
      </w:divBdr>
    </w:div>
    <w:div w:id="773865336">
      <w:marLeft w:val="0"/>
      <w:marRight w:val="0"/>
      <w:marTop w:val="0"/>
      <w:marBottom w:val="0"/>
      <w:divBdr>
        <w:top w:val="none" w:sz="0" w:space="0" w:color="auto"/>
        <w:left w:val="none" w:sz="0" w:space="0" w:color="auto"/>
        <w:bottom w:val="none" w:sz="0" w:space="0" w:color="auto"/>
        <w:right w:val="none" w:sz="0" w:space="0" w:color="auto"/>
      </w:divBdr>
    </w:div>
    <w:div w:id="773865337">
      <w:marLeft w:val="0"/>
      <w:marRight w:val="0"/>
      <w:marTop w:val="0"/>
      <w:marBottom w:val="0"/>
      <w:divBdr>
        <w:top w:val="none" w:sz="0" w:space="0" w:color="auto"/>
        <w:left w:val="none" w:sz="0" w:space="0" w:color="auto"/>
        <w:bottom w:val="none" w:sz="0" w:space="0" w:color="auto"/>
        <w:right w:val="none" w:sz="0" w:space="0" w:color="auto"/>
      </w:divBdr>
    </w:div>
    <w:div w:id="773865338">
      <w:marLeft w:val="0"/>
      <w:marRight w:val="0"/>
      <w:marTop w:val="0"/>
      <w:marBottom w:val="0"/>
      <w:divBdr>
        <w:top w:val="none" w:sz="0" w:space="0" w:color="auto"/>
        <w:left w:val="none" w:sz="0" w:space="0" w:color="auto"/>
        <w:bottom w:val="none" w:sz="0" w:space="0" w:color="auto"/>
        <w:right w:val="none" w:sz="0" w:space="0" w:color="auto"/>
      </w:divBdr>
    </w:div>
    <w:div w:id="773865339">
      <w:marLeft w:val="0"/>
      <w:marRight w:val="0"/>
      <w:marTop w:val="0"/>
      <w:marBottom w:val="0"/>
      <w:divBdr>
        <w:top w:val="none" w:sz="0" w:space="0" w:color="auto"/>
        <w:left w:val="none" w:sz="0" w:space="0" w:color="auto"/>
        <w:bottom w:val="none" w:sz="0" w:space="0" w:color="auto"/>
        <w:right w:val="none" w:sz="0" w:space="0" w:color="auto"/>
      </w:divBdr>
    </w:div>
    <w:div w:id="773865340">
      <w:marLeft w:val="0"/>
      <w:marRight w:val="0"/>
      <w:marTop w:val="0"/>
      <w:marBottom w:val="0"/>
      <w:divBdr>
        <w:top w:val="none" w:sz="0" w:space="0" w:color="auto"/>
        <w:left w:val="none" w:sz="0" w:space="0" w:color="auto"/>
        <w:bottom w:val="none" w:sz="0" w:space="0" w:color="auto"/>
        <w:right w:val="none" w:sz="0" w:space="0" w:color="auto"/>
      </w:divBdr>
    </w:div>
    <w:div w:id="773865341">
      <w:marLeft w:val="0"/>
      <w:marRight w:val="0"/>
      <w:marTop w:val="0"/>
      <w:marBottom w:val="0"/>
      <w:divBdr>
        <w:top w:val="none" w:sz="0" w:space="0" w:color="auto"/>
        <w:left w:val="none" w:sz="0" w:space="0" w:color="auto"/>
        <w:bottom w:val="none" w:sz="0" w:space="0" w:color="auto"/>
        <w:right w:val="none" w:sz="0" w:space="0" w:color="auto"/>
      </w:divBdr>
    </w:div>
    <w:div w:id="773865342">
      <w:marLeft w:val="0"/>
      <w:marRight w:val="0"/>
      <w:marTop w:val="0"/>
      <w:marBottom w:val="0"/>
      <w:divBdr>
        <w:top w:val="none" w:sz="0" w:space="0" w:color="auto"/>
        <w:left w:val="none" w:sz="0" w:space="0" w:color="auto"/>
        <w:bottom w:val="none" w:sz="0" w:space="0" w:color="auto"/>
        <w:right w:val="none" w:sz="0" w:space="0" w:color="auto"/>
      </w:divBdr>
    </w:div>
    <w:div w:id="773865343">
      <w:marLeft w:val="0"/>
      <w:marRight w:val="0"/>
      <w:marTop w:val="0"/>
      <w:marBottom w:val="0"/>
      <w:divBdr>
        <w:top w:val="none" w:sz="0" w:space="0" w:color="auto"/>
        <w:left w:val="none" w:sz="0" w:space="0" w:color="auto"/>
        <w:bottom w:val="none" w:sz="0" w:space="0" w:color="auto"/>
        <w:right w:val="none" w:sz="0" w:space="0" w:color="auto"/>
      </w:divBdr>
    </w:div>
    <w:div w:id="773865344">
      <w:marLeft w:val="0"/>
      <w:marRight w:val="0"/>
      <w:marTop w:val="0"/>
      <w:marBottom w:val="0"/>
      <w:divBdr>
        <w:top w:val="none" w:sz="0" w:space="0" w:color="auto"/>
        <w:left w:val="none" w:sz="0" w:space="0" w:color="auto"/>
        <w:bottom w:val="none" w:sz="0" w:space="0" w:color="auto"/>
        <w:right w:val="none" w:sz="0" w:space="0" w:color="auto"/>
      </w:divBdr>
    </w:div>
    <w:div w:id="773865345">
      <w:marLeft w:val="0"/>
      <w:marRight w:val="0"/>
      <w:marTop w:val="0"/>
      <w:marBottom w:val="0"/>
      <w:divBdr>
        <w:top w:val="none" w:sz="0" w:space="0" w:color="auto"/>
        <w:left w:val="none" w:sz="0" w:space="0" w:color="auto"/>
        <w:bottom w:val="none" w:sz="0" w:space="0" w:color="auto"/>
        <w:right w:val="none" w:sz="0" w:space="0" w:color="auto"/>
      </w:divBdr>
    </w:div>
    <w:div w:id="773865346">
      <w:marLeft w:val="0"/>
      <w:marRight w:val="0"/>
      <w:marTop w:val="0"/>
      <w:marBottom w:val="0"/>
      <w:divBdr>
        <w:top w:val="none" w:sz="0" w:space="0" w:color="auto"/>
        <w:left w:val="none" w:sz="0" w:space="0" w:color="auto"/>
        <w:bottom w:val="none" w:sz="0" w:space="0" w:color="auto"/>
        <w:right w:val="none" w:sz="0" w:space="0" w:color="auto"/>
      </w:divBdr>
    </w:div>
    <w:div w:id="773865347">
      <w:marLeft w:val="0"/>
      <w:marRight w:val="0"/>
      <w:marTop w:val="0"/>
      <w:marBottom w:val="0"/>
      <w:divBdr>
        <w:top w:val="none" w:sz="0" w:space="0" w:color="auto"/>
        <w:left w:val="none" w:sz="0" w:space="0" w:color="auto"/>
        <w:bottom w:val="none" w:sz="0" w:space="0" w:color="auto"/>
        <w:right w:val="none" w:sz="0" w:space="0" w:color="auto"/>
      </w:divBdr>
    </w:div>
    <w:div w:id="773865348">
      <w:marLeft w:val="0"/>
      <w:marRight w:val="0"/>
      <w:marTop w:val="0"/>
      <w:marBottom w:val="0"/>
      <w:divBdr>
        <w:top w:val="none" w:sz="0" w:space="0" w:color="auto"/>
        <w:left w:val="none" w:sz="0" w:space="0" w:color="auto"/>
        <w:bottom w:val="none" w:sz="0" w:space="0" w:color="auto"/>
        <w:right w:val="none" w:sz="0" w:space="0" w:color="auto"/>
      </w:divBdr>
    </w:div>
    <w:div w:id="7738653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758</Words>
  <Characters>4322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Е Р Е Л І К</dc:title>
  <dc:subject/>
  <dc:creator>1</dc:creator>
  <cp:keywords/>
  <dc:description/>
  <cp:lastModifiedBy>Юрій Голубов</cp:lastModifiedBy>
  <cp:revision>3</cp:revision>
  <cp:lastPrinted>2020-04-01T09:08:00Z</cp:lastPrinted>
  <dcterms:created xsi:type="dcterms:W3CDTF">2020-04-03T11:17:00Z</dcterms:created>
  <dcterms:modified xsi:type="dcterms:W3CDTF">2020-04-08T13:52:00Z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-2144730367</vt:i4>
  </property>
</Properties>
</file>